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36FB44" w14:textId="77777777" w:rsidR="00FA421B" w:rsidRDefault="00FA421B" w:rsidP="00177B2A">
      <w:pPr>
        <w:spacing w:after="0" w:line="240" w:lineRule="auto"/>
        <w:jc w:val="both"/>
        <w:rPr>
          <w:rFonts w:ascii="Times New Roman" w:hAnsi="Times New Roman" w:cs="Times New Roman"/>
          <w:b/>
          <w:bCs/>
          <w:kern w:val="28"/>
          <w:sz w:val="24"/>
          <w:szCs w:val="24"/>
        </w:rPr>
      </w:pPr>
    </w:p>
    <w:p w14:paraId="39AFAD12" w14:textId="77777777" w:rsidR="00FA421B" w:rsidRDefault="00FA421B" w:rsidP="00177B2A">
      <w:pPr>
        <w:spacing w:after="0" w:line="240" w:lineRule="auto"/>
        <w:jc w:val="both"/>
        <w:rPr>
          <w:rFonts w:ascii="Times New Roman" w:hAnsi="Times New Roman" w:cs="Times New Roman"/>
          <w:b/>
          <w:bCs/>
          <w:kern w:val="28"/>
          <w:sz w:val="24"/>
          <w:szCs w:val="24"/>
        </w:rPr>
      </w:pPr>
    </w:p>
    <w:p w14:paraId="50CC196A" w14:textId="77777777" w:rsidR="00FA421B" w:rsidRDefault="00FA421B" w:rsidP="00177B2A">
      <w:pPr>
        <w:spacing w:after="0" w:line="240" w:lineRule="auto"/>
        <w:jc w:val="both"/>
        <w:rPr>
          <w:rFonts w:ascii="Times New Roman" w:hAnsi="Times New Roman" w:cs="Times New Roman"/>
          <w:b/>
          <w:bCs/>
          <w:kern w:val="28"/>
          <w:sz w:val="24"/>
          <w:szCs w:val="24"/>
        </w:rPr>
      </w:pPr>
    </w:p>
    <w:p w14:paraId="67CE9A02" w14:textId="07153AB8"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1B7486">
        <w:rPr>
          <w:rFonts w:ascii="Times New Roman" w:eastAsia="Times New Roman" w:hAnsi="Times New Roman" w:cs="Times New Roman"/>
          <w:b/>
          <w:bCs/>
          <w:kern w:val="28"/>
          <w:sz w:val="24"/>
          <w:szCs w:val="24"/>
        </w:rPr>
        <w:t>5</w:t>
      </w:r>
      <w:r w:rsidR="00FB511D" w:rsidRPr="00FB511D">
        <w:rPr>
          <w:rFonts w:ascii="Times New Roman" w:eastAsia="Times New Roman" w:hAnsi="Times New Roman" w:cs="Times New Roman"/>
          <w:b/>
          <w:bCs/>
          <w:kern w:val="28"/>
          <w:sz w:val="24"/>
          <w:szCs w:val="24"/>
        </w:rPr>
        <w:t>/</w:t>
      </w:r>
      <w:r w:rsidR="001B7486">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(hiliseima digitaalallkirja kuupäev)</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65A58692"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w:t>
      </w:r>
      <w:r w:rsidR="000336A9" w:rsidRPr="006F5B87">
        <w:rPr>
          <w:rFonts w:ascii="Times New Roman" w:hAnsi="Times New Roman" w:cs="Times New Roman"/>
          <w:sz w:val="24"/>
          <w:szCs w:val="24"/>
        </w:rPr>
        <w:t xml:space="preserve">esindab </w:t>
      </w:r>
      <w:r w:rsidR="000336A9" w:rsidRPr="00AE61E7">
        <w:rPr>
          <w:rFonts w:ascii="Times New Roman" w:hAnsi="Times New Roman" w:cs="Times New Roman"/>
          <w:sz w:val="24"/>
          <w:szCs w:val="24"/>
        </w:rPr>
        <w:t xml:space="preserve">RMK juhatuse </w:t>
      </w:r>
      <w:r w:rsidR="000336A9" w:rsidRPr="00D07ADC">
        <w:rPr>
          <w:rFonts w:ascii="Times New Roman" w:hAnsi="Times New Roman" w:cs="Times New Roman"/>
          <w:sz w:val="24"/>
          <w:szCs w:val="24"/>
        </w:rPr>
        <w:t>28.01.2025 otsusega nr 1-32/15</w:t>
      </w:r>
      <w:r w:rsidR="000336A9" w:rsidRPr="00AE61E7">
        <w:rPr>
          <w:rFonts w:ascii="Times New Roman" w:hAnsi="Times New Roman" w:cs="Times New Roman"/>
          <w:sz w:val="24"/>
          <w:szCs w:val="24"/>
        </w:rPr>
        <w:t xml:space="preserve"> kinnitatud RMK </w:t>
      </w:r>
      <w:r w:rsidR="000336A9">
        <w:rPr>
          <w:rFonts w:ascii="Times New Roman" w:hAnsi="Times New Roman" w:cs="Times New Roman"/>
          <w:sz w:val="24"/>
          <w:szCs w:val="24"/>
        </w:rPr>
        <w:t>M</w:t>
      </w:r>
      <w:r w:rsidR="000336A9" w:rsidRPr="00AE61E7">
        <w:rPr>
          <w:rFonts w:ascii="Times New Roman" w:hAnsi="Times New Roman" w:cs="Times New Roman"/>
          <w:sz w:val="24"/>
          <w:szCs w:val="24"/>
        </w:rPr>
        <w:t xml:space="preserve">etsataristu osakonna põhimääruse alusel </w:t>
      </w:r>
      <w:r w:rsidR="000336A9">
        <w:rPr>
          <w:rFonts w:ascii="Times New Roman" w:hAnsi="Times New Roman" w:cs="Times New Roman"/>
          <w:sz w:val="24"/>
          <w:szCs w:val="24"/>
        </w:rPr>
        <w:t>M</w:t>
      </w:r>
      <w:r w:rsidR="000336A9" w:rsidRPr="00AE61E7">
        <w:rPr>
          <w:rFonts w:ascii="Times New Roman" w:hAnsi="Times New Roman" w:cs="Times New Roman"/>
          <w:sz w:val="24"/>
          <w:szCs w:val="24"/>
        </w:rPr>
        <w:t>etsataristu osakonna juhataja Margus Reimann,</w:t>
      </w:r>
      <w:r w:rsidR="000336A9" w:rsidRPr="00FE2065">
        <w:rPr>
          <w:rFonts w:ascii="Times New Roman" w:hAnsi="Times New Roman" w:cs="Times New Roman"/>
          <w:sz w:val="24"/>
          <w:szCs w:val="24"/>
        </w:rPr>
        <w:t xml:space="preserve"> </w:t>
      </w:r>
      <w:r w:rsidR="006C7751" w:rsidRPr="00FE2065">
        <w:rPr>
          <w:rFonts w:ascii="Times New Roman" w:hAnsi="Times New Roman" w:cs="Times New Roman"/>
          <w:sz w:val="24"/>
          <w:szCs w:val="24"/>
        </w:rPr>
        <w:t>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0921C483"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(registrinumber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edaspidi </w:t>
      </w:r>
      <w:r w:rsidR="00794FD0" w:rsidRPr="00562F16">
        <w:rPr>
          <w:rFonts w:ascii="Times New Roman" w:hAnsi="Times New Roman" w:cs="Times New Roman"/>
          <w:b/>
          <w:bCs/>
          <w:sz w:val="24"/>
          <w:szCs w:val="24"/>
        </w:rPr>
        <w:t>töövõtja</w:t>
      </w:r>
      <w:r w:rsidR="00794FD0" w:rsidRPr="00794FD0">
        <w:rPr>
          <w:rFonts w:ascii="Times New Roman" w:hAnsi="Times New Roman" w:cs="Times New Roman"/>
          <w:sz w:val="24"/>
          <w:szCs w:val="24"/>
        </w:rPr>
        <w:t xml:space="preserve">, keda esindab põhikirja alusel juhatuse liige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w:t>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5E4114F5"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DC2E71">
        <w:rPr>
          <w:rFonts w:ascii="Times New Roman" w:hAnsi="Times New Roman" w:cs="Times New Roman"/>
          <w:sz w:val="24"/>
          <w:szCs w:val="24"/>
        </w:rPr>
        <w:t>……..</w:t>
      </w:r>
      <w:r w:rsidR="00CD20D7">
        <w:rPr>
          <w:rFonts w:ascii="Times New Roman" w:hAnsi="Times New Roman" w:cs="Times New Roman"/>
          <w:sz w:val="24"/>
          <w:szCs w:val="24"/>
        </w:rPr>
        <w:t xml:space="preserve"> </w:t>
      </w:r>
      <w:r w:rsidRPr="00CD01B9">
        <w:rPr>
          <w:rFonts w:ascii="Times New Roman" w:hAnsi="Times New Roman" w:cs="Times New Roman"/>
          <w:sz w:val="24"/>
          <w:szCs w:val="24"/>
        </w:rPr>
        <w:t>„</w:t>
      </w:r>
      <w:r w:rsidR="00A659CB" w:rsidRPr="00A659CB">
        <w:rPr>
          <w:rFonts w:ascii="Times New Roman" w:hAnsi="Times New Roman" w:cs="Times New Roman"/>
          <w:bCs/>
          <w:i/>
          <w:sz w:val="24"/>
          <w:szCs w:val="24"/>
        </w:rPr>
        <w:t xml:space="preserve">Elistvere </w:t>
      </w:r>
      <w:r w:rsidR="00F16F55" w:rsidRPr="00F16F55">
        <w:rPr>
          <w:rFonts w:ascii="Times New Roman" w:hAnsi="Times New Roman" w:cs="Times New Roman"/>
          <w:bCs/>
          <w:i/>
          <w:sz w:val="24"/>
          <w:szCs w:val="24"/>
        </w:rPr>
        <w:t xml:space="preserve">loomapargi </w:t>
      </w:r>
      <w:r w:rsidR="00A659CB" w:rsidRPr="00A659CB">
        <w:rPr>
          <w:rFonts w:ascii="Times New Roman" w:hAnsi="Times New Roman" w:cs="Times New Roman"/>
          <w:bCs/>
          <w:i/>
          <w:sz w:val="24"/>
          <w:szCs w:val="24"/>
        </w:rPr>
        <w:t>parkla ja kompostala ehitamine</w:t>
      </w:r>
      <w:r w:rsidRPr="00CD01B9">
        <w:rPr>
          <w:rFonts w:ascii="Times New Roman" w:hAnsi="Times New Roman" w:cs="Times New Roman"/>
          <w:sz w:val="24"/>
          <w:szCs w:val="24"/>
        </w:rPr>
        <w:t>“ (viitenumber</w:t>
      </w:r>
      <w:r w:rsidR="00664BDE">
        <w:rPr>
          <w:rFonts w:ascii="Times New Roman" w:hAnsi="Times New Roman" w:cs="Times New Roman"/>
          <w:sz w:val="24"/>
          <w:szCs w:val="24"/>
        </w:rPr>
        <w:t xml:space="preserve"> </w:t>
      </w:r>
      <w:r w:rsidR="00DC2E71">
        <w:rPr>
          <w:rFonts w:ascii="Times New Roman" w:hAnsi="Times New Roman" w:cs="Times New Roman"/>
          <w:sz w:val="24"/>
          <w:szCs w:val="24"/>
        </w:rPr>
        <w:t>………..</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1A7D0F3" w:rsidR="00176C45" w:rsidRDefault="007F44E8" w:rsidP="00281267">
      <w:pPr>
        <w:pStyle w:val="Pealkiri31"/>
        <w:tabs>
          <w:tab w:val="left" w:pos="567"/>
        </w:tabs>
        <w:spacing w:after="0" w:line="240" w:lineRule="auto"/>
        <w:ind w:left="0" w:firstLine="0"/>
        <w:jc w:val="both"/>
        <w:rPr>
          <w:rFonts w:ascii="Times New Roman" w:hAnsi="Times New Roman" w:cs="Times New Roman"/>
          <w:sz w:val="24"/>
          <w:szCs w:val="24"/>
        </w:rPr>
      </w:pPr>
      <w:r w:rsidRPr="007F44E8">
        <w:rPr>
          <w:rFonts w:ascii="Times New Roman" w:hAnsi="Times New Roman" w:cs="Times New Roman"/>
          <w:color w:val="000000" w:themeColor="text1"/>
          <w:sz w:val="24"/>
          <w:szCs w:val="24"/>
        </w:rPr>
        <w:t>RMK keskkonnanõuded mootorsõidukite ja saagidega töötamisel</w:t>
      </w:r>
      <w:r w:rsidR="00705773" w:rsidRPr="00281267">
        <w:rPr>
          <w:rFonts w:ascii="Times New Roman" w:hAnsi="Times New Roman" w:cs="Times New Roman"/>
          <w:sz w:val="24"/>
          <w:szCs w:val="24"/>
        </w:rPr>
        <w:t>;</w:t>
      </w:r>
    </w:p>
    <w:p w14:paraId="15B35646" w14:textId="00CD4124" w:rsidR="00CE635F" w:rsidRPr="00281267" w:rsidRDefault="007A199D" w:rsidP="00281267">
      <w:pPr>
        <w:pStyle w:val="Pealkiri31"/>
        <w:tabs>
          <w:tab w:val="left" w:pos="567"/>
        </w:tabs>
        <w:spacing w:after="0" w:line="240" w:lineRule="auto"/>
        <w:ind w:left="0" w:firstLine="0"/>
        <w:jc w:val="both"/>
        <w:rPr>
          <w:rFonts w:ascii="Times New Roman" w:hAnsi="Times New Roman" w:cs="Times New Roman"/>
          <w:sz w:val="24"/>
          <w:szCs w:val="24"/>
        </w:rPr>
      </w:pPr>
      <w:r w:rsidRPr="007A199D">
        <w:rPr>
          <w:rFonts w:ascii="Times New Roman" w:hAnsi="Times New Roman" w:cs="Times New Roman"/>
          <w:sz w:val="24"/>
          <w:szCs w:val="24"/>
        </w:rPr>
        <w:t>RMK nõuded isikukaitsevahendite kasutamiseks</w:t>
      </w:r>
      <w:r w:rsidR="00FD4BF2">
        <w:rPr>
          <w:rFonts w:ascii="Times New Roman" w:hAnsi="Times New Roman" w:cs="Times New Roman"/>
          <w:sz w:val="24"/>
          <w:szCs w:val="24"/>
        </w:rPr>
        <w:t>;</w:t>
      </w:r>
    </w:p>
    <w:p w14:paraId="07A19AE2" w14:textId="77777777" w:rsidR="00A37000" w:rsidRPr="00281267" w:rsidRDefault="00A37000" w:rsidP="00A37000">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RMK andmetöötluse tingimused volitatud töötajatele;</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4016423A" w:rsidR="00720E3E" w:rsidRPr="00281267" w:rsidRDefault="0095296C" w:rsidP="00281267">
      <w:pPr>
        <w:pStyle w:val="Pealkiri31"/>
        <w:tabs>
          <w:tab w:val="left" w:pos="567"/>
        </w:tabs>
        <w:spacing w:after="0" w:line="240" w:lineRule="auto"/>
        <w:ind w:left="0" w:firstLine="0"/>
        <w:jc w:val="both"/>
        <w:rPr>
          <w:rFonts w:ascii="Times New Roman" w:hAnsi="Times New Roman" w:cs="Times New Roman"/>
          <w:sz w:val="24"/>
          <w:szCs w:val="24"/>
        </w:rPr>
      </w:pPr>
      <w:r w:rsidRPr="0095296C">
        <w:rPr>
          <w:rFonts w:ascii="Times New Roman" w:eastAsia="Times New Roman" w:hAnsi="Times New Roman" w:cs="Times New Roman"/>
          <w:sz w:val="24"/>
          <w:szCs w:val="24"/>
          <w:lang w:eastAsia="ar-SA"/>
        </w:rPr>
        <w:t>SELEKTOR PROJEKT OÜ</w:t>
      </w:r>
      <w:r w:rsidR="00294167" w:rsidRPr="00294167">
        <w:rPr>
          <w:rFonts w:ascii="Times New Roman" w:eastAsia="Times New Roman" w:hAnsi="Times New Roman" w:cs="Times New Roman"/>
          <w:sz w:val="24"/>
          <w:szCs w:val="24"/>
          <w:lang w:eastAsia="ar-SA"/>
        </w:rPr>
        <w:t xml:space="preserve"> poolt koostatud „</w:t>
      </w:r>
      <w:r w:rsidR="003E0F05" w:rsidRPr="003E0F05">
        <w:rPr>
          <w:rFonts w:ascii="Times New Roman" w:eastAsia="Times New Roman" w:hAnsi="Times New Roman" w:cs="Times New Roman"/>
          <w:sz w:val="24"/>
          <w:szCs w:val="24"/>
          <w:lang w:eastAsia="ar-SA"/>
        </w:rPr>
        <w:t>Elistvere loomapargi parkla ja kompostala</w:t>
      </w:r>
      <w:r w:rsidR="003E0F05" w:rsidRPr="003E0F05">
        <w:rPr>
          <w:rFonts w:ascii="Times New Roman" w:eastAsia="Times New Roman" w:hAnsi="Times New Roman" w:cs="Times New Roman"/>
          <w:sz w:val="24"/>
          <w:szCs w:val="24"/>
          <w:lang w:eastAsia="ar-SA"/>
        </w:rPr>
        <w:t xml:space="preserve"> </w:t>
      </w:r>
      <w:r w:rsidR="00C5757A">
        <w:rPr>
          <w:rFonts w:ascii="Times New Roman" w:eastAsia="Times New Roman" w:hAnsi="Times New Roman" w:cs="Times New Roman"/>
          <w:sz w:val="24"/>
          <w:szCs w:val="24"/>
          <w:lang w:eastAsia="ar-SA"/>
        </w:rPr>
        <w:t>tee</w:t>
      </w:r>
      <w:r w:rsidR="00F57FBA">
        <w:rPr>
          <w:rFonts w:ascii="Times New Roman" w:eastAsia="Times New Roman" w:hAnsi="Times New Roman" w:cs="Times New Roman"/>
          <w:sz w:val="24"/>
          <w:szCs w:val="24"/>
          <w:lang w:eastAsia="ar-SA"/>
        </w:rPr>
        <w:t>projekt</w:t>
      </w:r>
      <w:r w:rsidR="001B6DC8">
        <w:rPr>
          <w:rFonts w:ascii="Times New Roman" w:eastAsia="Times New Roman" w:hAnsi="Times New Roman" w:cs="Times New Roman"/>
          <w:sz w:val="24"/>
          <w:szCs w:val="24"/>
          <w:lang w:eastAsia="ar-SA"/>
        </w:rPr>
        <w:t>“</w:t>
      </w:r>
      <w:r w:rsidR="008F71C4" w:rsidRPr="008F71C4">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3CF56743" w:rsidR="00705773" w:rsidRPr="002B15FF" w:rsidRDefault="00735A3A" w:rsidP="004F1DF3">
      <w:pPr>
        <w:pStyle w:val="Pealkiri21"/>
        <w:spacing w:after="0" w:line="240" w:lineRule="auto"/>
        <w:ind w:left="0" w:firstLine="0"/>
        <w:jc w:val="both"/>
        <w:rPr>
          <w:rFonts w:ascii="Times New Roman" w:hAnsi="Times New Roman" w:cs="Times New Roman"/>
          <w:sz w:val="24"/>
          <w:szCs w:val="24"/>
        </w:rPr>
      </w:pPr>
      <w:r w:rsidRPr="002B15FF">
        <w:rPr>
          <w:rFonts w:ascii="Times New Roman" w:hAnsi="Times New Roman" w:cs="Times New Roman"/>
          <w:sz w:val="24"/>
          <w:szCs w:val="24"/>
        </w:rPr>
        <w:t>Lepingu objektiks on töövõtja poolt</w:t>
      </w:r>
      <w:r w:rsidR="00705773" w:rsidRPr="002B15FF">
        <w:rPr>
          <w:rFonts w:ascii="Times New Roman" w:hAnsi="Times New Roman" w:cs="Times New Roman"/>
          <w:sz w:val="24"/>
          <w:szCs w:val="24"/>
        </w:rPr>
        <w:t xml:space="preserve"> </w:t>
      </w:r>
      <w:r w:rsidR="008E1CA8">
        <w:rPr>
          <w:rFonts w:ascii="Times New Roman" w:hAnsi="Times New Roman" w:cs="Times New Roman"/>
          <w:sz w:val="24"/>
          <w:szCs w:val="24"/>
        </w:rPr>
        <w:t>Tartu</w:t>
      </w:r>
      <w:r w:rsidR="00240C3D" w:rsidRPr="002B15FF">
        <w:rPr>
          <w:rFonts w:ascii="Times New Roman" w:hAnsi="Times New Roman" w:cs="Times New Roman"/>
          <w:sz w:val="24"/>
          <w:szCs w:val="24"/>
        </w:rPr>
        <w:t xml:space="preserve"> maakonna</w:t>
      </w:r>
      <w:r w:rsidR="00030A41" w:rsidRPr="00030A41">
        <w:rPr>
          <w:rFonts w:ascii="Times New Roman" w:eastAsia="Times New Roman" w:hAnsi="Times New Roman" w:cs="Times New Roman"/>
          <w:bCs/>
          <w:sz w:val="24"/>
          <w:szCs w:val="24"/>
          <w:lang w:eastAsia="ar-SA"/>
        </w:rPr>
        <w:t xml:space="preserve"> </w:t>
      </w:r>
      <w:r w:rsidR="00C5757A" w:rsidRPr="00C5757A">
        <w:rPr>
          <w:rFonts w:ascii="Times New Roman" w:eastAsia="Times New Roman" w:hAnsi="Times New Roman" w:cs="Times New Roman"/>
          <w:bCs/>
          <w:sz w:val="24"/>
          <w:szCs w:val="24"/>
          <w:lang w:eastAsia="ar-SA"/>
        </w:rPr>
        <w:t xml:space="preserve">Elistvere loomapargi parkla ja kompostala </w:t>
      </w:r>
      <w:r w:rsidR="009F5368" w:rsidRPr="009F5368">
        <w:rPr>
          <w:rFonts w:ascii="Times New Roman" w:eastAsia="Times New Roman" w:hAnsi="Times New Roman" w:cs="Times New Roman"/>
          <w:bCs/>
          <w:sz w:val="24"/>
          <w:szCs w:val="24"/>
          <w:lang w:eastAsia="ar-SA"/>
        </w:rPr>
        <w:t xml:space="preserve">ehitamine </w:t>
      </w:r>
      <w:r w:rsidR="0012352D" w:rsidRPr="002B15FF">
        <w:rPr>
          <w:rFonts w:ascii="Times New Roman" w:hAnsi="Times New Roman" w:cs="Times New Roman"/>
          <w:sz w:val="24"/>
          <w:szCs w:val="24"/>
        </w:rPr>
        <w:t>l</w:t>
      </w:r>
      <w:r w:rsidR="00705773" w:rsidRPr="002B15FF">
        <w:rPr>
          <w:rFonts w:ascii="Times New Roman" w:hAnsi="Times New Roman" w:cs="Times New Roman"/>
          <w:sz w:val="24"/>
          <w:szCs w:val="24"/>
        </w:rPr>
        <w:t xml:space="preserve">epinguga kokkulepitud tingimustel ja korras, edaspidi </w:t>
      </w:r>
      <w:r w:rsidR="0012352D" w:rsidRPr="002B15FF">
        <w:rPr>
          <w:rFonts w:ascii="Times New Roman" w:hAnsi="Times New Roman" w:cs="Times New Roman"/>
          <w:b/>
          <w:sz w:val="24"/>
          <w:szCs w:val="24"/>
        </w:rPr>
        <w:t>t</w:t>
      </w:r>
      <w:r w:rsidR="00705773" w:rsidRPr="002B15FF">
        <w:rPr>
          <w:rFonts w:ascii="Times New Roman" w:hAnsi="Times New Roman" w:cs="Times New Roman"/>
          <w:b/>
          <w:sz w:val="24"/>
          <w:szCs w:val="24"/>
        </w:rPr>
        <w:t>öö.</w:t>
      </w:r>
    </w:p>
    <w:p w14:paraId="51D78E07" w14:textId="30316FB2" w:rsidR="00705773" w:rsidRPr="00281267" w:rsidRDefault="00705773" w:rsidP="00406A0E">
      <w:pPr>
        <w:pStyle w:val="Pealkiri21"/>
        <w:tabs>
          <w:tab w:val="left" w:pos="567"/>
        </w:tabs>
        <w:spacing w:after="0" w:line="240" w:lineRule="auto"/>
        <w:ind w:left="0" w:firstLine="0"/>
        <w:jc w:val="both"/>
        <w:rPr>
          <w:rFonts w:ascii="Times New Roman" w:hAnsi="Times New Roman" w:cs="Times New Roman"/>
          <w:sz w:val="24"/>
          <w:szCs w:val="24"/>
        </w:rPr>
      </w:pPr>
      <w:r w:rsidRPr="00603FFB">
        <w:rPr>
          <w:rFonts w:ascii="Times New Roman" w:hAnsi="Times New Roman" w:cs="Times New Roman"/>
          <w:sz w:val="24"/>
          <w:szCs w:val="24"/>
        </w:rPr>
        <w:t>Töö peab vastama</w:t>
      </w:r>
      <w:r w:rsidR="00BC7227" w:rsidRPr="00603FFB">
        <w:rPr>
          <w:rFonts w:ascii="Times New Roman" w:hAnsi="Times New Roman" w:cs="Times New Roman"/>
          <w:sz w:val="24"/>
          <w:szCs w:val="24"/>
        </w:rPr>
        <w:t xml:space="preserve"> </w:t>
      </w:r>
      <w:r w:rsidR="0095296C" w:rsidRPr="0095296C">
        <w:rPr>
          <w:rFonts w:ascii="Times New Roman" w:hAnsi="Times New Roman" w:cs="Times New Roman"/>
          <w:sz w:val="24"/>
          <w:szCs w:val="24"/>
        </w:rPr>
        <w:t>SELEKTOR PROJEKT OÜ</w:t>
      </w:r>
      <w:r w:rsidR="0075068B" w:rsidRPr="0075068B">
        <w:rPr>
          <w:rFonts w:ascii="Times New Roman" w:hAnsi="Times New Roman" w:cs="Times New Roman"/>
          <w:sz w:val="24"/>
          <w:szCs w:val="24"/>
        </w:rPr>
        <w:t xml:space="preserve"> poolt koostatud </w:t>
      </w:r>
      <w:r w:rsidR="00C5757A" w:rsidRPr="00C5757A">
        <w:rPr>
          <w:rFonts w:ascii="Times New Roman" w:hAnsi="Times New Roman" w:cs="Times New Roman"/>
          <w:sz w:val="24"/>
          <w:szCs w:val="24"/>
        </w:rPr>
        <w:t>Elistvere loomapargi parkla ja kompostala teeprojekt</w:t>
      </w:r>
      <w:r w:rsidR="0075068B">
        <w:rPr>
          <w:rFonts w:ascii="Times New Roman" w:hAnsi="Times New Roman" w:cs="Times New Roman"/>
          <w:sz w:val="24"/>
          <w:szCs w:val="24"/>
        </w:rPr>
        <w:t>i</w:t>
      </w:r>
      <w:r w:rsidR="000E5F28" w:rsidRPr="00603FFB">
        <w:rPr>
          <w:rFonts w:ascii="Times New Roman" w:hAnsi="Times New Roman" w:cs="Times New Roman"/>
          <w:sz w:val="24"/>
          <w:szCs w:val="24"/>
        </w:rPr>
        <w:t xml:space="preserve"> tingimustele</w:t>
      </w:r>
      <w:r w:rsidR="00531EA4" w:rsidRPr="00603FFB">
        <w:rPr>
          <w:rFonts w:ascii="Times New Roman" w:eastAsia="Times New Roman" w:hAnsi="Times New Roman" w:cs="Times New Roman"/>
          <w:bCs/>
          <w:sz w:val="24"/>
          <w:szCs w:val="24"/>
          <w:lang w:eastAsia="ar-SA"/>
        </w:rPr>
        <w:t xml:space="preserve"> </w:t>
      </w:r>
      <w:r w:rsidRPr="00603FFB">
        <w:rPr>
          <w:rFonts w:ascii="Times New Roman" w:hAnsi="Times New Roman" w:cs="Times New Roman"/>
          <w:sz w:val="24"/>
          <w:szCs w:val="24"/>
        </w:rPr>
        <w:t>ja olema vastavuses maaparandusseaduse</w:t>
      </w:r>
      <w:r w:rsidR="003D3775" w:rsidRPr="00603FFB">
        <w:rPr>
          <w:rFonts w:ascii="Times New Roman" w:hAnsi="Times New Roman" w:cs="Times New Roman"/>
          <w:sz w:val="24"/>
          <w:szCs w:val="24"/>
        </w:rPr>
        <w:t>s</w:t>
      </w:r>
      <w:r w:rsidRPr="00603FFB">
        <w:rPr>
          <w:rFonts w:ascii="Times New Roman" w:hAnsi="Times New Roman" w:cs="Times New Roman"/>
          <w:sz w:val="24"/>
          <w:szCs w:val="24"/>
        </w:rPr>
        <w:t xml:space="preserve">, </w:t>
      </w:r>
      <w:r w:rsidR="000B19CE" w:rsidRPr="00603FFB">
        <w:rPr>
          <w:rFonts w:ascii="Times New Roman" w:hAnsi="Times New Roman" w:cs="Times New Roman"/>
          <w:sz w:val="24"/>
          <w:szCs w:val="24"/>
        </w:rPr>
        <w:t>ehitusseadustiku</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xml:space="preserve"> ja nende rakendusaktide</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eelkõige maa</w:t>
      </w:r>
      <w:r w:rsidR="003D3775" w:rsidRPr="00603FFB">
        <w:rPr>
          <w:rFonts w:ascii="Times New Roman" w:hAnsi="Times New Roman" w:cs="Times New Roman"/>
          <w:sz w:val="24"/>
          <w:szCs w:val="24"/>
        </w:rPr>
        <w:t>eluministri 28.03.2019 määruses</w:t>
      </w:r>
      <w:r w:rsidR="004610D6" w:rsidRPr="00603FFB">
        <w:rPr>
          <w:rFonts w:ascii="Times New Roman" w:hAnsi="Times New Roman" w:cs="Times New Roman"/>
          <w:sz w:val="24"/>
          <w:szCs w:val="24"/>
        </w:rPr>
        <w:t xml:space="preserve"> nr 38 „</w:t>
      </w:r>
      <w:r w:rsidR="000B19CE" w:rsidRPr="00603FFB">
        <w:rPr>
          <w:rFonts w:ascii="Times New Roman" w:hAnsi="Times New Roman" w:cs="Times New Roman"/>
          <w:sz w:val="24"/>
          <w:szCs w:val="24"/>
        </w:rPr>
        <w:t>Maaparandussüst</w:t>
      </w:r>
      <w:r w:rsidR="002A65DC" w:rsidRPr="00603FFB">
        <w:rPr>
          <w:rFonts w:ascii="Times New Roman" w:hAnsi="Times New Roman" w:cs="Times New Roman"/>
          <w:sz w:val="24"/>
          <w:szCs w:val="24"/>
        </w:rPr>
        <w:t>eemi ehitamise täpsemad nõuded“</w:t>
      </w:r>
      <w:r w:rsidR="000B19CE" w:rsidRPr="00603FFB">
        <w:rPr>
          <w:rFonts w:ascii="Times New Roman" w:hAnsi="Times New Roman" w:cs="Times New Roman"/>
          <w:sz w:val="24"/>
          <w:szCs w:val="24"/>
        </w:rPr>
        <w:t xml:space="preserve"> </w:t>
      </w:r>
      <w:r w:rsidR="003D3775" w:rsidRPr="00603FFB">
        <w:rPr>
          <w:rFonts w:ascii="Times New Roman" w:hAnsi="Times New Roman" w:cs="Times New Roman"/>
          <w:sz w:val="24"/>
          <w:szCs w:val="24"/>
        </w:rPr>
        <w:t xml:space="preserve">ja </w:t>
      </w:r>
      <w:r w:rsidR="000B19CE" w:rsidRPr="00603FFB">
        <w:rPr>
          <w:rFonts w:ascii="Times New Roman" w:hAnsi="Times New Roman" w:cs="Times New Roman"/>
          <w:sz w:val="24"/>
          <w:szCs w:val="24"/>
        </w:rPr>
        <w:t>majandus- ja kommunikatsiooniministri</w:t>
      </w:r>
      <w:r w:rsidR="000B19CE" w:rsidRPr="00281267">
        <w:rPr>
          <w:rFonts w:ascii="Times New Roman" w:hAnsi="Times New Roman" w:cs="Times New Roman"/>
          <w:sz w:val="24"/>
          <w:szCs w:val="24"/>
        </w:rPr>
        <w:t xml:space="preserve">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641F3034"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w:t>
      </w:r>
      <w:r w:rsidR="00883B73">
        <w:rPr>
          <w:rFonts w:ascii="Times New Roman" w:hAnsi="Times New Roman" w:cs="Times New Roman"/>
          <w:sz w:val="24"/>
          <w:szCs w:val="24"/>
        </w:rPr>
        <w:t xml:space="preserve"> </w:t>
      </w:r>
      <w:r w:rsidR="00705773" w:rsidRPr="00E50701">
        <w:rPr>
          <w:rFonts w:ascii="Times New Roman" w:hAnsi="Times New Roman" w:cs="Times New Roman"/>
          <w:sz w:val="24"/>
          <w:szCs w:val="24"/>
        </w:rPr>
        <w:t>kinni</w:t>
      </w:r>
      <w:r w:rsidR="00883B73">
        <w:rPr>
          <w:rFonts w:ascii="Times New Roman" w:hAnsi="Times New Roman" w:cs="Times New Roman"/>
          <w:sz w:val="24"/>
          <w:szCs w:val="24"/>
        </w:rPr>
        <w:t>p</w:t>
      </w:r>
      <w:r w:rsidR="00705773" w:rsidRPr="00E50701">
        <w:rPr>
          <w:rFonts w:ascii="Times New Roman" w:hAnsi="Times New Roman" w:cs="Times New Roman"/>
          <w:sz w:val="24"/>
          <w:szCs w:val="24"/>
        </w:rPr>
        <w:t>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lastRenderedPageBreak/>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akteerima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ellijal on õigus akteerida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5E7C2F48"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422005">
        <w:rPr>
          <w:rFonts w:ascii="Times New Roman" w:hAnsi="Times New Roman" w:cs="Times New Roman"/>
          <w:sz w:val="24"/>
          <w:szCs w:val="24"/>
        </w:rPr>
        <w:t>;</w:t>
      </w:r>
      <w:r w:rsidR="003D3775" w:rsidRPr="00CD01B9">
        <w:rPr>
          <w:rFonts w:ascii="Times New Roman" w:hAnsi="Times New Roman" w:cs="Times New Roman"/>
          <w:sz w:val="24"/>
          <w:szCs w:val="24"/>
        </w:rPr>
        <w:t xml:space="preserve"> </w:t>
      </w:r>
    </w:p>
    <w:p w14:paraId="59B0ABAB" w14:textId="77777777" w:rsidR="00FD5881" w:rsidRPr="00D001FB" w:rsidRDefault="00FD5881" w:rsidP="00803DD9">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4C7BC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ja </w:t>
      </w:r>
      <w:r w:rsidRPr="0073642E">
        <w:rPr>
          <w:rFonts w:ascii="Times New Roman" w:hAnsi="Times New Roman" w:cs="Times New Roman"/>
          <w:sz w:val="24"/>
          <w:szCs w:val="24"/>
        </w:rPr>
        <w:t xml:space="preserve">kelle kohta </w:t>
      </w:r>
      <w:r w:rsidRPr="004C7BC9">
        <w:rPr>
          <w:rFonts w:ascii="Times New Roman" w:hAnsi="Times New Roman" w:cs="Times New Roman"/>
          <w:sz w:val="24"/>
          <w:szCs w:val="24"/>
        </w:rPr>
        <w:t xml:space="preserve">pole </w:t>
      </w:r>
      <w:r w:rsidR="00D57B01" w:rsidRPr="004C7BC9">
        <w:rPr>
          <w:rFonts w:ascii="Times New Roman" w:hAnsi="Times New Roman" w:cs="Times New Roman"/>
          <w:sz w:val="24"/>
          <w:szCs w:val="24"/>
        </w:rPr>
        <w:t xml:space="preserve">tellijale </w:t>
      </w:r>
      <w:r w:rsidRPr="004C7BC9">
        <w:rPr>
          <w:rFonts w:ascii="Times New Roman" w:hAnsi="Times New Roman" w:cs="Times New Roman"/>
          <w:sz w:val="24"/>
          <w:szCs w:val="24"/>
        </w:rPr>
        <w:t>lepingu täitmise alustamise ajaks punktis 4.2.3. nimetatud teavet esitatud;</w:t>
      </w:r>
    </w:p>
    <w:p w14:paraId="517897C7" w14:textId="77777777" w:rsidR="00003744" w:rsidRPr="00F24385"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4C7BC9">
        <w:rPr>
          <w:rFonts w:ascii="Times New Roman" w:hAnsi="Times New Roman" w:cs="Times New Roman"/>
          <w:sz w:val="24"/>
          <w:szCs w:val="24"/>
        </w:rPr>
        <w:t xml:space="preserve">esitama tellijale andmed </w:t>
      </w:r>
      <w:r w:rsidR="00003744" w:rsidRPr="004C7BC9">
        <w:rPr>
          <w:rFonts w:ascii="Times New Roman" w:hAnsi="Times New Roman" w:cs="Times New Roman"/>
          <w:sz w:val="24"/>
          <w:szCs w:val="24"/>
        </w:rPr>
        <w:t>lepingu selle osa suuruse ja iseloomu kohta, mille suhtes</w:t>
      </w:r>
      <w:r w:rsidRPr="004C7BC9">
        <w:rPr>
          <w:rFonts w:ascii="Times New Roman" w:hAnsi="Times New Roman" w:cs="Times New Roman"/>
          <w:sz w:val="24"/>
          <w:szCs w:val="24"/>
        </w:rPr>
        <w:t xml:space="preserve"> ta kavatseb ta sõlmida alltöövõtu</w:t>
      </w:r>
      <w:r w:rsidR="00003744" w:rsidRPr="004C7BC9">
        <w:rPr>
          <w:rFonts w:ascii="Times New Roman" w:hAnsi="Times New Roman" w:cs="Times New Roman"/>
          <w:sz w:val="24"/>
          <w:szCs w:val="24"/>
        </w:rPr>
        <w:t xml:space="preserve">lepinguid koos kavandatavate alltöövõtjate nimede, kontaktandmed ja teabega nende </w:t>
      </w:r>
      <w:r w:rsidR="00003744" w:rsidRPr="00F24385">
        <w:rPr>
          <w:rFonts w:ascii="Times New Roman" w:hAnsi="Times New Roman" w:cs="Times New Roman"/>
          <w:sz w:val="24"/>
          <w:szCs w:val="24"/>
        </w:rPr>
        <w:t>seaduslike esindajate kohta;</w:t>
      </w:r>
    </w:p>
    <w:p w14:paraId="5765D3FA" w14:textId="16E672BA" w:rsidR="008A63E2" w:rsidRPr="001A62E4" w:rsidRDefault="008A2313" w:rsidP="00DD2A3E">
      <w:pPr>
        <w:pStyle w:val="Pealkiri31"/>
        <w:numPr>
          <w:ilvl w:val="0"/>
          <w:numId w:val="0"/>
        </w:numPr>
        <w:tabs>
          <w:tab w:val="left" w:pos="284"/>
          <w:tab w:val="left" w:pos="709"/>
        </w:tabs>
        <w:spacing w:after="0" w:line="240" w:lineRule="auto"/>
        <w:jc w:val="both"/>
        <w:rPr>
          <w:rStyle w:val="normal1"/>
          <w:rFonts w:cs="Times New Roman"/>
          <w:i/>
          <w:iCs/>
          <w:szCs w:val="24"/>
        </w:rPr>
      </w:pPr>
      <w:r w:rsidRPr="00CD7075">
        <w:rPr>
          <w:rFonts w:ascii="Times New Roman" w:hAnsi="Times New Roman" w:cs="Times New Roman"/>
          <w:sz w:val="24"/>
          <w:szCs w:val="24"/>
        </w:rPr>
        <w:t>kinni pidama tööde teostamisel t</w:t>
      </w:r>
      <w:r w:rsidR="00705773" w:rsidRPr="00CD7075">
        <w:rPr>
          <w:rFonts w:ascii="Times New Roman" w:hAnsi="Times New Roman" w:cs="Times New Roman"/>
          <w:sz w:val="24"/>
          <w:szCs w:val="24"/>
        </w:rPr>
        <w:t>ellija poolt ke</w:t>
      </w:r>
      <w:r w:rsidR="00845209" w:rsidRPr="00CD7075">
        <w:rPr>
          <w:rFonts w:ascii="Times New Roman" w:hAnsi="Times New Roman" w:cs="Times New Roman"/>
          <w:sz w:val="24"/>
          <w:szCs w:val="24"/>
        </w:rPr>
        <w:t>htestatud keskkonnaalastest käitumisju</w:t>
      </w:r>
      <w:r w:rsidR="00705773" w:rsidRPr="00CD7075">
        <w:rPr>
          <w:rFonts w:ascii="Times New Roman" w:hAnsi="Times New Roman" w:cs="Times New Roman"/>
          <w:sz w:val="24"/>
          <w:szCs w:val="24"/>
        </w:rPr>
        <w:t xml:space="preserve">histest ja projektis esitatud </w:t>
      </w:r>
      <w:r w:rsidR="002747CE" w:rsidRPr="00CD7075">
        <w:rPr>
          <w:rFonts w:ascii="Times New Roman" w:hAnsi="Times New Roman" w:cs="Times New Roman"/>
          <w:sz w:val="24"/>
          <w:szCs w:val="24"/>
        </w:rPr>
        <w:t>ehitus</w:t>
      </w:r>
      <w:r w:rsidR="00705773" w:rsidRPr="00CD7075">
        <w:rPr>
          <w:rFonts w:ascii="Times New Roman" w:hAnsi="Times New Roman" w:cs="Times New Roman"/>
          <w:sz w:val="24"/>
          <w:szCs w:val="24"/>
        </w:rPr>
        <w:t xml:space="preserve">objekti omapära </w:t>
      </w:r>
      <w:r w:rsidR="00705773" w:rsidRPr="001A62E4">
        <w:rPr>
          <w:rFonts w:ascii="Times New Roman" w:hAnsi="Times New Roman" w:cs="Times New Roman"/>
          <w:sz w:val="24"/>
          <w:szCs w:val="24"/>
        </w:rPr>
        <w:t>arvestavaid nõudeid</w:t>
      </w:r>
      <w:r w:rsidR="00003744" w:rsidRPr="001A62E4">
        <w:rPr>
          <w:rStyle w:val="normal1"/>
          <w:rFonts w:cs="Times New Roman"/>
          <w:szCs w:val="24"/>
        </w:rPr>
        <w:t xml:space="preserve">. </w:t>
      </w:r>
      <w:r w:rsidR="002551B0" w:rsidRPr="001A62E4">
        <w:rPr>
          <w:rStyle w:val="normal1"/>
          <w:rFonts w:cs="Times New Roman"/>
          <w:szCs w:val="24"/>
        </w:rPr>
        <w:t xml:space="preserve">Jälgima </w:t>
      </w:r>
      <w:r w:rsidR="002551B0" w:rsidRPr="001A62E4">
        <w:rPr>
          <w:rFonts w:ascii="Times New Roman" w:eastAsia="Times New Roman" w:hAnsi="Times New Roman" w:cs="Times New Roman"/>
          <w:sz w:val="24"/>
          <w:szCs w:val="24"/>
        </w:rPr>
        <w:t>ehitusprojekti</w:t>
      </w:r>
      <w:r w:rsidR="00CA10F9" w:rsidRPr="001A62E4">
        <w:rPr>
          <w:rFonts w:ascii="Times New Roman" w:eastAsia="Times New Roman" w:hAnsi="Times New Roman" w:cs="Times New Roman"/>
          <w:sz w:val="24"/>
          <w:szCs w:val="24"/>
        </w:rPr>
        <w:t>des</w:t>
      </w:r>
      <w:r w:rsidR="002551B0" w:rsidRPr="001A62E4">
        <w:rPr>
          <w:rFonts w:ascii="Times New Roman" w:eastAsia="Times New Roman" w:hAnsi="Times New Roman" w:cs="Times New Roman"/>
          <w:sz w:val="24"/>
          <w:szCs w:val="24"/>
        </w:rPr>
        <w:t xml:space="preserve"> </w:t>
      </w:r>
      <w:r w:rsidR="00B74C69" w:rsidRPr="001A62E4">
        <w:rPr>
          <w:rFonts w:ascii="Times New Roman" w:eastAsia="Times New Roman" w:hAnsi="Times New Roman" w:cs="Times New Roman"/>
          <w:sz w:val="24"/>
          <w:szCs w:val="24"/>
        </w:rPr>
        <w:t>3.</w:t>
      </w:r>
      <w:r w:rsidR="00AF0122" w:rsidRPr="001A62E4">
        <w:rPr>
          <w:rFonts w:ascii="Times New Roman" w:eastAsia="Times New Roman" w:hAnsi="Times New Roman" w:cs="Times New Roman"/>
          <w:sz w:val="24"/>
          <w:szCs w:val="24"/>
        </w:rPr>
        <w:t>7</w:t>
      </w:r>
      <w:r w:rsidR="00781A5E" w:rsidRPr="001A62E4">
        <w:rPr>
          <w:rFonts w:ascii="Times New Roman" w:eastAsia="Times New Roman" w:hAnsi="Times New Roman" w:cs="Times New Roman"/>
          <w:sz w:val="24"/>
          <w:szCs w:val="24"/>
        </w:rPr>
        <w:t xml:space="preserve">. </w:t>
      </w:r>
      <w:r w:rsidR="002C4814" w:rsidRPr="001A62E4">
        <w:rPr>
          <w:rFonts w:ascii="Times New Roman" w:eastAsia="Times New Roman" w:hAnsi="Times New Roman" w:cs="Times New Roman"/>
          <w:sz w:val="24"/>
          <w:szCs w:val="24"/>
        </w:rPr>
        <w:t xml:space="preserve">Keskkonnakaitse </w:t>
      </w:r>
      <w:r w:rsidR="00F60609" w:rsidRPr="001A62E4">
        <w:rPr>
          <w:rFonts w:ascii="Times New Roman" w:eastAsia="Times New Roman" w:hAnsi="Times New Roman" w:cs="Times New Roman"/>
          <w:sz w:val="24"/>
          <w:szCs w:val="24"/>
        </w:rPr>
        <w:t>peatükk</w:t>
      </w:r>
      <w:r w:rsidR="00A2018D" w:rsidRPr="001A62E4">
        <w:rPr>
          <w:rFonts w:ascii="Times New Roman" w:eastAsia="Times New Roman" w:hAnsi="Times New Roman" w:cs="Times New Roman"/>
          <w:sz w:val="24"/>
          <w:szCs w:val="24"/>
        </w:rPr>
        <w:t>is</w:t>
      </w:r>
      <w:r w:rsidR="00F60609" w:rsidRPr="001A62E4">
        <w:rPr>
          <w:rFonts w:ascii="Times New Roman" w:eastAsia="Times New Roman" w:hAnsi="Times New Roman" w:cs="Times New Roman"/>
          <w:sz w:val="24"/>
          <w:szCs w:val="24"/>
        </w:rPr>
        <w:t xml:space="preserve"> </w:t>
      </w:r>
      <w:r w:rsidR="00781A5E" w:rsidRPr="001A62E4">
        <w:rPr>
          <w:rFonts w:ascii="Times New Roman" w:eastAsia="Times New Roman" w:hAnsi="Times New Roman" w:cs="Times New Roman"/>
          <w:sz w:val="24"/>
          <w:szCs w:val="24"/>
        </w:rPr>
        <w:t xml:space="preserve">(lk </w:t>
      </w:r>
      <w:r w:rsidR="001A62E4" w:rsidRPr="001A62E4">
        <w:rPr>
          <w:rFonts w:ascii="Times New Roman" w:eastAsia="Times New Roman" w:hAnsi="Times New Roman" w:cs="Times New Roman"/>
          <w:sz w:val="24"/>
          <w:szCs w:val="24"/>
        </w:rPr>
        <w:t>1</w:t>
      </w:r>
      <w:r w:rsidR="00AF0122" w:rsidRPr="001A62E4">
        <w:rPr>
          <w:rFonts w:ascii="Times New Roman" w:eastAsia="Times New Roman" w:hAnsi="Times New Roman" w:cs="Times New Roman"/>
          <w:sz w:val="24"/>
          <w:szCs w:val="24"/>
        </w:rPr>
        <w:t>8</w:t>
      </w:r>
      <w:r w:rsidR="00D52137">
        <w:rPr>
          <w:rFonts w:ascii="Times New Roman" w:eastAsia="Times New Roman" w:hAnsi="Times New Roman" w:cs="Times New Roman"/>
          <w:sz w:val="24"/>
          <w:szCs w:val="24"/>
        </w:rPr>
        <w:t>-19</w:t>
      </w:r>
      <w:r w:rsidR="00781A5E" w:rsidRPr="001A62E4">
        <w:rPr>
          <w:rFonts w:ascii="Times New Roman" w:eastAsia="Times New Roman" w:hAnsi="Times New Roman" w:cs="Times New Roman"/>
          <w:sz w:val="24"/>
          <w:szCs w:val="24"/>
        </w:rPr>
        <w:t xml:space="preserve">) </w:t>
      </w:r>
      <w:r w:rsidR="002551B0" w:rsidRPr="001A62E4">
        <w:rPr>
          <w:rFonts w:ascii="Times New Roman" w:eastAsia="Times New Roman" w:hAnsi="Times New Roman" w:cs="Times New Roman"/>
          <w:sz w:val="24"/>
          <w:szCs w:val="24"/>
        </w:rPr>
        <w:t>ning</w:t>
      </w:r>
      <w:r w:rsidR="002551B0" w:rsidRPr="001A62E4">
        <w:rPr>
          <w:rStyle w:val="normal1"/>
          <w:rFonts w:cs="Times New Roman"/>
          <w:szCs w:val="24"/>
        </w:rPr>
        <w:t xml:space="preserve"> tellija poolt koostatud keskkonnaanalüüsis toodut.</w:t>
      </w:r>
      <w:r w:rsidR="00CD7075" w:rsidRPr="001A62E4">
        <w:rPr>
          <w:rStyle w:val="normal1"/>
          <w:rFonts w:cs="Times New Roman"/>
          <w:szCs w:val="24"/>
        </w:rPr>
        <w:t xml:space="preserve"> </w:t>
      </w:r>
      <w:r w:rsidR="006F3DE0" w:rsidRPr="001A62E4">
        <w:rPr>
          <w:rStyle w:val="normal1"/>
          <w:rFonts w:cs="Times New Roman"/>
          <w:i/>
          <w:iCs/>
          <w:szCs w:val="24"/>
        </w:rPr>
        <w:t>(Looduskaitse) Vääriselupaik nr 210712;</w:t>
      </w:r>
      <w:r w:rsidR="00CD7075" w:rsidRPr="001A62E4">
        <w:rPr>
          <w:rStyle w:val="normal1"/>
          <w:rFonts w:cs="Times New Roman"/>
          <w:i/>
          <w:iCs/>
          <w:szCs w:val="24"/>
        </w:rPr>
        <w:t xml:space="preserve"> </w:t>
      </w:r>
      <w:r w:rsidR="006F3DE0" w:rsidRPr="001A62E4">
        <w:rPr>
          <w:rStyle w:val="normal1"/>
          <w:rFonts w:cs="Times New Roman"/>
          <w:i/>
          <w:iCs/>
          <w:szCs w:val="24"/>
        </w:rPr>
        <w:t>(Natura 2000 linnuala) EELIS kood RAH0000069;</w:t>
      </w:r>
      <w:r w:rsidR="00CD7075" w:rsidRPr="001A62E4">
        <w:rPr>
          <w:rStyle w:val="normal1"/>
          <w:rFonts w:cs="Times New Roman"/>
          <w:i/>
          <w:iCs/>
          <w:szCs w:val="24"/>
        </w:rPr>
        <w:t xml:space="preserve"> </w:t>
      </w:r>
      <w:r w:rsidR="006F3DE0" w:rsidRPr="001A62E4">
        <w:rPr>
          <w:rStyle w:val="normal1"/>
          <w:rFonts w:cs="Times New Roman"/>
          <w:i/>
          <w:iCs/>
          <w:szCs w:val="24"/>
        </w:rPr>
        <w:t>(Muinsuskaitse) Kinnismälestis nr 24060</w:t>
      </w:r>
      <w:r w:rsidR="00FC7A38" w:rsidRPr="001A62E4">
        <w:rPr>
          <w:rStyle w:val="normal1"/>
          <w:rFonts w:cs="Times New Roman"/>
          <w:i/>
          <w:iCs/>
          <w:szCs w:val="24"/>
        </w:rPr>
        <w:t>.</w:t>
      </w:r>
      <w:r w:rsidR="0075068B" w:rsidRPr="001A62E4">
        <w:rPr>
          <w:rStyle w:val="normal1"/>
          <w:rFonts w:cs="Times New Roman"/>
          <w:i/>
          <w:iCs/>
          <w:szCs w:val="24"/>
        </w:rPr>
        <w:tab/>
      </w:r>
    </w:p>
    <w:p w14:paraId="77AAC424" w14:textId="77777777" w:rsidR="00705773" w:rsidRPr="00FF397D" w:rsidRDefault="008A2313" w:rsidP="00C87FB5">
      <w:pPr>
        <w:pStyle w:val="Pealkiri31"/>
        <w:tabs>
          <w:tab w:val="left" w:pos="567"/>
        </w:tabs>
        <w:spacing w:after="0" w:line="240" w:lineRule="auto"/>
        <w:ind w:left="0" w:firstLine="0"/>
        <w:jc w:val="both"/>
        <w:rPr>
          <w:rFonts w:ascii="Times New Roman" w:hAnsi="Times New Roman" w:cs="Times New Roman"/>
          <w:sz w:val="24"/>
          <w:szCs w:val="24"/>
        </w:rPr>
      </w:pPr>
      <w:r w:rsidRPr="001A62E4">
        <w:rPr>
          <w:rFonts w:ascii="Times New Roman" w:hAnsi="Times New Roman" w:cs="Times New Roman"/>
          <w:sz w:val="24"/>
          <w:szCs w:val="24"/>
        </w:rPr>
        <w:t>teostama t</w:t>
      </w:r>
      <w:r w:rsidR="00705773" w:rsidRPr="001A62E4">
        <w:rPr>
          <w:rFonts w:ascii="Times New Roman" w:hAnsi="Times New Roman" w:cs="Times New Roman"/>
          <w:sz w:val="24"/>
          <w:szCs w:val="24"/>
        </w:rPr>
        <w:t>ööd, s.h projekti muutmisest</w:t>
      </w:r>
      <w:r w:rsidR="00705773" w:rsidRPr="00FF397D">
        <w:rPr>
          <w:rFonts w:ascii="Times New Roman" w:hAnsi="Times New Roman" w:cs="Times New Roman"/>
          <w:sz w:val="24"/>
          <w:szCs w:val="24"/>
        </w:rPr>
        <w:t xml:space="preserve"> </w:t>
      </w:r>
      <w:r w:rsidRPr="00FF397D">
        <w:rPr>
          <w:rFonts w:ascii="Times New Roman" w:hAnsi="Times New Roman" w:cs="Times New Roman"/>
          <w:sz w:val="24"/>
          <w:szCs w:val="24"/>
        </w:rPr>
        <w:t>tulenevad lisatööd, p</w:t>
      </w:r>
      <w:r w:rsidR="00705773" w:rsidRPr="00FF397D">
        <w:rPr>
          <w:rFonts w:ascii="Times New Roman" w:hAnsi="Times New Roman" w:cs="Times New Roman"/>
          <w:sz w:val="24"/>
          <w:szCs w:val="24"/>
        </w:rPr>
        <w:t>akkumises toodud hindadega, tähtaegselt ja k</w:t>
      </w:r>
      <w:r w:rsidRPr="00FF397D">
        <w:rPr>
          <w:rFonts w:ascii="Times New Roman" w:hAnsi="Times New Roman" w:cs="Times New Roman"/>
          <w:sz w:val="24"/>
          <w:szCs w:val="24"/>
        </w:rPr>
        <w:t>valiteetselt ning informeerima t</w:t>
      </w:r>
      <w:r w:rsidR="00705773" w:rsidRPr="00FF397D">
        <w:rPr>
          <w:rFonts w:ascii="Times New Roman" w:hAnsi="Times New Roman" w:cs="Times New Roman"/>
          <w:sz w:val="24"/>
          <w:szCs w:val="24"/>
        </w:rPr>
        <w:t>ellijat tööde või lisatööde hili</w:t>
      </w:r>
      <w:r w:rsidR="00705773" w:rsidRPr="00FF397D">
        <w:rPr>
          <w:rFonts w:ascii="Times New Roman" w:hAnsi="Times New Roman" w:cs="Times New Roman"/>
          <w:sz w:val="24"/>
          <w:szCs w:val="24"/>
        </w:rPr>
        <w:softHyphen/>
        <w:t>ne</w:t>
      </w:r>
      <w:r w:rsidR="00705773" w:rsidRPr="00FF397D">
        <w:rPr>
          <w:rFonts w:ascii="Times New Roman" w:hAnsi="Times New Roman" w:cs="Times New Roman"/>
          <w:sz w:val="24"/>
          <w:szCs w:val="24"/>
        </w:rPr>
        <w:softHyphen/>
        <w:t>misest ja hilinemise põhjustest;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FF397D">
        <w:rPr>
          <w:rFonts w:ascii="Times New Roman" w:hAnsi="Times New Roman" w:cs="Times New Roman"/>
          <w:sz w:val="24"/>
          <w:szCs w:val="24"/>
        </w:rPr>
        <w:t>järgima seaduste, eelkõige metsaseaduse, päästeseaduse</w:t>
      </w:r>
      <w:r w:rsidRPr="00C87FB5">
        <w:rPr>
          <w:rFonts w:ascii="Times New Roman" w:hAnsi="Times New Roman" w:cs="Times New Roman"/>
          <w:sz w:val="24"/>
          <w:szCs w:val="24"/>
        </w:rPr>
        <w:t xml:space="preserve"> ning töötervishoiu ja tööohutuse seaduse, samuti nende alusel antud õigusaktide norme ja tegema kõik endast oleneva, et vältida metsa tervisliku seisundi halvenemist</w:t>
      </w:r>
      <w:r w:rsidRPr="00BE1A4D">
        <w:rPr>
          <w:rFonts w:ascii="Times New Roman" w:hAnsi="Times New Roman" w:cs="Times New Roman"/>
          <w:sz w:val="24"/>
          <w:szCs w:val="24"/>
        </w:rPr>
        <w:t xml:space="preserve">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lastRenderedPageBreak/>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3627474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tagasivõtmatu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objektile juurdepääsuks kasutatavate teede nõuetekohase sõidetavuse,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alljärgnev(ad)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477F098E"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lastRenderedPageBreak/>
        <w:t>Töövõtja annab tellijale lõplikult valmis t</w:t>
      </w:r>
      <w:r w:rsidR="00705773" w:rsidRPr="009B262F">
        <w:rPr>
          <w:rFonts w:ascii="Times New Roman" w:hAnsi="Times New Roman" w:cs="Times New Roman"/>
          <w:sz w:val="24"/>
          <w:szCs w:val="24"/>
        </w:rPr>
        <w:t xml:space="preserve">öö üle </w:t>
      </w:r>
      <w:bookmarkStart w:id="0" w:name="_Hlk90366426"/>
      <w:r w:rsidR="00487B12" w:rsidRPr="00487B12">
        <w:rPr>
          <w:rFonts w:ascii="Times New Roman" w:hAnsi="Times New Roman" w:cs="Times New Roman"/>
          <w:sz w:val="24"/>
          <w:szCs w:val="24"/>
        </w:rPr>
        <w:t>järgmiselt</w:t>
      </w:r>
      <w:r w:rsidR="00D63899" w:rsidRPr="00D63899">
        <w:rPr>
          <w:rFonts w:ascii="Times New Roman" w:eastAsia="Calibri" w:hAnsi="Times New Roman" w:cs="Times New Roman"/>
          <w:sz w:val="24"/>
          <w:szCs w:val="24"/>
        </w:rPr>
        <w:t xml:space="preserve"> </w:t>
      </w:r>
      <w:r w:rsidR="00FB6D32" w:rsidRPr="00494163">
        <w:rPr>
          <w:rFonts w:ascii="Times New Roman" w:hAnsi="Times New Roman" w:cs="Times New Roman"/>
          <w:sz w:val="24"/>
          <w:szCs w:val="24"/>
        </w:rPr>
        <w:t xml:space="preserve">hiljemalt </w:t>
      </w:r>
      <w:r w:rsidR="00D63899" w:rsidRPr="006803B0">
        <w:rPr>
          <w:rFonts w:ascii="Times New Roman" w:eastAsia="Calibri" w:hAnsi="Times New Roman" w:cs="Times New Roman"/>
          <w:b/>
          <w:bCs/>
          <w:sz w:val="24"/>
          <w:szCs w:val="24"/>
        </w:rPr>
        <w:t>1.09.202</w:t>
      </w:r>
      <w:r w:rsidR="0087052E">
        <w:rPr>
          <w:rFonts w:ascii="Times New Roman" w:eastAsia="Calibri" w:hAnsi="Times New Roman" w:cs="Times New Roman"/>
          <w:b/>
          <w:bCs/>
          <w:sz w:val="24"/>
          <w:szCs w:val="24"/>
        </w:rPr>
        <w:t>6</w:t>
      </w:r>
      <w:r w:rsidR="00D63899" w:rsidRPr="006803B0">
        <w:rPr>
          <w:rFonts w:ascii="Times New Roman" w:eastAsia="Calibri" w:hAnsi="Times New Roman" w:cs="Times New Roman"/>
          <w:b/>
          <w:bCs/>
          <w:sz w:val="24"/>
          <w:szCs w:val="24"/>
        </w:rPr>
        <w:t>.</w:t>
      </w:r>
      <w:r w:rsidR="00570E0F">
        <w:rPr>
          <w:rFonts w:ascii="Times New Roman" w:eastAsia="Calibri" w:hAnsi="Times New Roman" w:cs="Times New Roman"/>
          <w:sz w:val="24"/>
          <w:szCs w:val="24"/>
        </w:rPr>
        <w:t xml:space="preserve"> </w:t>
      </w:r>
      <w:r w:rsidRPr="009B262F">
        <w:rPr>
          <w:rFonts w:ascii="Times New Roman" w:hAnsi="Times New Roman" w:cs="Times New Roman"/>
          <w:sz w:val="24"/>
          <w:szCs w:val="24"/>
        </w:rPr>
        <w:t>Vastavalt graafikule akteeritakse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2B7B8D62"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b/>
            <w:bCs/>
            <w:sz w:val="24"/>
            <w:szCs w:val="24"/>
          </w:rPr>
          <w:id w:val="-419560017"/>
          <w:placeholder>
            <w:docPart w:val="6B3AD3B3B554462E97FB45FDBD91361E"/>
          </w:placeholder>
          <w:date w:fullDate="2026-11-01T00:00:00Z">
            <w:dateFormat w:val="d.MM.yyyy"/>
            <w:lid w:val="et-EE"/>
            <w:storeMappedDataAs w:val="dateTime"/>
            <w:calendar w:val="gregorian"/>
          </w:date>
        </w:sdtPr>
        <w:sdtContent>
          <w:r w:rsidR="006803B0" w:rsidRPr="00A57DF2">
            <w:rPr>
              <w:rFonts w:ascii="Times New Roman" w:eastAsia="Calibri" w:hAnsi="Times New Roman" w:cs="Times New Roman"/>
              <w:b/>
              <w:bCs/>
              <w:sz w:val="24"/>
              <w:szCs w:val="24"/>
            </w:rPr>
            <w:t>1.11.202</w:t>
          </w:r>
          <w:r w:rsidR="0087052E">
            <w:rPr>
              <w:rFonts w:ascii="Times New Roman" w:eastAsia="Calibri" w:hAnsi="Times New Roman" w:cs="Times New Roman"/>
              <w:b/>
              <w:bCs/>
              <w:sz w:val="24"/>
              <w:szCs w:val="24"/>
            </w:rPr>
            <w:t>6</w:t>
          </w:r>
        </w:sdtContent>
      </w:sdt>
      <w:r w:rsidR="0035454A" w:rsidRPr="009B262F">
        <w:rPr>
          <w:rFonts w:ascii="Times New Roman" w:hAnsi="Times New Roman" w:cs="Times New Roman"/>
          <w:sz w:val="24"/>
          <w:szCs w:val="24"/>
        </w:rPr>
        <w:t>.</w:t>
      </w:r>
      <w:bookmarkEnd w:id="0"/>
      <w:r w:rsidR="006803B0" w:rsidRPr="006803B0">
        <w:rPr>
          <w:rFonts w:ascii="Times New Roman" w:eastAsia="Calibri" w:hAnsi="Times New Roman" w:cs="Times New Roman"/>
          <w:sz w:val="24"/>
          <w:szCs w:val="24"/>
        </w:rPr>
        <w:t xml:space="preserve"> </w:t>
      </w:r>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743F01B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r w:rsidR="003F61D1">
        <w:rPr>
          <w:rFonts w:ascii="Times New Roman" w:hAnsi="Times New Roman" w:cs="Times New Roman"/>
          <w:sz w:val="24"/>
          <w:szCs w:val="24"/>
        </w:rPr>
        <w:t xml:space="preserve">Transpordiameti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68564EB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 xml:space="preserve">tud garantii kehtib juhul, kui tellija iseseisvalt ei </w:t>
      </w:r>
      <w:r w:rsidR="001D668D">
        <w:rPr>
          <w:rFonts w:ascii="Times New Roman" w:hAnsi="Times New Roman" w:cs="Times New Roman"/>
          <w:sz w:val="24"/>
          <w:szCs w:val="24"/>
        </w:rPr>
        <w:t xml:space="preserve">muuda </w:t>
      </w:r>
      <w:r w:rsidR="008A2313" w:rsidRPr="00CD01B9">
        <w:rPr>
          <w:rFonts w:ascii="Times New Roman" w:hAnsi="Times New Roman" w:cs="Times New Roman"/>
          <w:sz w:val="24"/>
          <w:szCs w:val="24"/>
        </w:rPr>
        <w:t>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5A229D1B" w14:textId="467C29AB" w:rsidR="00642E49" w:rsidRDefault="0068271C" w:rsidP="00372718">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w:t>
      </w:r>
      <w:r w:rsidR="003E66D7">
        <w:rPr>
          <w:rFonts w:ascii="Times New Roman" w:hAnsi="Times New Roman" w:cs="Times New Roman"/>
          <w:sz w:val="24"/>
          <w:szCs w:val="24"/>
        </w:rPr>
        <w:t xml:space="preserve"> </w:t>
      </w:r>
      <w:r w:rsidRPr="00E57720">
        <w:rPr>
          <w:rFonts w:ascii="Times New Roman" w:hAnsi="Times New Roman" w:cs="Times New Roman"/>
          <w:sz w:val="24"/>
          <w:szCs w:val="24"/>
        </w:rPr>
        <w:t>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ses toodud hindadest ja selle alusel teostatud ning akteeritud töödest.</w:t>
      </w:r>
    </w:p>
    <w:p w14:paraId="1AF3E33B" w14:textId="30328B60"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r w:rsidR="003F61D1">
        <w:rPr>
          <w:rFonts w:ascii="Times New Roman" w:hAnsi="Times New Roman" w:cs="Times New Roman"/>
          <w:sz w:val="24"/>
          <w:szCs w:val="24"/>
        </w:rPr>
        <w:t xml:space="preserve">Transpordiameti </w:t>
      </w:r>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Töövõtja esitab arve vaid elektrooniliselt. Arve esitamiseks tuleb kasutada elektrooniliste arvete esitamiseks mõeldud raamatupidamistarkvara või raamatupidamistarkvara E-arveldaja, mis asub ettevõtjaportaalis </w:t>
      </w:r>
      <w:hyperlink r:id="rId8"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lastRenderedPageBreak/>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3BA9E92C"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AD14DD" w:rsidRPr="009A7040">
        <w:rPr>
          <w:rFonts w:ascii="Times New Roman" w:hAnsi="Times New Roman" w:cs="Times New Roman"/>
          <w:sz w:val="24"/>
          <w:szCs w:val="24"/>
        </w:rPr>
        <w:t xml:space="preserve">metsataristuspetsialist </w:t>
      </w:r>
      <w:r w:rsidR="009A7040" w:rsidRPr="009A7040">
        <w:rPr>
          <w:rFonts w:ascii="Times New Roman" w:hAnsi="Times New Roman" w:cs="Times New Roman"/>
          <w:sz w:val="24"/>
          <w:szCs w:val="24"/>
        </w:rPr>
        <w:t xml:space="preserve">Rein Kilgi, tel: 5073440, e-mail: </w:t>
      </w:r>
      <w:hyperlink r:id="rId9" w:history="1">
        <w:r w:rsidR="009A7040" w:rsidRPr="009A7040">
          <w:rPr>
            <w:rStyle w:val="Hperlink"/>
            <w:rFonts w:ascii="Times New Roman" w:hAnsi="Times New Roman" w:cs="Times New Roman"/>
            <w:sz w:val="24"/>
            <w:szCs w:val="24"/>
          </w:rPr>
          <w:t>rein.kilgi@rmk.ee</w:t>
        </w:r>
      </w:hyperlink>
      <w:r w:rsidR="00AD14DD" w:rsidRPr="009A7040">
        <w:rPr>
          <w:rFonts w:ascii="Times New Roman" w:eastAsia="Times New Roman" w:hAnsi="Times New Roman" w:cs="Times New Roman"/>
          <w:sz w:val="24"/>
          <w:szCs w:val="24"/>
        </w:rPr>
        <w:t>.</w:t>
      </w:r>
      <w:r w:rsidR="00FE308B">
        <w:rPr>
          <w:rFonts w:ascii="Times New Roman" w:eastAsia="Times New Roman" w:hAnsi="Times New Roman" w:cs="Times New Roman"/>
          <w:sz w:val="24"/>
          <w:szCs w:val="24"/>
        </w:rPr>
        <w:t xml:space="preserve"> </w:t>
      </w:r>
      <w:r w:rsidR="00892971">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65DEE386"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w:t>
      </w:r>
      <w:r w:rsidR="002633AC">
        <w:rPr>
          <w:rFonts w:ascii="Times New Roman" w:hAnsi="Times New Roman" w:cs="Times New Roman"/>
          <w:bCs/>
          <w:sz w:val="24"/>
          <w:szCs w:val="24"/>
        </w:rPr>
        <w:t>M</w:t>
      </w:r>
      <w:r w:rsidR="003B7CC8" w:rsidRPr="003B7CC8">
        <w:rPr>
          <w:rFonts w:ascii="Times New Roman" w:hAnsi="Times New Roman" w:cs="Times New Roman"/>
          <w:bCs/>
          <w:sz w:val="24"/>
          <w:szCs w:val="24"/>
        </w:rPr>
        <w:t>etsataristu osakonna juhataja</w:t>
      </w:r>
      <w:r w:rsidRPr="0095274F">
        <w:rPr>
          <w:rFonts w:ascii="Times New Roman" w:hAnsi="Times New Roman" w:cs="Times New Roman"/>
          <w:bCs/>
          <w:sz w:val="24"/>
          <w:szCs w:val="24"/>
        </w:rPr>
        <w:t xml:space="preserve"> Margus Reimann, tel: 5021510; e-post: </w:t>
      </w:r>
      <w:hyperlink r:id="rId10"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E-kirja teel edastatud teated peetakse kättesaaduks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3AC85BFA" w14:textId="77777777" w:rsidR="000911F2" w:rsidRPr="00CD01B9" w:rsidRDefault="000911F2"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000000"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250"/>
      </w:tblGrid>
      <w:tr w:rsidR="00705773" w:rsidRPr="00FE2065" w14:paraId="406FF1EB" w14:textId="77777777" w:rsidTr="00DD3DC4">
        <w:trPr>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lastRenderedPageBreak/>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31F8B9C5" w:rsidR="00705773" w:rsidRDefault="00A66EC9" w:rsidP="00177B2A">
            <w:pPr>
              <w:jc w:val="both"/>
              <w:rPr>
                <w:sz w:val="24"/>
                <w:szCs w:val="24"/>
              </w:rPr>
            </w:pPr>
            <w:r w:rsidRPr="00A66EC9">
              <w:rPr>
                <w:sz w:val="24"/>
                <w:szCs w:val="24"/>
              </w:rPr>
              <w:t>Mõisa/3, Sagadi küla, Haljala vald</w:t>
            </w:r>
            <w:r w:rsidR="0066511C">
              <w:rPr>
                <w:sz w:val="24"/>
                <w:szCs w:val="24"/>
              </w:rPr>
              <w:t>,</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1"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38302A14" w:rsidR="00FE2065" w:rsidRPr="00A777AE" w:rsidRDefault="00A777AE" w:rsidP="00177B2A">
            <w:pPr>
              <w:jc w:val="both"/>
              <w:rPr>
                <w:sz w:val="24"/>
                <w:szCs w:val="24"/>
              </w:rPr>
            </w:pPr>
            <w:r w:rsidRPr="00A777AE">
              <w:rPr>
                <w:sz w:val="24"/>
                <w:szCs w:val="24"/>
              </w:rPr>
              <w:t xml:space="preserve">RMK </w:t>
            </w:r>
            <w:r w:rsidR="00AC6EDD">
              <w:rPr>
                <w:sz w:val="24"/>
                <w:szCs w:val="24"/>
              </w:rPr>
              <w:t>M</w:t>
            </w:r>
            <w:r w:rsidR="00AC6EDD" w:rsidRPr="00AC6EDD">
              <w:rPr>
                <w:sz w:val="24"/>
                <w:szCs w:val="24"/>
              </w:rPr>
              <w:t>etsataristu osakon</w:t>
            </w:r>
            <w:r w:rsidR="00AC6EDD">
              <w:rPr>
                <w:sz w:val="24"/>
                <w:szCs w:val="24"/>
              </w:rPr>
              <w:t>d</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000000"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c>
          <w:tcPr>
            <w:tcW w:w="4250" w:type="dxa"/>
          </w:tcPr>
          <w:p w14:paraId="23DEA4AA" w14:textId="77777777" w:rsidR="00FE2065" w:rsidRPr="00FE2065" w:rsidRDefault="00000000"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tcPr>
          <w:p w14:paraId="3D38DCD8" w14:textId="77777777" w:rsidR="00AC4DB4"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p w14:paraId="71FD4674" w14:textId="4C43EB18" w:rsidR="00AC4DB4" w:rsidRPr="00FE2065" w:rsidRDefault="00AC4DB4" w:rsidP="004B315A">
            <w:pPr>
              <w:jc w:val="both"/>
              <w:rPr>
                <w:sz w:val="24"/>
                <w:szCs w:val="24"/>
              </w:rPr>
            </w:pPr>
          </w:p>
        </w:tc>
      </w:tr>
    </w:tbl>
    <w:p w14:paraId="119AE7C2" w14:textId="77777777" w:rsidR="00AC4DB4" w:rsidRDefault="00AC4DB4" w:rsidP="008B7C96">
      <w:pPr>
        <w:spacing w:line="240" w:lineRule="auto"/>
        <w:ind w:left="5670"/>
        <w:outlineLvl w:val="0"/>
        <w:rPr>
          <w:rFonts w:ascii="Times New Roman" w:hAnsi="Times New Roman" w:cs="Times New Roman"/>
          <w:sz w:val="20"/>
          <w:szCs w:val="20"/>
        </w:rPr>
      </w:pPr>
    </w:p>
    <w:p w14:paraId="4A9146DD" w14:textId="77777777" w:rsidR="00AC6EDD" w:rsidRDefault="00AC6EDD">
      <w:pPr>
        <w:rPr>
          <w:rFonts w:ascii="Times New Roman" w:hAnsi="Times New Roman" w:cs="Times New Roman"/>
          <w:sz w:val="20"/>
          <w:szCs w:val="20"/>
        </w:rPr>
      </w:pPr>
      <w:r>
        <w:rPr>
          <w:rFonts w:ascii="Times New Roman" w:hAnsi="Times New Roman" w:cs="Times New Roman"/>
          <w:sz w:val="20"/>
          <w:szCs w:val="20"/>
        </w:rPr>
        <w:br w:type="page"/>
      </w:r>
    </w:p>
    <w:p w14:paraId="5A01322A" w14:textId="4AAE390E" w:rsidR="008B7C96" w:rsidRPr="0050772E"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1" w:name="_Hlk126332553"/>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2105028776"/>
          <w:placeholder>
            <w:docPart w:val="E7BB098359B14092AEFC777EEA02F702"/>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454249657"/>
          <w:placeholder>
            <w:docPart w:val="3726CE8B4592446A8860A7DCC3281149"/>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bookmarkEnd w:id="1"/>
    </w:p>
    <w:p w14:paraId="574A4D3C" w14:textId="77777777" w:rsidR="00DA7FB7" w:rsidRDefault="00DA7FB7" w:rsidP="008B7C96">
      <w:pPr>
        <w:spacing w:after="0" w:line="240" w:lineRule="auto"/>
        <w:jc w:val="both"/>
        <w:rPr>
          <w:rFonts w:ascii="Times New Roman" w:hAnsi="Times New Roman" w:cs="Times New Roman"/>
          <w:b/>
          <w:sz w:val="24"/>
          <w:szCs w:val="24"/>
        </w:rPr>
      </w:pPr>
    </w:p>
    <w:p w14:paraId="7AEE6712" w14:textId="29F280F7" w:rsidR="008B7C96" w:rsidRPr="00FE2065" w:rsidRDefault="008B7C96" w:rsidP="008B7C96">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26F51A5F" w14:textId="77777777" w:rsidR="008B7C96" w:rsidRPr="00FE2065" w:rsidRDefault="008B7C96" w:rsidP="008B7C96">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240179AB" w14:textId="77777777" w:rsidR="008B7C96" w:rsidRPr="00FE2065" w:rsidRDefault="008B7C96" w:rsidP="008B7C96">
      <w:pPr>
        <w:spacing w:after="0" w:line="240" w:lineRule="auto"/>
        <w:jc w:val="both"/>
        <w:rPr>
          <w:rFonts w:ascii="Times New Roman" w:hAnsi="Times New Roman" w:cs="Times New Roman"/>
          <w:sz w:val="24"/>
          <w:szCs w:val="24"/>
        </w:rPr>
      </w:pPr>
    </w:p>
    <w:p w14:paraId="67A54FB7" w14:textId="77777777" w:rsidR="008B7C96" w:rsidRPr="00FE2065" w:rsidRDefault="008B7C96" w:rsidP="008B7C96">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2111493372"/>
          <w:placeholder>
            <w:docPart w:val="57389E4D625E4710A8B0F02B148903DE"/>
          </w:placeholder>
          <w:showingPlcHdr/>
          <w:dataBinding w:prefixMappings="xmlns:ns0='http://schemas.openxmlformats.org/officeDocument/2006/extended-properties' " w:xpath="/ns0:Properties[1]/ns0:Company[1]" w:storeItemID="{6668398D-A668-4E3E-A5EB-62B293D839F1}"/>
          <w:text/>
        </w:sdt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753195016"/>
          <w:placeholder>
            <w:docPart w:val="C7C3421EA5E0477382BCD8C7F99CADCE"/>
          </w:placeholder>
          <w:date w:fullDate="2022-03-15T00:00:00Z">
            <w:dateFormat w:val="d.MM.yyyy"/>
            <w:lid w:val="et-EE"/>
            <w:storeMappedDataAs w:val="dateTime"/>
            <w:calendar w:val="gregorian"/>
          </w:date>
        </w:sdt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4BEFFAF8" w14:textId="77777777" w:rsidR="008B7C96" w:rsidRPr="00FE2065" w:rsidRDefault="008B7C96" w:rsidP="008B7C96">
      <w:pPr>
        <w:spacing w:after="0" w:line="240" w:lineRule="auto"/>
        <w:jc w:val="both"/>
        <w:rPr>
          <w:rFonts w:ascii="Times New Roman" w:hAnsi="Times New Roman" w:cs="Times New Roman"/>
          <w:b/>
          <w:color w:val="000000" w:themeColor="text1"/>
          <w:sz w:val="24"/>
          <w:szCs w:val="24"/>
        </w:rPr>
      </w:pPr>
    </w:p>
    <w:p w14:paraId="507BCD9D" w14:textId="77777777" w:rsidR="008B7C96" w:rsidRPr="00FE2065" w:rsidRDefault="008B7C96" w:rsidP="008B7C96">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388BF1DA" w14:textId="77777777" w:rsidR="008B7C96" w:rsidRPr="00FE2065" w:rsidRDefault="008B7C96" w:rsidP="008B7C96">
      <w:pPr>
        <w:spacing w:after="0" w:line="240" w:lineRule="auto"/>
        <w:jc w:val="both"/>
        <w:rPr>
          <w:rFonts w:ascii="Times New Roman" w:hAnsi="Times New Roman" w:cs="Times New Roman"/>
          <w:sz w:val="24"/>
          <w:szCs w:val="24"/>
        </w:rPr>
      </w:pPr>
    </w:p>
    <w:p w14:paraId="6BCA0EA9"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41A15AC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6623BDE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043A648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4F2F355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611DD0BF"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4FDE2B8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19394C8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46390F5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160E369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3A517C0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6310CAD9"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2.6. Raielangil, v.a valgusturaiel, tuleb vegetatsiooniperioodil juurepessu ohtlikel aladel kuuse ja männi kännud töödelda juurepessu leviku tõkestamiseks biotõrjepreparaadiga ROTSTOP</w:t>
      </w:r>
      <w:r>
        <w:rPr>
          <w:rFonts w:ascii="TimesNewRomanPSMT" w:hAnsi="TimesNewRomanPSMT" w:cs="TimesNewRomanPSMT"/>
          <w:sz w:val="16"/>
          <w:szCs w:val="16"/>
        </w:rPr>
        <w:t>®</w:t>
      </w:r>
      <w:r>
        <w:rPr>
          <w:rFonts w:ascii="TimesNewRomanPSMT" w:hAnsi="TimesNewRomanPSMT" w:cs="TimesNewRomanPSMT"/>
          <w:sz w:val="24"/>
          <w:szCs w:val="24"/>
        </w:rPr>
        <w:t>.</w:t>
      </w:r>
    </w:p>
    <w:p w14:paraId="1642D5A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D0B33F3"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51D4A14E"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653D17B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73C45E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4F67D20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5CF1C4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4209F1B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128B3B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3.7. Lekkinud kütus või määrdeained tuleb kokku koguda ja kuni äraveoni ladustada keskkonnaohutult.</w:t>
      </w:r>
    </w:p>
    <w:p w14:paraId="61E6678A" w14:textId="77777777" w:rsidR="000911F2" w:rsidRDefault="000911F2" w:rsidP="008B7C96">
      <w:pPr>
        <w:autoSpaceDE w:val="0"/>
        <w:autoSpaceDN w:val="0"/>
        <w:adjustRightInd w:val="0"/>
        <w:spacing w:after="0" w:line="240" w:lineRule="auto"/>
        <w:jc w:val="both"/>
        <w:rPr>
          <w:rFonts w:ascii="TimesNewRomanPSMT" w:hAnsi="TimesNewRomanPSMT" w:cs="TimesNewRomanPSMT"/>
          <w:sz w:val="24"/>
          <w:szCs w:val="24"/>
        </w:rPr>
      </w:pPr>
    </w:p>
    <w:p w14:paraId="22729DD8"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4. Tavajäätmed ja ohtlikud jäätmed</w:t>
      </w:r>
    </w:p>
    <w:p w14:paraId="7569B37B" w14:textId="77777777" w:rsidR="00664BDE" w:rsidRDefault="008B7C96" w:rsidP="00664BDE">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79C5AA06" w14:textId="022F8E10" w:rsidR="008B7C96" w:rsidRDefault="008B7C96" w:rsidP="00664BDE">
      <w:pPr>
        <w:autoSpaceDE w:val="0"/>
        <w:autoSpaceDN w:val="0"/>
        <w:adjustRightInd w:val="0"/>
        <w:spacing w:after="0" w:line="240" w:lineRule="auto"/>
        <w:ind w:firstLine="426"/>
        <w:jc w:val="both"/>
        <w:rPr>
          <w:rFonts w:ascii="TimesNewRomanPSMT" w:hAnsi="TimesNewRomanPSMT" w:cs="TimesNewRomanPSMT"/>
          <w:sz w:val="24"/>
          <w:szCs w:val="24"/>
        </w:rPr>
      </w:pPr>
      <w:r>
        <w:rPr>
          <w:rFonts w:ascii="TimesNewRomanPSMT" w:hAnsi="TimesNewRomanPSMT" w:cs="TimesNewRomanPSMT"/>
          <w:sz w:val="24"/>
          <w:szCs w:val="24"/>
        </w:rPr>
        <w:lastRenderedPageBreak/>
        <w:t>4.1.1. kütuse ja määrdeainete taara;</w:t>
      </w:r>
    </w:p>
    <w:p w14:paraId="2F189BCC"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5E1D9F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316C7E0F"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2A2CDD57"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4.1.5. akud, hüdrovoolikud, kütuse- või õlifiltrid.</w:t>
      </w:r>
    </w:p>
    <w:p w14:paraId="16342EE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6AF8BED1"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63BD42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6EB780A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0CFF8B1"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1584466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0E8D24A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57C2CDB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675BADAA"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432243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14741476"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5.3.3. absorbentgraanulid vähemalt 20 kg või absorbentmatt, kui masinaks on harvester, forvarder, metsamajanduslikuks tööks kohandatud põllumajanduslik traktor, giljotiin, maapinna ettevalmistamise masin, puiduveok, hakkur või ekskavaator.</w:t>
      </w:r>
    </w:p>
    <w:p w14:paraId="44419D3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24389F6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2B48A94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1D94029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5233E18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2B5FB1E4"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1138340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342F9202"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20011E6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16A607C1" w14:textId="4B12E715" w:rsidR="00952A97" w:rsidRPr="00952A97"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6.4. Lõhkematerjali leidmisel, tuleb helistada 112 ja leidmisest teavitada RMK poolset tööde juhti ning peatada töö kuni lõhkematerjali spetsialistide saabumiseni ning oodata edasisi RMK poolseid korraldusi. Leitud lõhkematerjali ei tohi puudutada.</w:t>
      </w:r>
    </w:p>
    <w:p w14:paraId="2A3DA22F" w14:textId="77777777" w:rsidR="008B7C96" w:rsidRDefault="008B7C96" w:rsidP="008B7C96">
      <w:pPr>
        <w:spacing w:after="0" w:line="240" w:lineRule="auto"/>
        <w:jc w:val="both"/>
        <w:outlineLvl w:val="0"/>
        <w:rPr>
          <w:rFonts w:ascii="Times New Roman" w:hAnsi="Times New Roman" w:cs="Times New Roman"/>
          <w:b/>
          <w:sz w:val="24"/>
          <w:szCs w:val="24"/>
        </w:rPr>
      </w:pPr>
    </w:p>
    <w:p w14:paraId="090DF96C" w14:textId="77777777" w:rsidR="008E6563" w:rsidRDefault="008E6563" w:rsidP="008B7C96">
      <w:pPr>
        <w:spacing w:after="0" w:line="240" w:lineRule="auto"/>
        <w:jc w:val="both"/>
        <w:outlineLvl w:val="0"/>
        <w:rPr>
          <w:rFonts w:ascii="Times New Roman" w:hAnsi="Times New Roman" w:cs="Times New Roman"/>
          <w:b/>
          <w:sz w:val="24"/>
          <w:szCs w:val="24"/>
        </w:rPr>
      </w:pPr>
    </w:p>
    <w:p w14:paraId="1983A55E" w14:textId="77777777" w:rsidR="008B7C96" w:rsidRPr="00FE2065" w:rsidRDefault="008B7C96" w:rsidP="008B7C96">
      <w:pPr>
        <w:spacing w:after="0" w:line="240" w:lineRule="auto"/>
        <w:jc w:val="both"/>
        <w:outlineLvl w:val="0"/>
        <w:rPr>
          <w:rFonts w:ascii="Times New Roman" w:hAnsi="Times New Roman" w:cs="Times New Roman"/>
          <w:b/>
          <w:sz w:val="24"/>
          <w:szCs w:val="24"/>
        </w:rPr>
      </w:pPr>
    </w:p>
    <w:p w14:paraId="6A6BB4C7"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410327E2" w14:textId="77777777" w:rsidR="008B7C96" w:rsidRPr="00FE2065" w:rsidRDefault="008B7C96" w:rsidP="008B7C96">
      <w:pPr>
        <w:spacing w:after="0" w:line="240" w:lineRule="auto"/>
        <w:jc w:val="both"/>
        <w:rPr>
          <w:rFonts w:ascii="Times New Roman" w:hAnsi="Times New Roman" w:cs="Times New Roman"/>
          <w:sz w:val="24"/>
          <w:szCs w:val="24"/>
        </w:rPr>
      </w:pPr>
    </w:p>
    <w:p w14:paraId="311DF107"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69BCD86D" w14:textId="77777777" w:rsidTr="0038497C">
        <w:tc>
          <w:tcPr>
            <w:tcW w:w="4606" w:type="dxa"/>
          </w:tcPr>
          <w:p w14:paraId="64B470E8" w14:textId="77777777" w:rsidR="008B7C96" w:rsidRDefault="008B7C96" w:rsidP="0038497C">
            <w:pPr>
              <w:jc w:val="both"/>
            </w:pPr>
          </w:p>
        </w:tc>
        <w:tc>
          <w:tcPr>
            <w:tcW w:w="4606" w:type="dxa"/>
          </w:tcPr>
          <w:p w14:paraId="795C6C8A" w14:textId="77777777" w:rsidR="008B7C96" w:rsidRDefault="008B7C96" w:rsidP="0038497C">
            <w:pPr>
              <w:jc w:val="both"/>
            </w:pPr>
          </w:p>
        </w:tc>
      </w:tr>
      <w:tr w:rsidR="008B7C96" w14:paraId="16941ED2" w14:textId="77777777" w:rsidTr="0038497C">
        <w:tc>
          <w:tcPr>
            <w:tcW w:w="4606" w:type="dxa"/>
          </w:tcPr>
          <w:p w14:paraId="0CC7B5D4" w14:textId="77777777" w:rsidR="008B7C96" w:rsidRPr="002C6717" w:rsidRDefault="00000000" w:rsidP="0038497C">
            <w:pPr>
              <w:jc w:val="both"/>
              <w:rPr>
                <w:sz w:val="24"/>
                <w:szCs w:val="24"/>
              </w:rPr>
            </w:pPr>
            <w:sdt>
              <w:sdtPr>
                <w:rPr>
                  <w:sz w:val="24"/>
                  <w:szCs w:val="24"/>
                </w:rPr>
                <w:id w:val="1096833988"/>
                <w:placeholder>
                  <w:docPart w:val="16D81A8059F3439E9D7D5000683E76DF"/>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c>
          <w:tcPr>
            <w:tcW w:w="4606" w:type="dxa"/>
          </w:tcPr>
          <w:p w14:paraId="64972C87" w14:textId="77777777" w:rsidR="008B7C96" w:rsidRPr="002C6717" w:rsidRDefault="00000000" w:rsidP="0038497C">
            <w:pPr>
              <w:jc w:val="both"/>
              <w:rPr>
                <w:sz w:val="24"/>
                <w:szCs w:val="24"/>
              </w:rPr>
            </w:pPr>
            <w:sdt>
              <w:sdtPr>
                <w:rPr>
                  <w:sz w:val="24"/>
                  <w:szCs w:val="24"/>
                </w:rPr>
                <w:id w:val="-992566896"/>
                <w:placeholder>
                  <w:docPart w:val="47882E2173CE4EBFBA3879150F9E2175"/>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r>
      <w:tr w:rsidR="008B7C96" w14:paraId="5BFA65BA" w14:textId="77777777" w:rsidTr="0038497C">
        <w:tc>
          <w:tcPr>
            <w:tcW w:w="4606" w:type="dxa"/>
          </w:tcPr>
          <w:p w14:paraId="4B6F27B8" w14:textId="77777777" w:rsidR="008B7C96" w:rsidRPr="002C6717" w:rsidRDefault="008B7C96" w:rsidP="0038497C">
            <w:pPr>
              <w:jc w:val="both"/>
              <w:rPr>
                <w:sz w:val="24"/>
                <w:szCs w:val="24"/>
              </w:rPr>
            </w:pPr>
          </w:p>
        </w:tc>
        <w:tc>
          <w:tcPr>
            <w:tcW w:w="4606" w:type="dxa"/>
          </w:tcPr>
          <w:p w14:paraId="025397FD" w14:textId="77777777" w:rsidR="008B7C96" w:rsidRPr="002C6717" w:rsidRDefault="008B7C96" w:rsidP="0038497C">
            <w:pPr>
              <w:jc w:val="both"/>
              <w:rPr>
                <w:sz w:val="24"/>
                <w:szCs w:val="24"/>
              </w:rPr>
            </w:pPr>
          </w:p>
        </w:tc>
      </w:tr>
      <w:tr w:rsidR="008B7C96" w14:paraId="7BF06357" w14:textId="77777777" w:rsidTr="0038497C">
        <w:tc>
          <w:tcPr>
            <w:tcW w:w="4606" w:type="dxa"/>
          </w:tcPr>
          <w:p w14:paraId="301D7FD8"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76BE41D4" w14:textId="77777777" w:rsidR="008B7C96" w:rsidRPr="002C6717" w:rsidRDefault="008B7C96" w:rsidP="0038497C">
            <w:pPr>
              <w:jc w:val="both"/>
              <w:rPr>
                <w:sz w:val="24"/>
                <w:szCs w:val="24"/>
              </w:rPr>
            </w:pPr>
            <w:r>
              <w:rPr>
                <w:sz w:val="24"/>
                <w:szCs w:val="24"/>
              </w:rPr>
              <w:t>……………………..</w:t>
            </w:r>
          </w:p>
        </w:tc>
      </w:tr>
    </w:tbl>
    <w:p w14:paraId="501FEE3A" w14:textId="2F37E11A" w:rsidR="008B7C96" w:rsidRDefault="008B7C96" w:rsidP="008B7C96">
      <w:pPr>
        <w:rPr>
          <w:rFonts w:ascii="Times New Roman" w:hAnsi="Times New Roman" w:cs="Times New Roman"/>
          <w:sz w:val="24"/>
          <w:szCs w:val="24"/>
        </w:rPr>
      </w:pPr>
    </w:p>
    <w:p w14:paraId="70D61C5A" w14:textId="77777777" w:rsidR="00B85180" w:rsidRDefault="00B85180" w:rsidP="008F6C1E">
      <w:pPr>
        <w:spacing w:after="0" w:line="240" w:lineRule="auto"/>
        <w:jc w:val="both"/>
        <w:rPr>
          <w:rFonts w:ascii="Times New Roman" w:hAnsi="Times New Roman" w:cs="Times New Roman"/>
          <w:sz w:val="24"/>
          <w:szCs w:val="24"/>
        </w:rPr>
        <w:sectPr w:rsidR="00B85180" w:rsidSect="000911F2">
          <w:headerReference w:type="default" r:id="rId12"/>
          <w:footerReference w:type="default" r:id="rId13"/>
          <w:pgSz w:w="11906" w:h="16838"/>
          <w:pgMar w:top="851" w:right="567" w:bottom="1701" w:left="1418" w:header="426" w:footer="709" w:gutter="0"/>
          <w:pgNumType w:start="1"/>
          <w:cols w:space="708"/>
          <w:formProt w:val="0"/>
          <w:docGrid w:linePitch="360"/>
        </w:sectPr>
      </w:pPr>
    </w:p>
    <w:p w14:paraId="05C4B631" w14:textId="6F5358D2" w:rsidR="00606630" w:rsidRPr="0029018F" w:rsidRDefault="00606630" w:rsidP="00606630">
      <w:pPr>
        <w:spacing w:line="240" w:lineRule="auto"/>
        <w:ind w:left="9912"/>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818728776"/>
          <w:placeholder>
            <w:docPart w:val="1E91704418D24E28AE0D6643099144CE"/>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508169622"/>
          <w:placeholder>
            <w:docPart w:val="EC021E8ACF3842558E94A89DC317A5F7"/>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p>
    <w:p w14:paraId="4764D19D" w14:textId="77777777" w:rsidR="008F6C1E" w:rsidRDefault="008F6C1E" w:rsidP="008F6C1E">
      <w:pPr>
        <w:spacing w:after="0" w:line="240" w:lineRule="auto"/>
        <w:jc w:val="both"/>
        <w:rPr>
          <w:rFonts w:ascii="Times New Roman" w:hAnsi="Times New Roman" w:cs="Times New Roman"/>
          <w:sz w:val="24"/>
          <w:szCs w:val="24"/>
        </w:rPr>
      </w:pPr>
    </w:p>
    <w:p w14:paraId="58A03190" w14:textId="77777777" w:rsidR="00606630" w:rsidRPr="00FE2065" w:rsidRDefault="00606630" w:rsidP="008F6C1E">
      <w:pPr>
        <w:spacing w:after="0" w:line="240" w:lineRule="auto"/>
        <w:jc w:val="both"/>
        <w:rPr>
          <w:rFonts w:ascii="Times New Roman" w:hAnsi="Times New Roman" w:cs="Times New Roman"/>
          <w:sz w:val="24"/>
          <w:szCs w:val="24"/>
        </w:rPr>
      </w:pPr>
    </w:p>
    <w:p w14:paraId="01CA4004" w14:textId="0AF12008" w:rsidR="008F6C1E" w:rsidRPr="00FE2065" w:rsidRDefault="008F6C1E" w:rsidP="008F6C1E">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373902501"/>
          <w:placeholder>
            <w:docPart w:val="FDE20864317C4BEFB72D8F6C051C3072"/>
          </w:placeholder>
          <w:showingPlcHdr/>
          <w:dataBinding w:prefixMappings="xmlns:ns0='http://schemas.openxmlformats.org/officeDocument/2006/extended-properties' " w:xpath="/ns0:Properties[1]/ns0:Company[1]" w:storeItemID="{6668398D-A668-4E3E-A5EB-62B293D839F1}"/>
          <w:text/>
        </w:sdt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177260501"/>
          <w:placeholder>
            <w:docPart w:val="EEA8C9CB95694BF38131C6B5D6531F77"/>
          </w:placeholder>
          <w:date w:fullDate="2023-08-29T00:00:00Z">
            <w:dateFormat w:val="d.MM.yyyy"/>
            <w:lid w:val="et-EE"/>
            <w:storeMappedDataAs w:val="dateTime"/>
            <w:calendar w:val="gregorian"/>
          </w:date>
        </w:sdtPr>
        <w:sdtContent>
          <w:r w:rsidR="009F6C8A" w:rsidRPr="009F6C8A">
            <w:rPr>
              <w:rFonts w:ascii="Times New Roman" w:hAnsi="Times New Roman" w:cs="Times New Roman"/>
              <w:sz w:val="24"/>
              <w:szCs w:val="24"/>
            </w:rPr>
            <w:t>29.08.2023</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00232ACD" w:rsidRPr="00232ACD">
        <w:rPr>
          <w:rFonts w:ascii="Times New Roman" w:hAnsi="Times New Roman" w:cs="Times New Roman"/>
          <w:sz w:val="24"/>
          <w:szCs w:val="24"/>
        </w:rPr>
        <w:t>1-32/44</w:t>
      </w:r>
      <w:r w:rsidR="00232ACD">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 xml:space="preserve">RMK </w:t>
      </w:r>
      <w:r w:rsidR="00232ACD" w:rsidRPr="00232ACD">
        <w:rPr>
          <w:rFonts w:ascii="Times New Roman" w:hAnsi="Times New Roman" w:cs="Times New Roman"/>
          <w:sz w:val="24"/>
          <w:szCs w:val="24"/>
        </w:rPr>
        <w:t>nõuded isikukaitsevahendite kasutamiseks</w:t>
      </w:r>
      <w:r w:rsidRPr="00FE2065">
        <w:rPr>
          <w:rFonts w:ascii="Times New Roman" w:hAnsi="Times New Roman" w:cs="Times New Roman"/>
          <w:sz w:val="24"/>
          <w:szCs w:val="24"/>
        </w:rPr>
        <w:t>.</w:t>
      </w:r>
    </w:p>
    <w:p w14:paraId="47EA9537" w14:textId="77777777" w:rsidR="00C92420" w:rsidRDefault="00C92420" w:rsidP="00C92420">
      <w:pPr>
        <w:pStyle w:val="Kehatekst"/>
      </w:pPr>
    </w:p>
    <w:p w14:paraId="0D6B39A6" w14:textId="1A4AEDBD" w:rsidR="00C92420" w:rsidRDefault="00C92420" w:rsidP="00D247B5">
      <w:pPr>
        <w:pStyle w:val="Kehatekst"/>
        <w:ind w:left="0"/>
        <w:rPr>
          <w:b/>
          <w:bCs/>
        </w:rPr>
      </w:pPr>
      <w:r w:rsidRPr="00ED0A98">
        <w:rPr>
          <w:b/>
          <w:bCs/>
        </w:rPr>
        <w:t xml:space="preserve">RMK </w:t>
      </w:r>
      <w:bookmarkStart w:id="2" w:name="_Hlk148365181"/>
      <w:r w:rsidR="00D247B5">
        <w:rPr>
          <w:b/>
          <w:bCs/>
        </w:rPr>
        <w:t>NÕUDED ISIKUKAITSEVAHENDITE KASUTAMISEKS</w:t>
      </w:r>
      <w:bookmarkEnd w:id="2"/>
    </w:p>
    <w:p w14:paraId="5C19EBD0" w14:textId="77777777" w:rsidR="00D247B5" w:rsidRPr="00ED0A98" w:rsidRDefault="00D247B5" w:rsidP="00D247B5">
      <w:pPr>
        <w:pStyle w:val="Kehatekst"/>
        <w:ind w:left="0"/>
        <w:rPr>
          <w:b/>
          <w:bCs/>
        </w:rPr>
      </w:pPr>
    </w:p>
    <w:p w14:paraId="658F4089" w14:textId="77777777" w:rsidR="00C92420" w:rsidRPr="00ED0A98" w:rsidRDefault="00C92420" w:rsidP="00AF5F74">
      <w:pPr>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Üldsätted</w:t>
      </w:r>
    </w:p>
    <w:p w14:paraId="43ABC08E" w14:textId="77777777" w:rsidR="00C92420" w:rsidRDefault="00C92420" w:rsidP="00AF5F74">
      <w:pPr>
        <w:pStyle w:val="Loendilik"/>
        <w:tabs>
          <w:tab w:val="left" w:pos="426"/>
        </w:tabs>
        <w:spacing w:after="0" w:line="240" w:lineRule="auto"/>
        <w:ind w:left="0"/>
        <w:jc w:val="both"/>
        <w:rPr>
          <w:rFonts w:ascii="Times New Roman" w:hAnsi="Times New Roman" w:cs="Times New Roman"/>
          <w:sz w:val="24"/>
          <w:szCs w:val="24"/>
        </w:rPr>
      </w:pPr>
      <w:r w:rsidRPr="00ED0A98">
        <w:rPr>
          <w:rFonts w:ascii="Times New Roman" w:hAnsi="Times New Roman" w:cs="Times New Roman"/>
          <w:sz w:val="24"/>
          <w:szCs w:val="24"/>
        </w:rPr>
        <w:t>Juhend sätestab miinimumnõuded isikukaitsevahendite kasutamiseks RMK lepingupartneritele.</w:t>
      </w:r>
    </w:p>
    <w:p w14:paraId="7BEF5FE4" w14:textId="77777777" w:rsidR="00C14AEC" w:rsidRPr="00ED0A98" w:rsidRDefault="00C14AEC" w:rsidP="00AF5F74">
      <w:pPr>
        <w:pStyle w:val="Loendilik"/>
        <w:tabs>
          <w:tab w:val="left" w:pos="426"/>
        </w:tabs>
        <w:spacing w:after="0" w:line="240" w:lineRule="auto"/>
        <w:ind w:left="0"/>
        <w:jc w:val="both"/>
        <w:rPr>
          <w:rFonts w:ascii="Times New Roman" w:hAnsi="Times New Roman" w:cs="Times New Roman"/>
          <w:sz w:val="24"/>
          <w:szCs w:val="24"/>
        </w:rPr>
      </w:pPr>
    </w:p>
    <w:p w14:paraId="34E37134"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Üldised nõuded</w:t>
      </w:r>
    </w:p>
    <w:p w14:paraId="147AA764"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Kui töötamisel võib ohtu sattuda tööobjektil viibivate isikute elu või tervis tuleb tööd koheselt peatada. </w:t>
      </w:r>
    </w:p>
    <w:p w14:paraId="40747674"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Masinaga töötamisel peab masinas olema mobiiltelefon ja tähtaegne esmaabipakk.</w:t>
      </w:r>
    </w:p>
    <w:p w14:paraId="4EF112C9"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Kettsaega, võsasaega ja trimmeriga töötamisel peab tööobjektil kaasas olema mobiiltelefon ja tähtaegne esmaabipakk.</w:t>
      </w:r>
    </w:p>
    <w:p w14:paraId="116A9046" w14:textId="77777777" w:rsidR="00C92420" w:rsidRPr="00ED0A98" w:rsidRDefault="00C92420" w:rsidP="00AF5F74">
      <w:pPr>
        <w:tabs>
          <w:tab w:val="left" w:pos="426"/>
        </w:tabs>
        <w:spacing w:after="0" w:line="240" w:lineRule="auto"/>
        <w:jc w:val="both"/>
        <w:rPr>
          <w:rFonts w:ascii="Times New Roman" w:hAnsi="Times New Roman" w:cs="Times New Roman"/>
          <w:sz w:val="24"/>
          <w:szCs w:val="24"/>
        </w:rPr>
      </w:pPr>
    </w:p>
    <w:p w14:paraId="402D8C72"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 xml:space="preserve">Nõutavad isikukaitsevahendid </w:t>
      </w:r>
    </w:p>
    <w:p w14:paraId="2E71C20A"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Raielangil ja raadamisobjektil töötamise ajal töökohustusi täitvad isikud peavad masinast väljas olles kandma tähtaegset tööstuslikku kaitsekiivrit (EN 397) ja demaskeerivat värvi riietust (nt ohutusvest, helkurvest).</w:t>
      </w:r>
    </w:p>
    <w:p w14:paraId="5D2DBE31"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Nõutavad isikukaitsevahendid on loetletud järgnevalt: </w:t>
      </w:r>
    </w:p>
    <w:p w14:paraId="3EE63F5C" w14:textId="77777777" w:rsidR="00C92420" w:rsidRPr="00ED0A98" w:rsidRDefault="00C92420" w:rsidP="00C14AEC">
      <w:pPr>
        <w:pStyle w:val="Loendilik"/>
        <w:spacing w:after="0" w:line="240" w:lineRule="auto"/>
        <w:jc w:val="both"/>
        <w:rPr>
          <w:rFonts w:ascii="Times New Roman" w:hAnsi="Times New Roman" w:cs="Times New Roman"/>
          <w:sz w:val="24"/>
          <w:szCs w:val="24"/>
        </w:rPr>
      </w:pPr>
      <w:r w:rsidRPr="00ED0A98">
        <w:rPr>
          <w:rFonts w:ascii="Times New Roman" w:hAnsi="Times New Roman" w:cs="Times New Roman"/>
          <w:sz w:val="24"/>
          <w:szCs w:val="24"/>
        </w:rPr>
        <w:t xml:space="preserve"> </w:t>
      </w:r>
    </w:p>
    <w:tbl>
      <w:tblPr>
        <w:tblStyle w:val="Kontuurtabel"/>
        <w:tblW w:w="14879" w:type="dxa"/>
        <w:tblLayout w:type="fixed"/>
        <w:tblLook w:val="04A0" w:firstRow="1" w:lastRow="0" w:firstColumn="1" w:lastColumn="0" w:noHBand="0" w:noVBand="1"/>
      </w:tblPr>
      <w:tblGrid>
        <w:gridCol w:w="1838"/>
        <w:gridCol w:w="2552"/>
        <w:gridCol w:w="1984"/>
        <w:gridCol w:w="1701"/>
        <w:gridCol w:w="1276"/>
        <w:gridCol w:w="1417"/>
        <w:gridCol w:w="1418"/>
        <w:gridCol w:w="2693"/>
      </w:tblGrid>
      <w:tr w:rsidR="00C92420" w:rsidRPr="00ED0A98" w14:paraId="418A701B" w14:textId="77777777" w:rsidTr="00802E59">
        <w:trPr>
          <w:trHeight w:val="593"/>
        </w:trPr>
        <w:tc>
          <w:tcPr>
            <w:tcW w:w="1838" w:type="dxa"/>
            <w:vAlign w:val="center"/>
          </w:tcPr>
          <w:p w14:paraId="221972EE" w14:textId="77777777" w:rsidR="00C92420" w:rsidRPr="00ED0A98" w:rsidRDefault="00C92420" w:rsidP="00802E59">
            <w:pPr>
              <w:jc w:val="center"/>
              <w:rPr>
                <w:b/>
                <w:sz w:val="18"/>
                <w:szCs w:val="18"/>
              </w:rPr>
            </w:pPr>
            <w:r w:rsidRPr="00ED0A98">
              <w:rPr>
                <w:b/>
                <w:sz w:val="18"/>
                <w:szCs w:val="18"/>
              </w:rPr>
              <w:t>Kaitstav kehaosa /Tegevus</w:t>
            </w:r>
          </w:p>
        </w:tc>
        <w:tc>
          <w:tcPr>
            <w:tcW w:w="2552" w:type="dxa"/>
            <w:vAlign w:val="center"/>
          </w:tcPr>
          <w:p w14:paraId="455AEB61" w14:textId="77777777" w:rsidR="00C92420" w:rsidRPr="00ED0A98" w:rsidRDefault="00C92420" w:rsidP="00802E59">
            <w:pPr>
              <w:jc w:val="center"/>
              <w:rPr>
                <w:b/>
                <w:sz w:val="18"/>
                <w:szCs w:val="18"/>
              </w:rPr>
            </w:pPr>
            <w:r w:rsidRPr="00ED0A98">
              <w:rPr>
                <w:b/>
                <w:sz w:val="18"/>
                <w:szCs w:val="18"/>
              </w:rPr>
              <w:t>Labajalg</w:t>
            </w:r>
          </w:p>
        </w:tc>
        <w:tc>
          <w:tcPr>
            <w:tcW w:w="1984" w:type="dxa"/>
            <w:vAlign w:val="center"/>
          </w:tcPr>
          <w:p w14:paraId="4C04B6B0" w14:textId="77777777" w:rsidR="00C92420" w:rsidRPr="00ED0A98" w:rsidRDefault="00C92420" w:rsidP="00802E59">
            <w:pPr>
              <w:jc w:val="center"/>
              <w:rPr>
                <w:b/>
                <w:sz w:val="18"/>
                <w:szCs w:val="18"/>
              </w:rPr>
            </w:pPr>
            <w:r w:rsidRPr="00ED0A98">
              <w:rPr>
                <w:b/>
                <w:sz w:val="18"/>
                <w:szCs w:val="18"/>
              </w:rPr>
              <w:t>Jalad</w:t>
            </w:r>
          </w:p>
        </w:tc>
        <w:tc>
          <w:tcPr>
            <w:tcW w:w="1701" w:type="dxa"/>
            <w:vAlign w:val="center"/>
          </w:tcPr>
          <w:p w14:paraId="6BE15E98" w14:textId="77777777" w:rsidR="00C92420" w:rsidRPr="00ED0A98" w:rsidRDefault="00C92420" w:rsidP="00802E59">
            <w:pPr>
              <w:jc w:val="center"/>
              <w:rPr>
                <w:b/>
                <w:sz w:val="18"/>
                <w:szCs w:val="18"/>
              </w:rPr>
            </w:pPr>
            <w:r w:rsidRPr="00ED0A98">
              <w:rPr>
                <w:b/>
                <w:sz w:val="18"/>
                <w:szCs w:val="18"/>
              </w:rPr>
              <w:t>Torso, käed, jalad</w:t>
            </w:r>
          </w:p>
        </w:tc>
        <w:tc>
          <w:tcPr>
            <w:tcW w:w="1276" w:type="dxa"/>
            <w:vAlign w:val="center"/>
          </w:tcPr>
          <w:p w14:paraId="3FF6D332" w14:textId="77777777" w:rsidR="00C92420" w:rsidRPr="00ED0A98" w:rsidRDefault="00C92420" w:rsidP="00802E59">
            <w:pPr>
              <w:jc w:val="center"/>
              <w:rPr>
                <w:b/>
                <w:sz w:val="18"/>
                <w:szCs w:val="18"/>
              </w:rPr>
            </w:pPr>
            <w:r w:rsidRPr="00ED0A98">
              <w:rPr>
                <w:b/>
                <w:sz w:val="18"/>
                <w:szCs w:val="18"/>
              </w:rPr>
              <w:t>Käelaba</w:t>
            </w:r>
          </w:p>
        </w:tc>
        <w:tc>
          <w:tcPr>
            <w:tcW w:w="1417" w:type="dxa"/>
            <w:vAlign w:val="center"/>
          </w:tcPr>
          <w:p w14:paraId="7B11073E" w14:textId="77777777" w:rsidR="00C92420" w:rsidRPr="00ED0A98" w:rsidRDefault="00C92420" w:rsidP="00802E59">
            <w:pPr>
              <w:jc w:val="center"/>
              <w:rPr>
                <w:b/>
                <w:sz w:val="18"/>
                <w:szCs w:val="18"/>
              </w:rPr>
            </w:pPr>
            <w:r w:rsidRPr="00ED0A98">
              <w:rPr>
                <w:b/>
                <w:sz w:val="18"/>
                <w:szCs w:val="18"/>
              </w:rPr>
              <w:t>Pea</w:t>
            </w:r>
          </w:p>
        </w:tc>
        <w:tc>
          <w:tcPr>
            <w:tcW w:w="1418" w:type="dxa"/>
            <w:vAlign w:val="center"/>
          </w:tcPr>
          <w:p w14:paraId="574FCCCF" w14:textId="77777777" w:rsidR="00C92420" w:rsidRPr="00ED0A98" w:rsidRDefault="00C92420" w:rsidP="00802E59">
            <w:pPr>
              <w:jc w:val="center"/>
              <w:rPr>
                <w:b/>
                <w:sz w:val="18"/>
                <w:szCs w:val="18"/>
              </w:rPr>
            </w:pPr>
            <w:r w:rsidRPr="00ED0A98">
              <w:rPr>
                <w:b/>
                <w:sz w:val="18"/>
                <w:szCs w:val="18"/>
              </w:rPr>
              <w:t>Silmad ja</w:t>
            </w:r>
          </w:p>
          <w:p w14:paraId="2B7101A2" w14:textId="77777777" w:rsidR="00C92420" w:rsidRPr="00ED0A98" w:rsidRDefault="00C92420" w:rsidP="00802E59">
            <w:pPr>
              <w:jc w:val="center"/>
              <w:rPr>
                <w:b/>
                <w:sz w:val="18"/>
                <w:szCs w:val="18"/>
              </w:rPr>
            </w:pPr>
            <w:r w:rsidRPr="00ED0A98">
              <w:rPr>
                <w:b/>
                <w:sz w:val="18"/>
                <w:szCs w:val="18"/>
              </w:rPr>
              <w:t>nägu</w:t>
            </w:r>
          </w:p>
        </w:tc>
        <w:tc>
          <w:tcPr>
            <w:tcW w:w="2693" w:type="dxa"/>
            <w:vAlign w:val="center"/>
          </w:tcPr>
          <w:p w14:paraId="295874ED" w14:textId="77777777" w:rsidR="00C92420" w:rsidRPr="00ED0A98" w:rsidRDefault="00C92420" w:rsidP="00802E59">
            <w:pPr>
              <w:jc w:val="center"/>
              <w:rPr>
                <w:b/>
                <w:sz w:val="18"/>
                <w:szCs w:val="18"/>
              </w:rPr>
            </w:pPr>
            <w:r w:rsidRPr="00ED0A98">
              <w:rPr>
                <w:b/>
                <w:sz w:val="18"/>
                <w:szCs w:val="18"/>
              </w:rPr>
              <w:t>Kõrvad</w:t>
            </w:r>
          </w:p>
        </w:tc>
      </w:tr>
      <w:tr w:rsidR="00C92420" w:rsidRPr="00ED0A98" w14:paraId="1E73F9C4" w14:textId="77777777" w:rsidTr="00802E59">
        <w:trPr>
          <w:trHeight w:val="152"/>
        </w:trPr>
        <w:tc>
          <w:tcPr>
            <w:tcW w:w="1838" w:type="dxa"/>
            <w:vAlign w:val="center"/>
          </w:tcPr>
          <w:p w14:paraId="76FB84A3" w14:textId="77777777" w:rsidR="00C92420" w:rsidRPr="00ED0A98" w:rsidRDefault="00C92420" w:rsidP="00802E59">
            <w:pPr>
              <w:jc w:val="center"/>
              <w:rPr>
                <w:b/>
                <w:sz w:val="18"/>
                <w:szCs w:val="18"/>
              </w:rPr>
            </w:pPr>
            <w:r w:rsidRPr="00ED0A98">
              <w:rPr>
                <w:b/>
                <w:sz w:val="18"/>
                <w:szCs w:val="18"/>
              </w:rPr>
              <w:t>Töö kettsaega</w:t>
            </w:r>
          </w:p>
        </w:tc>
        <w:tc>
          <w:tcPr>
            <w:tcW w:w="2552" w:type="dxa"/>
            <w:vAlign w:val="center"/>
          </w:tcPr>
          <w:p w14:paraId="2A1C5056" w14:textId="77777777" w:rsidR="00C92420" w:rsidRPr="00ED0A98" w:rsidRDefault="00C92420" w:rsidP="00802E59">
            <w:pPr>
              <w:jc w:val="center"/>
              <w:rPr>
                <w:sz w:val="18"/>
                <w:szCs w:val="18"/>
                <w:shd w:val="clear" w:color="auto" w:fill="FFFFFF"/>
              </w:rPr>
            </w:pPr>
            <w:r w:rsidRPr="00ED0A98">
              <w:rPr>
                <w:sz w:val="18"/>
                <w:szCs w:val="18"/>
                <w:shd w:val="clear" w:color="auto" w:fill="FFFFFF"/>
              </w:rPr>
              <w:t>Saeketi lõikevastase ja tugevdatud ninaga töökummikud või saapad</w:t>
            </w:r>
          </w:p>
        </w:tc>
        <w:tc>
          <w:tcPr>
            <w:tcW w:w="1984" w:type="dxa"/>
            <w:vAlign w:val="center"/>
          </w:tcPr>
          <w:p w14:paraId="1B42B51B" w14:textId="77777777" w:rsidR="00C92420" w:rsidRPr="00ED0A98" w:rsidRDefault="00C92420" w:rsidP="00802E59">
            <w:pPr>
              <w:jc w:val="center"/>
              <w:rPr>
                <w:sz w:val="18"/>
                <w:szCs w:val="18"/>
              </w:rPr>
            </w:pPr>
            <w:r w:rsidRPr="00ED0A98">
              <w:rPr>
                <w:sz w:val="18"/>
                <w:szCs w:val="18"/>
              </w:rPr>
              <w:t>Saeketi lõikevastase elemendiga tööpüksid, mis peavad vastama vähemalt kaitse klassile 1</w:t>
            </w:r>
          </w:p>
        </w:tc>
        <w:tc>
          <w:tcPr>
            <w:tcW w:w="1701" w:type="dxa"/>
            <w:vAlign w:val="center"/>
          </w:tcPr>
          <w:p w14:paraId="692A99AF" w14:textId="77777777" w:rsidR="00C92420" w:rsidRPr="00ED0A98" w:rsidRDefault="00C92420" w:rsidP="00802E59">
            <w:pPr>
              <w:jc w:val="center"/>
              <w:rPr>
                <w:sz w:val="18"/>
                <w:szCs w:val="18"/>
              </w:rPr>
            </w:pPr>
            <w:r w:rsidRPr="00ED0A98">
              <w:rPr>
                <w:sz w:val="18"/>
                <w:szCs w:val="18"/>
              </w:rPr>
              <w:t>Demaskeerivat värvi tööriietus</w:t>
            </w:r>
          </w:p>
        </w:tc>
        <w:tc>
          <w:tcPr>
            <w:tcW w:w="1276" w:type="dxa"/>
            <w:vAlign w:val="center"/>
          </w:tcPr>
          <w:p w14:paraId="2256B65A"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739E641F"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542D104" w14:textId="77777777" w:rsidTr="00802E59">
        <w:trPr>
          <w:trHeight w:val="557"/>
        </w:trPr>
        <w:tc>
          <w:tcPr>
            <w:tcW w:w="1838" w:type="dxa"/>
            <w:vAlign w:val="center"/>
          </w:tcPr>
          <w:p w14:paraId="62419B75" w14:textId="77777777" w:rsidR="00C92420" w:rsidRPr="00ED0A98" w:rsidRDefault="00C92420" w:rsidP="00802E59">
            <w:pPr>
              <w:jc w:val="center"/>
              <w:rPr>
                <w:b/>
                <w:sz w:val="18"/>
                <w:szCs w:val="18"/>
              </w:rPr>
            </w:pPr>
            <w:r w:rsidRPr="00ED0A98">
              <w:rPr>
                <w:b/>
                <w:sz w:val="18"/>
                <w:szCs w:val="18"/>
              </w:rPr>
              <w:t>Töö võsasaega  üle 3 meetrises taimestikus</w:t>
            </w:r>
          </w:p>
        </w:tc>
        <w:tc>
          <w:tcPr>
            <w:tcW w:w="2552" w:type="dxa"/>
          </w:tcPr>
          <w:p w14:paraId="09F5CDBF"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tcPr>
          <w:p w14:paraId="35E2BDA1"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6918787" w14:textId="77777777" w:rsidR="00C92420" w:rsidRPr="00ED0A98" w:rsidRDefault="00C92420" w:rsidP="00802E59">
            <w:pPr>
              <w:jc w:val="center"/>
              <w:rPr>
                <w:sz w:val="18"/>
                <w:szCs w:val="18"/>
              </w:rPr>
            </w:pPr>
            <w:r w:rsidRPr="00ED0A98">
              <w:rPr>
                <w:sz w:val="18"/>
                <w:szCs w:val="18"/>
              </w:rPr>
              <w:t>Demaskeerivat värvi tööriietus</w:t>
            </w:r>
          </w:p>
        </w:tc>
        <w:tc>
          <w:tcPr>
            <w:tcW w:w="1276" w:type="dxa"/>
            <w:vAlign w:val="center"/>
          </w:tcPr>
          <w:p w14:paraId="28092F2B"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03635865"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BDFE1BD" w14:textId="77777777" w:rsidTr="00802E59">
        <w:trPr>
          <w:trHeight w:val="152"/>
        </w:trPr>
        <w:tc>
          <w:tcPr>
            <w:tcW w:w="1838" w:type="dxa"/>
            <w:vAlign w:val="center"/>
          </w:tcPr>
          <w:p w14:paraId="3F595461" w14:textId="77777777" w:rsidR="00C92420" w:rsidRPr="00ED0A98" w:rsidRDefault="00C92420" w:rsidP="00802E59">
            <w:pPr>
              <w:jc w:val="center"/>
              <w:rPr>
                <w:b/>
                <w:sz w:val="18"/>
                <w:szCs w:val="18"/>
              </w:rPr>
            </w:pPr>
            <w:r w:rsidRPr="00ED0A98">
              <w:rPr>
                <w:b/>
                <w:sz w:val="18"/>
                <w:szCs w:val="18"/>
              </w:rPr>
              <w:t>Töö võsasaega  alla 3 meetrises taimestikus</w:t>
            </w:r>
          </w:p>
        </w:tc>
        <w:tc>
          <w:tcPr>
            <w:tcW w:w="2552" w:type="dxa"/>
            <w:vAlign w:val="center"/>
          </w:tcPr>
          <w:p w14:paraId="6106E37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051C22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3B91E4D3" w14:textId="77777777" w:rsidR="00C92420" w:rsidRPr="00ED0A98" w:rsidRDefault="00C92420" w:rsidP="00802E59">
            <w:pPr>
              <w:jc w:val="center"/>
              <w:rPr>
                <w:sz w:val="18"/>
                <w:szCs w:val="18"/>
              </w:rPr>
            </w:pPr>
            <w:r w:rsidRPr="00ED0A98">
              <w:rPr>
                <w:sz w:val="18"/>
                <w:szCs w:val="18"/>
              </w:rPr>
              <w:t>Demaskeerivat värvi tööriietus</w:t>
            </w:r>
          </w:p>
        </w:tc>
        <w:tc>
          <w:tcPr>
            <w:tcW w:w="1276" w:type="dxa"/>
            <w:vAlign w:val="center"/>
          </w:tcPr>
          <w:p w14:paraId="67045542"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2C47A051"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DE0703"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2ABFD1C9"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3E50C342" w14:textId="77777777" w:rsidTr="00802E59">
        <w:trPr>
          <w:trHeight w:val="699"/>
        </w:trPr>
        <w:tc>
          <w:tcPr>
            <w:tcW w:w="1838" w:type="dxa"/>
            <w:vAlign w:val="center"/>
          </w:tcPr>
          <w:p w14:paraId="76E3E1B4" w14:textId="77777777" w:rsidR="00C92420" w:rsidRPr="00ED0A98" w:rsidRDefault="00C92420" w:rsidP="00802E59">
            <w:pPr>
              <w:jc w:val="center"/>
              <w:rPr>
                <w:b/>
                <w:sz w:val="18"/>
                <w:szCs w:val="18"/>
              </w:rPr>
            </w:pPr>
            <w:r w:rsidRPr="00ED0A98">
              <w:rPr>
                <w:b/>
                <w:sz w:val="18"/>
                <w:szCs w:val="18"/>
              </w:rPr>
              <w:lastRenderedPageBreak/>
              <w:t>Töö trimmeriga</w:t>
            </w:r>
          </w:p>
        </w:tc>
        <w:tc>
          <w:tcPr>
            <w:tcW w:w="2552" w:type="dxa"/>
            <w:vAlign w:val="center"/>
          </w:tcPr>
          <w:p w14:paraId="1F56B2A0" w14:textId="77777777" w:rsidR="00C92420" w:rsidRPr="00ED0A98" w:rsidRDefault="00C92420" w:rsidP="00802E59">
            <w:pPr>
              <w:jc w:val="center"/>
              <w:rPr>
                <w:sz w:val="18"/>
                <w:szCs w:val="18"/>
              </w:rPr>
            </w:pPr>
            <w:r w:rsidRPr="00ED0A98">
              <w:rPr>
                <w:sz w:val="18"/>
                <w:szCs w:val="18"/>
              </w:rPr>
              <w:t>Kinnised jalanõud</w:t>
            </w:r>
          </w:p>
        </w:tc>
        <w:tc>
          <w:tcPr>
            <w:tcW w:w="1984" w:type="dxa"/>
          </w:tcPr>
          <w:p w14:paraId="5C0F5DE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491F5C1" w14:textId="77777777" w:rsidR="00C92420" w:rsidRPr="00ED0A98" w:rsidRDefault="00C92420" w:rsidP="00802E59">
            <w:pPr>
              <w:jc w:val="center"/>
              <w:rPr>
                <w:sz w:val="18"/>
                <w:szCs w:val="18"/>
              </w:rPr>
            </w:pPr>
            <w:r w:rsidRPr="00ED0A98">
              <w:rPr>
                <w:sz w:val="18"/>
                <w:szCs w:val="18"/>
              </w:rPr>
              <w:t>-</w:t>
            </w:r>
          </w:p>
        </w:tc>
        <w:tc>
          <w:tcPr>
            <w:tcW w:w="1276" w:type="dxa"/>
            <w:vAlign w:val="center"/>
          </w:tcPr>
          <w:p w14:paraId="7E8DC59A"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1FE292A5"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20746B"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421F1AB7"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6759A233" w14:textId="77777777" w:rsidTr="00802E59">
        <w:trPr>
          <w:trHeight w:val="152"/>
        </w:trPr>
        <w:tc>
          <w:tcPr>
            <w:tcW w:w="1838" w:type="dxa"/>
            <w:vAlign w:val="center"/>
          </w:tcPr>
          <w:p w14:paraId="3B5FA094" w14:textId="77777777" w:rsidR="00C92420" w:rsidRPr="00ED0A98" w:rsidRDefault="00C92420" w:rsidP="00802E59">
            <w:pPr>
              <w:jc w:val="center"/>
              <w:rPr>
                <w:b/>
                <w:sz w:val="18"/>
                <w:szCs w:val="18"/>
              </w:rPr>
            </w:pPr>
            <w:r w:rsidRPr="00ED0A98">
              <w:rPr>
                <w:b/>
                <w:sz w:val="18"/>
                <w:szCs w:val="18"/>
              </w:rPr>
              <w:t>Harvesteri, forvarderi, giljotiini, metsa</w:t>
            </w:r>
            <w:r w:rsidRPr="00ED0A98">
              <w:rPr>
                <w:b/>
                <w:sz w:val="18"/>
                <w:szCs w:val="18"/>
              </w:rPr>
              <w:softHyphen/>
              <w:t>majanduslikuks tööks kohandatud põllu</w:t>
            </w:r>
            <w:r w:rsidRPr="00ED0A98">
              <w:rPr>
                <w:b/>
                <w:sz w:val="18"/>
                <w:szCs w:val="18"/>
              </w:rPr>
              <w:softHyphen/>
              <w:t>majandusliku traktori, maapinnamasina operaatoril tööobjektil väljas olles</w:t>
            </w:r>
          </w:p>
        </w:tc>
        <w:tc>
          <w:tcPr>
            <w:tcW w:w="2552" w:type="dxa"/>
            <w:vAlign w:val="center"/>
          </w:tcPr>
          <w:p w14:paraId="5EA0334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42DCA2CE"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255E9B85" w14:textId="77777777" w:rsidR="00C92420" w:rsidRPr="00ED0A98" w:rsidRDefault="00C92420" w:rsidP="00802E59">
            <w:pPr>
              <w:jc w:val="center"/>
              <w:rPr>
                <w:sz w:val="18"/>
                <w:szCs w:val="18"/>
              </w:rPr>
            </w:pPr>
            <w:r w:rsidRPr="00ED0A98">
              <w:rPr>
                <w:sz w:val="18"/>
                <w:szCs w:val="18"/>
              </w:rPr>
              <w:t>Demaskeerivat värvi riietus (nt ohutusvest,</w:t>
            </w:r>
            <w:r w:rsidRPr="00ED0A98">
              <w:rPr>
                <w:rFonts w:eastAsiaTheme="minorHAnsi"/>
                <w:sz w:val="18"/>
                <w:szCs w:val="18"/>
              </w:rPr>
              <w:t xml:space="preserve"> </w:t>
            </w:r>
            <w:r w:rsidRPr="00ED0A98">
              <w:rPr>
                <w:sz w:val="18"/>
                <w:szCs w:val="18"/>
              </w:rPr>
              <w:t xml:space="preserve">helkurvest) </w:t>
            </w:r>
          </w:p>
        </w:tc>
        <w:tc>
          <w:tcPr>
            <w:tcW w:w="1276" w:type="dxa"/>
            <w:vAlign w:val="center"/>
          </w:tcPr>
          <w:p w14:paraId="3980F942"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23E73ECE"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96138E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21D0EE7B" w14:textId="77777777" w:rsidR="00C92420" w:rsidRPr="00ED0A98" w:rsidRDefault="00C92420" w:rsidP="00802E59">
            <w:pPr>
              <w:jc w:val="center"/>
              <w:rPr>
                <w:sz w:val="18"/>
                <w:szCs w:val="18"/>
              </w:rPr>
            </w:pPr>
            <w:r w:rsidRPr="00ED0A98">
              <w:rPr>
                <w:sz w:val="18"/>
                <w:szCs w:val="18"/>
              </w:rPr>
              <w:t>-</w:t>
            </w:r>
          </w:p>
        </w:tc>
      </w:tr>
      <w:tr w:rsidR="00C92420" w:rsidRPr="00ED0A98" w14:paraId="526D7AA6" w14:textId="77777777" w:rsidTr="00802E59">
        <w:trPr>
          <w:trHeight w:val="152"/>
        </w:trPr>
        <w:tc>
          <w:tcPr>
            <w:tcW w:w="1838" w:type="dxa"/>
            <w:vAlign w:val="center"/>
          </w:tcPr>
          <w:p w14:paraId="74B05D3C" w14:textId="77777777" w:rsidR="00C92420" w:rsidRPr="00ED0A98" w:rsidRDefault="00C92420" w:rsidP="00802E59">
            <w:pPr>
              <w:jc w:val="center"/>
              <w:rPr>
                <w:b/>
                <w:sz w:val="18"/>
                <w:szCs w:val="18"/>
              </w:rPr>
            </w:pPr>
            <w:r w:rsidRPr="00ED0A98">
              <w:rPr>
                <w:b/>
                <w:sz w:val="18"/>
                <w:szCs w:val="18"/>
              </w:rPr>
              <w:t>Puiduveoki, hakkuri, hakkpuidu konteinerveoki juhil tööobjektil väljas olles</w:t>
            </w:r>
          </w:p>
        </w:tc>
        <w:tc>
          <w:tcPr>
            <w:tcW w:w="2552" w:type="dxa"/>
            <w:vAlign w:val="center"/>
          </w:tcPr>
          <w:p w14:paraId="2CF5B76A"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98A37A5"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7685A27C" w14:textId="77777777" w:rsidR="00C92420" w:rsidRPr="00ED0A98" w:rsidRDefault="00C92420" w:rsidP="00802E59">
            <w:pPr>
              <w:jc w:val="center"/>
              <w:rPr>
                <w:sz w:val="18"/>
                <w:szCs w:val="18"/>
              </w:rPr>
            </w:pPr>
            <w:r w:rsidRPr="00ED0A98">
              <w:rPr>
                <w:sz w:val="18"/>
                <w:szCs w:val="18"/>
              </w:rPr>
              <w:t>Demaskeerivat värvi riietus (nt ohutusvest, helkurvest)</w:t>
            </w:r>
          </w:p>
        </w:tc>
        <w:tc>
          <w:tcPr>
            <w:tcW w:w="1276" w:type="dxa"/>
            <w:vAlign w:val="center"/>
          </w:tcPr>
          <w:p w14:paraId="7FB75E50"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38AA193A"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0968AC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5A56E3C9" w14:textId="77777777" w:rsidR="00C92420" w:rsidRPr="00ED0A98" w:rsidRDefault="00C92420" w:rsidP="00802E59">
            <w:pPr>
              <w:jc w:val="center"/>
              <w:rPr>
                <w:sz w:val="18"/>
                <w:szCs w:val="18"/>
              </w:rPr>
            </w:pPr>
            <w:r w:rsidRPr="00ED0A98">
              <w:rPr>
                <w:sz w:val="18"/>
                <w:szCs w:val="18"/>
              </w:rPr>
              <w:t>-</w:t>
            </w:r>
          </w:p>
        </w:tc>
      </w:tr>
    </w:tbl>
    <w:p w14:paraId="4D0709F8" w14:textId="77777777" w:rsidR="00C92420" w:rsidRPr="00ED0A98" w:rsidRDefault="00C92420" w:rsidP="00C92420">
      <w:pPr>
        <w:rPr>
          <w:rFonts w:ascii="Times New Roman" w:hAnsi="Times New Roman" w:cs="Times New Roman"/>
          <w:sz w:val="24"/>
          <w:szCs w:val="24"/>
        </w:rPr>
      </w:pPr>
    </w:p>
    <w:p w14:paraId="0817A9C7" w14:textId="77777777" w:rsidR="00ED0A98" w:rsidRPr="00FE2065" w:rsidRDefault="00ED0A98" w:rsidP="00ED0A98">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0ED8EB85" w14:textId="77777777" w:rsidR="00ED0A98" w:rsidRPr="00FE2065" w:rsidRDefault="00ED0A98" w:rsidP="00ED0A98">
      <w:pPr>
        <w:spacing w:after="0" w:line="240" w:lineRule="auto"/>
        <w:jc w:val="both"/>
        <w:rPr>
          <w:rFonts w:ascii="Times New Roman" w:hAnsi="Times New Roman" w:cs="Times New Roman"/>
          <w:sz w:val="24"/>
          <w:szCs w:val="24"/>
        </w:rPr>
      </w:pPr>
    </w:p>
    <w:p w14:paraId="32D017F2" w14:textId="6AAC040D" w:rsidR="00ED0A98" w:rsidRPr="00FE2065" w:rsidRDefault="00ED0A98" w:rsidP="00ED0A98">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gridCol w:w="4606"/>
      </w:tblGrid>
      <w:tr w:rsidR="00ED0A98" w14:paraId="7B49A65E" w14:textId="77777777" w:rsidTr="00F92B0A">
        <w:tc>
          <w:tcPr>
            <w:tcW w:w="9212" w:type="dxa"/>
          </w:tcPr>
          <w:p w14:paraId="74337574" w14:textId="77777777" w:rsidR="00ED0A98" w:rsidRDefault="00ED0A98" w:rsidP="00802E59">
            <w:pPr>
              <w:jc w:val="both"/>
            </w:pPr>
          </w:p>
        </w:tc>
        <w:tc>
          <w:tcPr>
            <w:tcW w:w="4606" w:type="dxa"/>
          </w:tcPr>
          <w:p w14:paraId="752DDB79" w14:textId="77777777" w:rsidR="00ED0A98" w:rsidRDefault="00ED0A98" w:rsidP="00802E59">
            <w:pPr>
              <w:jc w:val="both"/>
            </w:pPr>
          </w:p>
        </w:tc>
      </w:tr>
      <w:tr w:rsidR="00ED0A98" w14:paraId="552CE5F7" w14:textId="77777777" w:rsidTr="00F92B0A">
        <w:tc>
          <w:tcPr>
            <w:tcW w:w="9212" w:type="dxa"/>
          </w:tcPr>
          <w:p w14:paraId="53805643" w14:textId="77777777" w:rsidR="00ED0A98" w:rsidRPr="002C6717" w:rsidRDefault="00000000" w:rsidP="00802E59">
            <w:pPr>
              <w:jc w:val="both"/>
              <w:rPr>
                <w:sz w:val="24"/>
                <w:szCs w:val="24"/>
              </w:rPr>
            </w:pPr>
            <w:sdt>
              <w:sdtPr>
                <w:rPr>
                  <w:sz w:val="24"/>
                  <w:szCs w:val="24"/>
                </w:rPr>
                <w:id w:val="270991553"/>
                <w:placeholder>
                  <w:docPart w:val="B879A30013764D5AA570BE2CE4093A3B"/>
                </w:placeholder>
                <w:comboBox>
                  <w:listItem w:displayText=" " w:value=" "/>
                  <w:listItem w:displayText="(allkirjastatud digitaalselt)" w:value="(allkirjastatud digitaalselt)"/>
                </w:comboBox>
              </w:sdtPr>
              <w:sdtContent>
                <w:r w:rsidR="00ED0A98">
                  <w:rPr>
                    <w:sz w:val="24"/>
                    <w:szCs w:val="24"/>
                  </w:rPr>
                  <w:t>(allkirjastatud digitaalselt)</w:t>
                </w:r>
              </w:sdtContent>
            </w:sdt>
          </w:p>
        </w:tc>
        <w:tc>
          <w:tcPr>
            <w:tcW w:w="4606" w:type="dxa"/>
          </w:tcPr>
          <w:p w14:paraId="7D7A3AC0" w14:textId="77777777" w:rsidR="00ED0A98" w:rsidRPr="002C6717" w:rsidRDefault="00000000" w:rsidP="00802E59">
            <w:pPr>
              <w:jc w:val="both"/>
              <w:rPr>
                <w:sz w:val="24"/>
                <w:szCs w:val="24"/>
              </w:rPr>
            </w:pPr>
            <w:sdt>
              <w:sdtPr>
                <w:rPr>
                  <w:sz w:val="24"/>
                  <w:szCs w:val="24"/>
                </w:rPr>
                <w:id w:val="708836666"/>
                <w:placeholder>
                  <w:docPart w:val="D8C59275224B4DB2B7BF692CF11DDE48"/>
                </w:placeholder>
                <w:comboBox>
                  <w:listItem w:displayText=" " w:value=" "/>
                  <w:listItem w:displayText="(allkirjastatud digitaalselt)" w:value="(allkirjastatud digitaalselt)"/>
                </w:comboBox>
              </w:sdtPr>
              <w:sdtContent>
                <w:r w:rsidR="00ED0A98">
                  <w:rPr>
                    <w:sz w:val="24"/>
                    <w:szCs w:val="24"/>
                  </w:rPr>
                  <w:t>(allkirjastatud digitaalselt)</w:t>
                </w:r>
              </w:sdtContent>
            </w:sdt>
          </w:p>
        </w:tc>
      </w:tr>
      <w:tr w:rsidR="00ED0A98" w14:paraId="3C2B7D11" w14:textId="77777777" w:rsidTr="00F92B0A">
        <w:tc>
          <w:tcPr>
            <w:tcW w:w="9212" w:type="dxa"/>
          </w:tcPr>
          <w:p w14:paraId="367F0547" w14:textId="77777777" w:rsidR="00ED0A98" w:rsidRPr="002C6717" w:rsidRDefault="00ED0A98" w:rsidP="00802E59">
            <w:pPr>
              <w:jc w:val="both"/>
              <w:rPr>
                <w:sz w:val="24"/>
                <w:szCs w:val="24"/>
              </w:rPr>
            </w:pPr>
          </w:p>
        </w:tc>
        <w:tc>
          <w:tcPr>
            <w:tcW w:w="4606" w:type="dxa"/>
          </w:tcPr>
          <w:p w14:paraId="41FA58BF" w14:textId="77777777" w:rsidR="00ED0A98" w:rsidRPr="002C6717" w:rsidRDefault="00ED0A98" w:rsidP="00802E59">
            <w:pPr>
              <w:jc w:val="both"/>
              <w:rPr>
                <w:sz w:val="24"/>
                <w:szCs w:val="24"/>
              </w:rPr>
            </w:pPr>
          </w:p>
        </w:tc>
      </w:tr>
      <w:tr w:rsidR="00ED0A98" w14:paraId="076341D9" w14:textId="77777777" w:rsidTr="00F92B0A">
        <w:tc>
          <w:tcPr>
            <w:tcW w:w="9212" w:type="dxa"/>
          </w:tcPr>
          <w:p w14:paraId="6B69BB4E" w14:textId="77777777" w:rsidR="00ED0A98" w:rsidRPr="002C6717" w:rsidRDefault="00ED0A98" w:rsidP="00802E59">
            <w:pPr>
              <w:jc w:val="both"/>
              <w:rPr>
                <w:sz w:val="24"/>
                <w:szCs w:val="24"/>
              </w:rPr>
            </w:pPr>
            <w:r w:rsidRPr="00240C3D">
              <w:rPr>
                <w:sz w:val="24"/>
                <w:szCs w:val="24"/>
                <w:lang w:eastAsia="en-US"/>
              </w:rPr>
              <w:t>Margus Reimann</w:t>
            </w:r>
          </w:p>
        </w:tc>
        <w:tc>
          <w:tcPr>
            <w:tcW w:w="4606" w:type="dxa"/>
          </w:tcPr>
          <w:p w14:paraId="5243A023" w14:textId="77777777" w:rsidR="00ED0A98" w:rsidRPr="002C6717" w:rsidRDefault="00ED0A98" w:rsidP="00802E59">
            <w:pPr>
              <w:jc w:val="both"/>
              <w:rPr>
                <w:sz w:val="24"/>
                <w:szCs w:val="24"/>
              </w:rPr>
            </w:pPr>
            <w:r>
              <w:rPr>
                <w:sz w:val="24"/>
                <w:szCs w:val="24"/>
              </w:rPr>
              <w:t>……………………..</w:t>
            </w:r>
          </w:p>
        </w:tc>
      </w:tr>
    </w:tbl>
    <w:p w14:paraId="1FFC88C3" w14:textId="52C6C3F7" w:rsidR="00952A97" w:rsidRDefault="00952A97">
      <w:pPr>
        <w:rPr>
          <w:rFonts w:ascii="Times New Roman" w:hAnsi="Times New Roman" w:cs="Times New Roman"/>
          <w:sz w:val="24"/>
          <w:szCs w:val="24"/>
        </w:rPr>
      </w:pPr>
    </w:p>
    <w:p w14:paraId="28706277" w14:textId="7A7E2746" w:rsidR="00ED0A98" w:rsidRDefault="00ED0A98">
      <w:pPr>
        <w:rPr>
          <w:rFonts w:ascii="Times New Roman" w:hAnsi="Times New Roman" w:cs="Times New Roman"/>
          <w:sz w:val="24"/>
          <w:szCs w:val="24"/>
        </w:rPr>
      </w:pPr>
      <w:r>
        <w:rPr>
          <w:rFonts w:ascii="Times New Roman" w:hAnsi="Times New Roman" w:cs="Times New Roman"/>
          <w:sz w:val="24"/>
          <w:szCs w:val="24"/>
        </w:rPr>
        <w:br w:type="page"/>
      </w:r>
    </w:p>
    <w:p w14:paraId="2F3EE5A1" w14:textId="77777777" w:rsidR="00B85180" w:rsidRDefault="00B85180" w:rsidP="008B7C96">
      <w:pPr>
        <w:spacing w:line="240" w:lineRule="auto"/>
        <w:ind w:left="5670"/>
        <w:outlineLvl w:val="0"/>
        <w:rPr>
          <w:rFonts w:ascii="Times New Roman" w:hAnsi="Times New Roman" w:cs="Times New Roman"/>
          <w:sz w:val="20"/>
          <w:szCs w:val="20"/>
        </w:rPr>
        <w:sectPr w:rsidR="00B85180" w:rsidSect="00145218">
          <w:pgSz w:w="16838" w:h="11906" w:orient="landscape"/>
          <w:pgMar w:top="1418" w:right="851" w:bottom="567" w:left="1701" w:header="709" w:footer="709" w:gutter="0"/>
          <w:pgNumType w:start="1"/>
          <w:cols w:space="708"/>
          <w:formProt w:val="0"/>
          <w:titlePg/>
          <w:docGrid w:linePitch="360"/>
        </w:sectPr>
      </w:pPr>
    </w:p>
    <w:p w14:paraId="7402F704" w14:textId="2C516597"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 xml:space="preserve">Lisa </w:t>
      </w:r>
      <w:r w:rsidR="00606630">
        <w:rPr>
          <w:rFonts w:ascii="Times New Roman" w:hAnsi="Times New Roman" w:cs="Times New Roman"/>
          <w:sz w:val="20"/>
          <w:szCs w:val="20"/>
        </w:rPr>
        <w:t>3</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082294620"/>
          <w:placeholder>
            <w:docPart w:val="835E89699A6B4A818A9244A8E415C844"/>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16029127"/>
          <w:placeholder>
            <w:docPart w:val="099550CC2A4A463CAE64164FF7E3107B"/>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p>
    <w:p w14:paraId="30CB4D63"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0264AF67" w14:textId="77777777" w:rsidR="008B7C96" w:rsidRPr="003F3A57" w:rsidRDefault="008B7C96" w:rsidP="008D2F60">
      <w:pPr>
        <w:tabs>
          <w:tab w:val="left" w:pos="567"/>
        </w:tabs>
        <w:spacing w:after="0" w:line="24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6BA9AD20" w14:textId="77777777" w:rsidR="008B7C96" w:rsidRDefault="008B7C96" w:rsidP="008D2F60">
      <w:pPr>
        <w:tabs>
          <w:tab w:val="left" w:pos="567"/>
        </w:tabs>
        <w:spacing w:after="0" w:line="240" w:lineRule="auto"/>
        <w:jc w:val="both"/>
        <w:rPr>
          <w:rFonts w:ascii="Times New Roman" w:eastAsia="Calibri" w:hAnsi="Times New Roman" w:cs="Times New Roman"/>
          <w:color w:val="000000"/>
          <w:sz w:val="24"/>
        </w:rPr>
      </w:pPr>
    </w:p>
    <w:p w14:paraId="676392F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720B2078"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FE981A6"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2C1F8011"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4F80DFF2"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3" w:name="_Hlk126332194"/>
      <w:sdt>
        <w:sdtPr>
          <w:rPr>
            <w:rFonts w:ascii="Times New Roman" w:eastAsia="Calibri" w:hAnsi="Times New Roman" w:cs="Times New Roman"/>
            <w:b/>
            <w:bCs/>
            <w:color w:val="000000"/>
            <w:sz w:val="24"/>
          </w:rPr>
          <w:alias w:val="Company"/>
          <w:tag w:val=""/>
          <w:id w:val="-2000023443"/>
          <w:placeholder>
            <w:docPart w:val="5A68FAB526094BE5B2AAC5ABC6D25BDA"/>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bookmarkEnd w:id="3"/>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1E1C239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388E98D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518B7941"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6EB78F1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12F8AB4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68CFF23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0C8B70D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AvTS § 35 lõikes 1 nimetatud riigikaitsega seonduv teave;</w:t>
      </w:r>
    </w:p>
    <w:p w14:paraId="5C7481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7C8DA252"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60991C59"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6CE1663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E1B045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0D81D4C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8CC63A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6416FE10"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611D9F33"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48715D3D"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4012D4B6"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D772502"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4ED37DD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229073B5"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AB3BA3A"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7BFC03E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0E2DD38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0F181D5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219362A9" w14:textId="77777777" w:rsidR="005150B2" w:rsidRPr="003F3A57" w:rsidRDefault="005150B2" w:rsidP="008D2F60">
      <w:pPr>
        <w:tabs>
          <w:tab w:val="left" w:pos="567"/>
        </w:tabs>
        <w:spacing w:after="0" w:line="240" w:lineRule="auto"/>
        <w:jc w:val="both"/>
        <w:rPr>
          <w:rFonts w:ascii="Times New Roman" w:eastAsia="Calibri" w:hAnsi="Times New Roman" w:cs="Times New Roman"/>
          <w:color w:val="000000"/>
          <w:sz w:val="24"/>
        </w:rPr>
      </w:pPr>
    </w:p>
    <w:p w14:paraId="0C90AAAE"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Muud sätted</w:t>
      </w:r>
    </w:p>
    <w:p w14:paraId="24F089F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3AE97769"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2996D7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1ACABA7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6E6103A8"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Käesolev lisa jõustub lepingu allkirjastamisel mõlema poole poolt. Lisa kehtib, kuni kehtib pooltevaheline leping või pooltel on omavahelisi kohustusi, mis on seotud andmete töötlemisega. </w:t>
      </w:r>
    </w:p>
    <w:p w14:paraId="1AD6315B"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Konfidentsiaalsuskohustuse nõue on tähtajatu ning kehtib nii lepingu täitmise ajal kui ka pärast lepingu lõppemist.</w:t>
      </w:r>
    </w:p>
    <w:p w14:paraId="26302423"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1FE70F69"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7E46E790"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012E76E7"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6E942B7F"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7EBF4BB51EBB4688A2870ED025604D2B"/>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p>
    <w:p w14:paraId="45558E17"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7E38DD65" w14:textId="77777777" w:rsidR="008B7C96" w:rsidRPr="003F3A57" w:rsidRDefault="00000000" w:rsidP="008D2F60">
      <w:pPr>
        <w:tabs>
          <w:tab w:val="left" w:pos="567"/>
        </w:tabs>
        <w:spacing w:after="0" w:line="24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DBACC995154C45D5B744C8459C74DD53"/>
          </w:placeholder>
          <w:comboBox>
            <w:listItem w:displayText=" " w:value=" "/>
            <w:listItem w:displayText="(allkirjastatud digitaalselt)" w:value="(allkirjastatud digitaalselt)"/>
          </w:comboBox>
        </w:sdt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F6DCBB50540444EA85FF865CDBA6B7D3"/>
          </w:placeholder>
          <w:comboBox>
            <w:listItem w:displayText=" " w:value=" "/>
            <w:listItem w:displayText="(allkirjastatud digitaalselt)" w:value="(allkirjastatud digitaalselt)"/>
          </w:comboBox>
        </w:sdt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p>
    <w:p w14:paraId="6692721C" w14:textId="77777777" w:rsidR="008B7C96" w:rsidRPr="003F3A57" w:rsidRDefault="008B7C96" w:rsidP="008D2F60">
      <w:pPr>
        <w:tabs>
          <w:tab w:val="left" w:pos="567"/>
          <w:tab w:val="left" w:pos="5103"/>
        </w:tabs>
        <w:spacing w:after="0" w:line="24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8B7C96" w14:paraId="535E13AF" w14:textId="77777777" w:rsidTr="0038497C">
        <w:tc>
          <w:tcPr>
            <w:tcW w:w="4822" w:type="dxa"/>
          </w:tcPr>
          <w:p w14:paraId="1B309748" w14:textId="77777777" w:rsidR="008B7C96" w:rsidRPr="00FE2065" w:rsidRDefault="008B7C96" w:rsidP="008D2F60">
            <w:pPr>
              <w:tabs>
                <w:tab w:val="left" w:pos="567"/>
              </w:tabs>
              <w:jc w:val="both"/>
              <w:rPr>
                <w:sz w:val="24"/>
                <w:szCs w:val="24"/>
              </w:rPr>
            </w:pPr>
            <w:r w:rsidRPr="00240C3D">
              <w:rPr>
                <w:sz w:val="24"/>
                <w:szCs w:val="24"/>
                <w:lang w:eastAsia="en-US"/>
              </w:rPr>
              <w:t>Margus Reimann</w:t>
            </w:r>
          </w:p>
        </w:tc>
        <w:tc>
          <w:tcPr>
            <w:tcW w:w="4250" w:type="dxa"/>
          </w:tcPr>
          <w:p w14:paraId="32286958" w14:textId="77777777" w:rsidR="008B7C96" w:rsidRPr="00FE2065" w:rsidRDefault="008B7C96" w:rsidP="008D2F60">
            <w:pPr>
              <w:tabs>
                <w:tab w:val="left" w:pos="567"/>
              </w:tabs>
              <w:jc w:val="both"/>
              <w:rPr>
                <w:sz w:val="24"/>
                <w:szCs w:val="24"/>
              </w:rPr>
            </w:pPr>
            <w:r>
              <w:rPr>
                <w:sz w:val="24"/>
                <w:szCs w:val="24"/>
              </w:rPr>
              <w:t>………………</w:t>
            </w:r>
          </w:p>
        </w:tc>
      </w:tr>
    </w:tbl>
    <w:p w14:paraId="61C3CA43" w14:textId="77777777" w:rsidR="003A633B" w:rsidRDefault="003A633B" w:rsidP="008D2F60">
      <w:pPr>
        <w:pStyle w:val="FR1"/>
        <w:tabs>
          <w:tab w:val="left" w:pos="567"/>
        </w:tabs>
        <w:spacing w:before="0"/>
        <w:ind w:right="-625"/>
        <w:jc w:val="left"/>
        <w:rPr>
          <w:sz w:val="20"/>
          <w:szCs w:val="20"/>
        </w:rPr>
      </w:pPr>
    </w:p>
    <w:p w14:paraId="60DDF8ED" w14:textId="77777777" w:rsidR="003A633B" w:rsidRDefault="003A633B" w:rsidP="008D2F60">
      <w:pPr>
        <w:pStyle w:val="FR1"/>
        <w:tabs>
          <w:tab w:val="left" w:pos="567"/>
        </w:tabs>
        <w:spacing w:before="0"/>
        <w:ind w:right="-625"/>
        <w:jc w:val="left"/>
        <w:rPr>
          <w:sz w:val="20"/>
          <w:szCs w:val="20"/>
        </w:rPr>
      </w:pPr>
    </w:p>
    <w:p w14:paraId="2514CEA1" w14:textId="77777777" w:rsidR="003A633B" w:rsidRDefault="003A633B" w:rsidP="008D2F60">
      <w:pPr>
        <w:tabs>
          <w:tab w:val="left" w:pos="567"/>
        </w:tabs>
        <w:spacing w:after="0" w:line="240" w:lineRule="auto"/>
        <w:rPr>
          <w:rFonts w:ascii="Times New Roman" w:eastAsia="Times New Roman" w:hAnsi="Times New Roman" w:cs="Times New Roman"/>
          <w:sz w:val="20"/>
          <w:szCs w:val="20"/>
        </w:rPr>
      </w:pPr>
      <w:r>
        <w:rPr>
          <w:sz w:val="20"/>
          <w:szCs w:val="20"/>
        </w:rPr>
        <w:br w:type="page"/>
      </w:r>
    </w:p>
    <w:p w14:paraId="4863260E" w14:textId="77777777" w:rsidR="00AE0764" w:rsidRDefault="00AE0764" w:rsidP="003A633B">
      <w:pPr>
        <w:pStyle w:val="FR1"/>
        <w:spacing w:before="0"/>
        <w:ind w:right="-625"/>
        <w:jc w:val="left"/>
        <w:rPr>
          <w:sz w:val="20"/>
          <w:szCs w:val="20"/>
        </w:rPr>
        <w:sectPr w:rsidR="00AE0764" w:rsidSect="00145218">
          <w:pgSz w:w="11906" w:h="16838"/>
          <w:pgMar w:top="851" w:right="567" w:bottom="1701" w:left="1418" w:header="709" w:footer="709" w:gutter="0"/>
          <w:pgNumType w:start="1"/>
          <w:cols w:space="708"/>
          <w:formProt w:val="0"/>
          <w:titlePg/>
          <w:docGrid w:linePitch="360"/>
        </w:sectPr>
      </w:pPr>
    </w:p>
    <w:p w14:paraId="5B3563FB" w14:textId="034FBBB0" w:rsidR="007610B8" w:rsidRDefault="007610B8"/>
    <w:p w14:paraId="3693DDCD" w14:textId="77777777" w:rsidR="008B7C96" w:rsidRDefault="008B7C96" w:rsidP="008B7C96"/>
    <w:p w14:paraId="2A49743E" w14:textId="78FF2493"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t xml:space="preserve">Lisa </w:t>
      </w:r>
      <w:r w:rsidR="00606630">
        <w:rPr>
          <w:rFonts w:ascii="Times New Roman" w:hAnsi="Times New Roman" w:cs="Times New Roman"/>
          <w:sz w:val="20"/>
          <w:szCs w:val="20"/>
        </w:rPr>
        <w:t>4</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936026286"/>
          <w:placeholder>
            <w:docPart w:val="D6788A2C2A4249DC9FF226E1B1A06962"/>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795666724"/>
          <w:placeholder>
            <w:docPart w:val="D45BE35E7D0141D1B7E8A12CD9992BD4"/>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p>
    <w:p w14:paraId="5EFD431E" w14:textId="77777777" w:rsidR="008B7C96" w:rsidRDefault="008B7C96" w:rsidP="008B7C96"/>
    <w:p w14:paraId="3504B283"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1041128D" w14:textId="77777777" w:rsidR="008B7C96" w:rsidRPr="00FE2065" w:rsidRDefault="008B7C96" w:rsidP="008B7C96">
      <w:pPr>
        <w:spacing w:after="0" w:line="240" w:lineRule="auto"/>
        <w:jc w:val="both"/>
        <w:rPr>
          <w:rFonts w:ascii="Times New Roman" w:hAnsi="Times New Roman" w:cs="Times New Roman"/>
          <w:sz w:val="24"/>
          <w:szCs w:val="24"/>
        </w:rPr>
      </w:pPr>
    </w:p>
    <w:p w14:paraId="2B715F39"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49FF1E84" w14:textId="77777777" w:rsidTr="0038497C">
        <w:tc>
          <w:tcPr>
            <w:tcW w:w="4606" w:type="dxa"/>
          </w:tcPr>
          <w:p w14:paraId="375EE9CB" w14:textId="77777777" w:rsidR="008B7C96" w:rsidRDefault="008B7C96" w:rsidP="0038497C">
            <w:pPr>
              <w:jc w:val="both"/>
            </w:pPr>
          </w:p>
        </w:tc>
        <w:tc>
          <w:tcPr>
            <w:tcW w:w="4606" w:type="dxa"/>
          </w:tcPr>
          <w:p w14:paraId="4F3BF3A7" w14:textId="77777777" w:rsidR="008B7C96" w:rsidRDefault="008B7C96" w:rsidP="0038497C">
            <w:pPr>
              <w:jc w:val="both"/>
            </w:pPr>
          </w:p>
        </w:tc>
      </w:tr>
      <w:tr w:rsidR="008B7C96" w14:paraId="3B66F8CF" w14:textId="77777777" w:rsidTr="0038497C">
        <w:tc>
          <w:tcPr>
            <w:tcW w:w="4606" w:type="dxa"/>
          </w:tcPr>
          <w:p w14:paraId="5B42876B" w14:textId="77777777" w:rsidR="008B7C96" w:rsidRPr="002C6717" w:rsidRDefault="00000000" w:rsidP="0038497C">
            <w:pPr>
              <w:jc w:val="both"/>
              <w:rPr>
                <w:sz w:val="24"/>
                <w:szCs w:val="24"/>
              </w:rPr>
            </w:pPr>
            <w:sdt>
              <w:sdtPr>
                <w:rPr>
                  <w:sz w:val="24"/>
                  <w:szCs w:val="24"/>
                </w:rPr>
                <w:id w:val="213312335"/>
                <w:placeholder>
                  <w:docPart w:val="ECAE9FA5CE10436289419A1997586E25"/>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c>
          <w:tcPr>
            <w:tcW w:w="4606" w:type="dxa"/>
          </w:tcPr>
          <w:p w14:paraId="2251E911" w14:textId="77777777" w:rsidR="008B7C96" w:rsidRPr="002C6717" w:rsidRDefault="00000000" w:rsidP="0038497C">
            <w:pPr>
              <w:jc w:val="both"/>
              <w:rPr>
                <w:sz w:val="24"/>
                <w:szCs w:val="24"/>
              </w:rPr>
            </w:pPr>
            <w:sdt>
              <w:sdtPr>
                <w:rPr>
                  <w:sz w:val="24"/>
                  <w:szCs w:val="24"/>
                </w:rPr>
                <w:id w:val="-428969617"/>
                <w:placeholder>
                  <w:docPart w:val="777222E740A948A5A6EF989821A383B2"/>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r>
      <w:tr w:rsidR="008B7C96" w14:paraId="22A7718F" w14:textId="77777777" w:rsidTr="0038497C">
        <w:tc>
          <w:tcPr>
            <w:tcW w:w="4606" w:type="dxa"/>
          </w:tcPr>
          <w:p w14:paraId="7863E98C" w14:textId="77777777" w:rsidR="008B7C96" w:rsidRPr="002C6717" w:rsidRDefault="008B7C96" w:rsidP="0038497C">
            <w:pPr>
              <w:jc w:val="both"/>
              <w:rPr>
                <w:sz w:val="24"/>
                <w:szCs w:val="24"/>
              </w:rPr>
            </w:pPr>
          </w:p>
        </w:tc>
        <w:tc>
          <w:tcPr>
            <w:tcW w:w="4606" w:type="dxa"/>
          </w:tcPr>
          <w:p w14:paraId="2C03A396" w14:textId="77777777" w:rsidR="008B7C96" w:rsidRPr="002C6717" w:rsidRDefault="008B7C96" w:rsidP="0038497C">
            <w:pPr>
              <w:jc w:val="both"/>
              <w:rPr>
                <w:sz w:val="24"/>
                <w:szCs w:val="24"/>
              </w:rPr>
            </w:pPr>
          </w:p>
        </w:tc>
      </w:tr>
      <w:tr w:rsidR="008B7C96" w14:paraId="4CD09682" w14:textId="77777777" w:rsidTr="0038497C">
        <w:tc>
          <w:tcPr>
            <w:tcW w:w="4606" w:type="dxa"/>
          </w:tcPr>
          <w:p w14:paraId="0CBC3A0B"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2C0B693A" w14:textId="77777777" w:rsidR="008B7C96" w:rsidRPr="002C6717" w:rsidRDefault="008B7C96" w:rsidP="0038497C">
            <w:pPr>
              <w:jc w:val="both"/>
              <w:rPr>
                <w:sz w:val="24"/>
                <w:szCs w:val="24"/>
              </w:rPr>
            </w:pPr>
            <w:r>
              <w:rPr>
                <w:sz w:val="24"/>
                <w:szCs w:val="24"/>
              </w:rPr>
              <w:t>……………………..</w:t>
            </w:r>
          </w:p>
        </w:tc>
      </w:tr>
    </w:tbl>
    <w:p w14:paraId="792ADB28" w14:textId="77777777" w:rsidR="008B7C96" w:rsidRDefault="008B7C96" w:rsidP="008B7C96"/>
    <w:p w14:paraId="1A6254D5" w14:textId="77777777" w:rsidR="002A01B7" w:rsidRPr="00FE2065" w:rsidRDefault="002A01B7" w:rsidP="008B7C96">
      <w:pPr>
        <w:spacing w:line="240" w:lineRule="auto"/>
        <w:ind w:left="5670"/>
        <w:outlineLvl w:val="0"/>
        <w:rPr>
          <w:rFonts w:ascii="Times New Roman" w:hAnsi="Times New Roman" w:cs="Times New Roman"/>
          <w:sz w:val="24"/>
          <w:szCs w:val="24"/>
        </w:rPr>
      </w:pPr>
    </w:p>
    <w:sectPr w:rsidR="002A01B7" w:rsidRPr="00FE2065" w:rsidSect="00145218">
      <w:pgSz w:w="11906" w:h="16838"/>
      <w:pgMar w:top="851" w:right="567" w:bottom="1701" w:left="1418" w:header="709" w:footer="709"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8F7B6A" w14:textId="77777777" w:rsidR="00E0389E" w:rsidRDefault="00E0389E" w:rsidP="00705773">
      <w:pPr>
        <w:spacing w:after="0" w:line="240" w:lineRule="auto"/>
      </w:pPr>
      <w:r>
        <w:separator/>
      </w:r>
    </w:p>
  </w:endnote>
  <w:endnote w:type="continuationSeparator" w:id="0">
    <w:p w14:paraId="3C53B93D" w14:textId="77777777" w:rsidR="00E0389E" w:rsidRDefault="00E0389E"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TimesNewRomanPS-BoldMT">
    <w:altName w:val="Times New Roman"/>
    <w:panose1 w:val="00000000000000000000"/>
    <w:charset w:val="00"/>
    <w:family w:val="roman"/>
    <w:notTrueType/>
    <w:pitch w:val="default"/>
    <w:sig w:usb0="00000007" w:usb1="00000000" w:usb2="00000000" w:usb3="00000000" w:csb0="00000081"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9942839"/>
      <w:docPartObj>
        <w:docPartGallery w:val="Page Numbers (Bottom of Page)"/>
        <w:docPartUnique/>
      </w:docPartObj>
    </w:sdtPr>
    <w:sdtContent>
      <w:p w14:paraId="34CD5346" w14:textId="76649C63" w:rsidR="000911F2" w:rsidRDefault="000911F2">
        <w:pPr>
          <w:pStyle w:val="Jalus"/>
          <w:jc w:val="center"/>
        </w:pPr>
        <w:r>
          <w:fldChar w:fldCharType="begin"/>
        </w:r>
        <w:r>
          <w:instrText>PAGE   \* MERGEFORMAT</w:instrText>
        </w:r>
        <w:r>
          <w:fldChar w:fldCharType="separate"/>
        </w:r>
        <w:r>
          <w:t>2</w:t>
        </w:r>
        <w:r>
          <w:fldChar w:fldCharType="end"/>
        </w:r>
      </w:p>
    </w:sdtContent>
  </w:sdt>
  <w:p w14:paraId="2FDBF01F" w14:textId="77777777" w:rsidR="000911F2" w:rsidRDefault="000911F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C69E1F" w14:textId="77777777" w:rsidR="00E0389E" w:rsidRDefault="00E0389E" w:rsidP="00705773">
      <w:pPr>
        <w:spacing w:after="0" w:line="240" w:lineRule="auto"/>
      </w:pPr>
      <w:r>
        <w:separator/>
      </w:r>
    </w:p>
  </w:footnote>
  <w:footnote w:type="continuationSeparator" w:id="0">
    <w:p w14:paraId="7A8DC2C1" w14:textId="77777777" w:rsidR="00E0389E" w:rsidRDefault="00E0389E"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0170DE"/>
    <w:multiLevelType w:val="hybridMultilevel"/>
    <w:tmpl w:val="175ECB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4123"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29893051"/>
    <w:multiLevelType w:val="hybridMultilevel"/>
    <w:tmpl w:val="21F06862"/>
    <w:lvl w:ilvl="0" w:tplc="F9480168">
      <w:start w:val="1"/>
      <w:numFmt w:val="decimal"/>
      <w:lvlText w:val="%1."/>
      <w:lvlJc w:val="left"/>
      <w:pPr>
        <w:ind w:left="36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4850F79"/>
    <w:multiLevelType w:val="hybridMultilevel"/>
    <w:tmpl w:val="9D5429C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81E25C3"/>
    <w:multiLevelType w:val="hybridMultilevel"/>
    <w:tmpl w:val="8BAE05D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14"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396437159">
    <w:abstractNumId w:val="1"/>
  </w:num>
  <w:num w:numId="2" w16cid:durableId="1742170627">
    <w:abstractNumId w:val="7"/>
  </w:num>
  <w:num w:numId="3" w16cid:durableId="428434512">
    <w:abstractNumId w:val="2"/>
  </w:num>
  <w:num w:numId="4" w16cid:durableId="893780813">
    <w:abstractNumId w:val="9"/>
  </w:num>
  <w:num w:numId="5" w16cid:durableId="284891417">
    <w:abstractNumId w:val="8"/>
  </w:num>
  <w:num w:numId="6" w16cid:durableId="1453086223">
    <w:abstractNumId w:val="14"/>
  </w:num>
  <w:num w:numId="7" w16cid:durableId="1027415269">
    <w:abstractNumId w:val="13"/>
  </w:num>
  <w:num w:numId="8" w16cid:durableId="51853159">
    <w:abstractNumId w:val="12"/>
  </w:num>
  <w:num w:numId="9" w16cid:durableId="612715840">
    <w:abstractNumId w:val="10"/>
  </w:num>
  <w:num w:numId="10" w16cid:durableId="429932463">
    <w:abstractNumId w:val="11"/>
  </w:num>
  <w:num w:numId="11" w16cid:durableId="1363827597">
    <w:abstractNumId w:val="0"/>
  </w:num>
  <w:num w:numId="12" w16cid:durableId="2039693390">
    <w:abstractNumId w:val="3"/>
  </w:num>
  <w:num w:numId="13" w16cid:durableId="412897097">
    <w:abstractNumId w:val="4"/>
  </w:num>
  <w:num w:numId="14" w16cid:durableId="2120221377">
    <w:abstractNumId w:val="5"/>
  </w:num>
  <w:num w:numId="15" w16cid:durableId="825050385">
    <w:abstractNumId w:val="2"/>
    <w:lvlOverride w:ilvl="0">
      <w:startOverride w:val="1"/>
    </w:lvlOverride>
  </w:num>
  <w:num w:numId="16" w16cid:durableId="80216169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029C"/>
    <w:rsid w:val="00003744"/>
    <w:rsid w:val="00004D0A"/>
    <w:rsid w:val="00005913"/>
    <w:rsid w:val="00005CCC"/>
    <w:rsid w:val="0000651D"/>
    <w:rsid w:val="00006836"/>
    <w:rsid w:val="00006B0D"/>
    <w:rsid w:val="000156B6"/>
    <w:rsid w:val="00015C2C"/>
    <w:rsid w:val="00016CFA"/>
    <w:rsid w:val="00030A1A"/>
    <w:rsid w:val="00030A41"/>
    <w:rsid w:val="000336A9"/>
    <w:rsid w:val="00033FC5"/>
    <w:rsid w:val="00036EAF"/>
    <w:rsid w:val="0004420C"/>
    <w:rsid w:val="00047FEF"/>
    <w:rsid w:val="0005144C"/>
    <w:rsid w:val="000526FE"/>
    <w:rsid w:val="00052C71"/>
    <w:rsid w:val="00053D35"/>
    <w:rsid w:val="00060C70"/>
    <w:rsid w:val="00062201"/>
    <w:rsid w:val="00064DF5"/>
    <w:rsid w:val="000663B2"/>
    <w:rsid w:val="00066CB1"/>
    <w:rsid w:val="000674EE"/>
    <w:rsid w:val="0007258A"/>
    <w:rsid w:val="00075726"/>
    <w:rsid w:val="00076CCA"/>
    <w:rsid w:val="0008680E"/>
    <w:rsid w:val="00090AC8"/>
    <w:rsid w:val="000911F2"/>
    <w:rsid w:val="000915D2"/>
    <w:rsid w:val="00094BB9"/>
    <w:rsid w:val="00095B3F"/>
    <w:rsid w:val="00096AC2"/>
    <w:rsid w:val="000A42B5"/>
    <w:rsid w:val="000A4D66"/>
    <w:rsid w:val="000A6F56"/>
    <w:rsid w:val="000B1313"/>
    <w:rsid w:val="000B19CE"/>
    <w:rsid w:val="000B21A7"/>
    <w:rsid w:val="000B480B"/>
    <w:rsid w:val="000B59F7"/>
    <w:rsid w:val="000B5C10"/>
    <w:rsid w:val="000B7084"/>
    <w:rsid w:val="000C1ADA"/>
    <w:rsid w:val="000C23AF"/>
    <w:rsid w:val="000C259E"/>
    <w:rsid w:val="000C2AE1"/>
    <w:rsid w:val="000C3743"/>
    <w:rsid w:val="000C4124"/>
    <w:rsid w:val="000D1254"/>
    <w:rsid w:val="000D481A"/>
    <w:rsid w:val="000D545C"/>
    <w:rsid w:val="000D6420"/>
    <w:rsid w:val="000D6BF8"/>
    <w:rsid w:val="000D6E0F"/>
    <w:rsid w:val="000D7055"/>
    <w:rsid w:val="000D7379"/>
    <w:rsid w:val="000E097B"/>
    <w:rsid w:val="000E1DDF"/>
    <w:rsid w:val="000E5F28"/>
    <w:rsid w:val="000F256B"/>
    <w:rsid w:val="000F2C04"/>
    <w:rsid w:val="000F6C7B"/>
    <w:rsid w:val="000F7B99"/>
    <w:rsid w:val="000F7C73"/>
    <w:rsid w:val="00100B2C"/>
    <w:rsid w:val="00102A0D"/>
    <w:rsid w:val="00102C07"/>
    <w:rsid w:val="00107D6D"/>
    <w:rsid w:val="00115886"/>
    <w:rsid w:val="00116517"/>
    <w:rsid w:val="0011651D"/>
    <w:rsid w:val="001175F4"/>
    <w:rsid w:val="001217BA"/>
    <w:rsid w:val="0012352D"/>
    <w:rsid w:val="00125F24"/>
    <w:rsid w:val="00126497"/>
    <w:rsid w:val="00132919"/>
    <w:rsid w:val="00136222"/>
    <w:rsid w:val="00143BEB"/>
    <w:rsid w:val="00144026"/>
    <w:rsid w:val="00144C61"/>
    <w:rsid w:val="00145218"/>
    <w:rsid w:val="00152E2C"/>
    <w:rsid w:val="00154D28"/>
    <w:rsid w:val="00156510"/>
    <w:rsid w:val="0016153D"/>
    <w:rsid w:val="00164848"/>
    <w:rsid w:val="001653A0"/>
    <w:rsid w:val="001669ED"/>
    <w:rsid w:val="001718A1"/>
    <w:rsid w:val="00174490"/>
    <w:rsid w:val="00174C1E"/>
    <w:rsid w:val="00175C9A"/>
    <w:rsid w:val="0017625F"/>
    <w:rsid w:val="00176A5E"/>
    <w:rsid w:val="00176C45"/>
    <w:rsid w:val="00177B2A"/>
    <w:rsid w:val="00187657"/>
    <w:rsid w:val="00187F6C"/>
    <w:rsid w:val="001A3016"/>
    <w:rsid w:val="001A347F"/>
    <w:rsid w:val="001A62E4"/>
    <w:rsid w:val="001B10C6"/>
    <w:rsid w:val="001B23F4"/>
    <w:rsid w:val="001B6DC8"/>
    <w:rsid w:val="001B7486"/>
    <w:rsid w:val="001C126C"/>
    <w:rsid w:val="001C2610"/>
    <w:rsid w:val="001C2E72"/>
    <w:rsid w:val="001C3239"/>
    <w:rsid w:val="001C46CC"/>
    <w:rsid w:val="001C66B4"/>
    <w:rsid w:val="001D24CC"/>
    <w:rsid w:val="001D668D"/>
    <w:rsid w:val="001D6A84"/>
    <w:rsid w:val="001E1A00"/>
    <w:rsid w:val="001E3BAA"/>
    <w:rsid w:val="001E43DF"/>
    <w:rsid w:val="001E5D59"/>
    <w:rsid w:val="001F2F53"/>
    <w:rsid w:val="001F4E51"/>
    <w:rsid w:val="001F53F7"/>
    <w:rsid w:val="00200742"/>
    <w:rsid w:val="00200FCE"/>
    <w:rsid w:val="00201C05"/>
    <w:rsid w:val="00201D59"/>
    <w:rsid w:val="002033E1"/>
    <w:rsid w:val="00204176"/>
    <w:rsid w:val="002042F1"/>
    <w:rsid w:val="00205144"/>
    <w:rsid w:val="0020654B"/>
    <w:rsid w:val="00211F31"/>
    <w:rsid w:val="002120AD"/>
    <w:rsid w:val="002126E8"/>
    <w:rsid w:val="00212A3B"/>
    <w:rsid w:val="0022208D"/>
    <w:rsid w:val="0022315F"/>
    <w:rsid w:val="00230643"/>
    <w:rsid w:val="00232ACD"/>
    <w:rsid w:val="00233204"/>
    <w:rsid w:val="002359EE"/>
    <w:rsid w:val="00237467"/>
    <w:rsid w:val="0023764E"/>
    <w:rsid w:val="00240C3D"/>
    <w:rsid w:val="00245FE2"/>
    <w:rsid w:val="00246934"/>
    <w:rsid w:val="00253573"/>
    <w:rsid w:val="00254AAD"/>
    <w:rsid w:val="00254EB6"/>
    <w:rsid w:val="002551B0"/>
    <w:rsid w:val="0026144E"/>
    <w:rsid w:val="00262B7A"/>
    <w:rsid w:val="002633AC"/>
    <w:rsid w:val="00264885"/>
    <w:rsid w:val="00264D51"/>
    <w:rsid w:val="00267BB6"/>
    <w:rsid w:val="0027305B"/>
    <w:rsid w:val="002747CE"/>
    <w:rsid w:val="002768E4"/>
    <w:rsid w:val="00281185"/>
    <w:rsid w:val="00281267"/>
    <w:rsid w:val="0028338C"/>
    <w:rsid w:val="0028617F"/>
    <w:rsid w:val="0029018F"/>
    <w:rsid w:val="00294167"/>
    <w:rsid w:val="0029422D"/>
    <w:rsid w:val="00295905"/>
    <w:rsid w:val="00295C04"/>
    <w:rsid w:val="002A01B7"/>
    <w:rsid w:val="002A0F58"/>
    <w:rsid w:val="002A3077"/>
    <w:rsid w:val="002A510C"/>
    <w:rsid w:val="002A65DC"/>
    <w:rsid w:val="002B0115"/>
    <w:rsid w:val="002B106D"/>
    <w:rsid w:val="002B15FF"/>
    <w:rsid w:val="002B2823"/>
    <w:rsid w:val="002B29B2"/>
    <w:rsid w:val="002B2B18"/>
    <w:rsid w:val="002C4814"/>
    <w:rsid w:val="002C6717"/>
    <w:rsid w:val="002C6FEC"/>
    <w:rsid w:val="002D00AD"/>
    <w:rsid w:val="002D1BF4"/>
    <w:rsid w:val="002D2977"/>
    <w:rsid w:val="002D5B5B"/>
    <w:rsid w:val="002D615A"/>
    <w:rsid w:val="002D6DA5"/>
    <w:rsid w:val="002E3A98"/>
    <w:rsid w:val="002E3E18"/>
    <w:rsid w:val="002E46EF"/>
    <w:rsid w:val="002F06EE"/>
    <w:rsid w:val="002F64E2"/>
    <w:rsid w:val="00300A22"/>
    <w:rsid w:val="00306685"/>
    <w:rsid w:val="00307FD8"/>
    <w:rsid w:val="003208DE"/>
    <w:rsid w:val="00320DDC"/>
    <w:rsid w:val="00326675"/>
    <w:rsid w:val="003327C5"/>
    <w:rsid w:val="003334AD"/>
    <w:rsid w:val="003357D0"/>
    <w:rsid w:val="00337D26"/>
    <w:rsid w:val="003403F1"/>
    <w:rsid w:val="00342019"/>
    <w:rsid w:val="00342A7D"/>
    <w:rsid w:val="00343E7A"/>
    <w:rsid w:val="00344662"/>
    <w:rsid w:val="00346054"/>
    <w:rsid w:val="003528CB"/>
    <w:rsid w:val="00352C29"/>
    <w:rsid w:val="0035454A"/>
    <w:rsid w:val="00362D78"/>
    <w:rsid w:val="003648E0"/>
    <w:rsid w:val="003655AF"/>
    <w:rsid w:val="003707AD"/>
    <w:rsid w:val="00370C19"/>
    <w:rsid w:val="00372718"/>
    <w:rsid w:val="00372AB8"/>
    <w:rsid w:val="00372F03"/>
    <w:rsid w:val="003740D9"/>
    <w:rsid w:val="003762BF"/>
    <w:rsid w:val="00376F94"/>
    <w:rsid w:val="00377ED0"/>
    <w:rsid w:val="00380361"/>
    <w:rsid w:val="003858D6"/>
    <w:rsid w:val="00385D15"/>
    <w:rsid w:val="00386C4D"/>
    <w:rsid w:val="003901F8"/>
    <w:rsid w:val="003906B4"/>
    <w:rsid w:val="00391FB0"/>
    <w:rsid w:val="003924E6"/>
    <w:rsid w:val="00396D13"/>
    <w:rsid w:val="003A0C19"/>
    <w:rsid w:val="003A47FB"/>
    <w:rsid w:val="003A5132"/>
    <w:rsid w:val="003A5CAE"/>
    <w:rsid w:val="003A5CB6"/>
    <w:rsid w:val="003A633B"/>
    <w:rsid w:val="003B0383"/>
    <w:rsid w:val="003B0B0F"/>
    <w:rsid w:val="003B16FD"/>
    <w:rsid w:val="003B22ED"/>
    <w:rsid w:val="003B7CC8"/>
    <w:rsid w:val="003C1AAF"/>
    <w:rsid w:val="003C1AE0"/>
    <w:rsid w:val="003C4D24"/>
    <w:rsid w:val="003C58F3"/>
    <w:rsid w:val="003C782E"/>
    <w:rsid w:val="003D1322"/>
    <w:rsid w:val="003D3775"/>
    <w:rsid w:val="003D4CC9"/>
    <w:rsid w:val="003D59A8"/>
    <w:rsid w:val="003E0F05"/>
    <w:rsid w:val="003E66D7"/>
    <w:rsid w:val="003E6FD6"/>
    <w:rsid w:val="003F0E3C"/>
    <w:rsid w:val="003F0FE8"/>
    <w:rsid w:val="003F61D1"/>
    <w:rsid w:val="004011D7"/>
    <w:rsid w:val="00401DB5"/>
    <w:rsid w:val="00403502"/>
    <w:rsid w:val="00404E5C"/>
    <w:rsid w:val="00406A0E"/>
    <w:rsid w:val="00420CC1"/>
    <w:rsid w:val="00421F03"/>
    <w:rsid w:val="00422005"/>
    <w:rsid w:val="0042259E"/>
    <w:rsid w:val="00423CFB"/>
    <w:rsid w:val="004255E6"/>
    <w:rsid w:val="00426EB8"/>
    <w:rsid w:val="00435415"/>
    <w:rsid w:val="00435E02"/>
    <w:rsid w:val="00440C6B"/>
    <w:rsid w:val="0044352C"/>
    <w:rsid w:val="00446E63"/>
    <w:rsid w:val="00455729"/>
    <w:rsid w:val="004610D6"/>
    <w:rsid w:val="00461D55"/>
    <w:rsid w:val="004633F3"/>
    <w:rsid w:val="00463886"/>
    <w:rsid w:val="00467D4E"/>
    <w:rsid w:val="00467F8F"/>
    <w:rsid w:val="00471D21"/>
    <w:rsid w:val="00473835"/>
    <w:rsid w:val="00475D7D"/>
    <w:rsid w:val="00476429"/>
    <w:rsid w:val="0047690D"/>
    <w:rsid w:val="00482806"/>
    <w:rsid w:val="00483B33"/>
    <w:rsid w:val="004852AF"/>
    <w:rsid w:val="004863B0"/>
    <w:rsid w:val="00486D59"/>
    <w:rsid w:val="00487B12"/>
    <w:rsid w:val="00490A45"/>
    <w:rsid w:val="00490ABD"/>
    <w:rsid w:val="004926D0"/>
    <w:rsid w:val="004939A2"/>
    <w:rsid w:val="00494163"/>
    <w:rsid w:val="004966DA"/>
    <w:rsid w:val="004A0F87"/>
    <w:rsid w:val="004A445E"/>
    <w:rsid w:val="004A65FA"/>
    <w:rsid w:val="004B1E9F"/>
    <w:rsid w:val="004B315A"/>
    <w:rsid w:val="004C1F0A"/>
    <w:rsid w:val="004C3136"/>
    <w:rsid w:val="004C3670"/>
    <w:rsid w:val="004C3D94"/>
    <w:rsid w:val="004C6088"/>
    <w:rsid w:val="004C6689"/>
    <w:rsid w:val="004C7BC9"/>
    <w:rsid w:val="004D53C3"/>
    <w:rsid w:val="004D53FC"/>
    <w:rsid w:val="004D7234"/>
    <w:rsid w:val="004D762A"/>
    <w:rsid w:val="004E2589"/>
    <w:rsid w:val="004E25A8"/>
    <w:rsid w:val="004E3C0E"/>
    <w:rsid w:val="004E6B3B"/>
    <w:rsid w:val="004E7551"/>
    <w:rsid w:val="004E7CC9"/>
    <w:rsid w:val="004F1809"/>
    <w:rsid w:val="004F4A55"/>
    <w:rsid w:val="004F5D8E"/>
    <w:rsid w:val="005012FE"/>
    <w:rsid w:val="00505358"/>
    <w:rsid w:val="00506594"/>
    <w:rsid w:val="0050772E"/>
    <w:rsid w:val="005103C7"/>
    <w:rsid w:val="0051267D"/>
    <w:rsid w:val="005150B2"/>
    <w:rsid w:val="005207FB"/>
    <w:rsid w:val="00521D53"/>
    <w:rsid w:val="005229E5"/>
    <w:rsid w:val="00527C0C"/>
    <w:rsid w:val="00530C55"/>
    <w:rsid w:val="00531C47"/>
    <w:rsid w:val="00531EA4"/>
    <w:rsid w:val="00534E6F"/>
    <w:rsid w:val="00540697"/>
    <w:rsid w:val="00547290"/>
    <w:rsid w:val="0055062F"/>
    <w:rsid w:val="00550BD1"/>
    <w:rsid w:val="005511C6"/>
    <w:rsid w:val="005550D4"/>
    <w:rsid w:val="00556771"/>
    <w:rsid w:val="00561A0F"/>
    <w:rsid w:val="00561F03"/>
    <w:rsid w:val="0056272A"/>
    <w:rsid w:val="00562E2E"/>
    <w:rsid w:val="00562F16"/>
    <w:rsid w:val="00563C99"/>
    <w:rsid w:val="0056467F"/>
    <w:rsid w:val="00566437"/>
    <w:rsid w:val="00570E0F"/>
    <w:rsid w:val="00572C92"/>
    <w:rsid w:val="005778BE"/>
    <w:rsid w:val="00581008"/>
    <w:rsid w:val="00582353"/>
    <w:rsid w:val="00591DCC"/>
    <w:rsid w:val="00593801"/>
    <w:rsid w:val="00595D9F"/>
    <w:rsid w:val="005A05B8"/>
    <w:rsid w:val="005A24E5"/>
    <w:rsid w:val="005A73A3"/>
    <w:rsid w:val="005B4F5A"/>
    <w:rsid w:val="005E0883"/>
    <w:rsid w:val="005E192C"/>
    <w:rsid w:val="005E3565"/>
    <w:rsid w:val="005E4244"/>
    <w:rsid w:val="005E4E67"/>
    <w:rsid w:val="005F57D5"/>
    <w:rsid w:val="005F7669"/>
    <w:rsid w:val="0060205E"/>
    <w:rsid w:val="00603FFB"/>
    <w:rsid w:val="00606630"/>
    <w:rsid w:val="0060732A"/>
    <w:rsid w:val="00611608"/>
    <w:rsid w:val="00612297"/>
    <w:rsid w:val="006130A9"/>
    <w:rsid w:val="00613AD9"/>
    <w:rsid w:val="006164C3"/>
    <w:rsid w:val="006222B8"/>
    <w:rsid w:val="00626AF5"/>
    <w:rsid w:val="00630420"/>
    <w:rsid w:val="00630C5D"/>
    <w:rsid w:val="006333D4"/>
    <w:rsid w:val="006336D8"/>
    <w:rsid w:val="00636572"/>
    <w:rsid w:val="00642E49"/>
    <w:rsid w:val="00645DCF"/>
    <w:rsid w:val="00646D0A"/>
    <w:rsid w:val="0064725C"/>
    <w:rsid w:val="00647FC4"/>
    <w:rsid w:val="00657B0E"/>
    <w:rsid w:val="00660A05"/>
    <w:rsid w:val="0066110A"/>
    <w:rsid w:val="00663937"/>
    <w:rsid w:val="00664BDE"/>
    <w:rsid w:val="00664C2E"/>
    <w:rsid w:val="0066511C"/>
    <w:rsid w:val="0066521E"/>
    <w:rsid w:val="00665AF3"/>
    <w:rsid w:val="006674C9"/>
    <w:rsid w:val="006710C0"/>
    <w:rsid w:val="006731FB"/>
    <w:rsid w:val="0067340E"/>
    <w:rsid w:val="00674D86"/>
    <w:rsid w:val="006803B0"/>
    <w:rsid w:val="00680D48"/>
    <w:rsid w:val="0068271C"/>
    <w:rsid w:val="00682BBE"/>
    <w:rsid w:val="00685C0B"/>
    <w:rsid w:val="006876D2"/>
    <w:rsid w:val="006879DE"/>
    <w:rsid w:val="006A64A1"/>
    <w:rsid w:val="006A7048"/>
    <w:rsid w:val="006A7AB6"/>
    <w:rsid w:val="006B4EC5"/>
    <w:rsid w:val="006B6064"/>
    <w:rsid w:val="006B6A82"/>
    <w:rsid w:val="006B7CD0"/>
    <w:rsid w:val="006C0B68"/>
    <w:rsid w:val="006C167B"/>
    <w:rsid w:val="006C1720"/>
    <w:rsid w:val="006C4BD1"/>
    <w:rsid w:val="006C4D38"/>
    <w:rsid w:val="006C7751"/>
    <w:rsid w:val="006D0195"/>
    <w:rsid w:val="006D2357"/>
    <w:rsid w:val="006D490F"/>
    <w:rsid w:val="006D5CAA"/>
    <w:rsid w:val="006D7ED2"/>
    <w:rsid w:val="006E3CC9"/>
    <w:rsid w:val="006E45A0"/>
    <w:rsid w:val="006E76D5"/>
    <w:rsid w:val="006F28BE"/>
    <w:rsid w:val="006F3DE0"/>
    <w:rsid w:val="006F46F7"/>
    <w:rsid w:val="006F47BC"/>
    <w:rsid w:val="006F5B87"/>
    <w:rsid w:val="006F7841"/>
    <w:rsid w:val="0070499B"/>
    <w:rsid w:val="00704FEE"/>
    <w:rsid w:val="00705773"/>
    <w:rsid w:val="007075A3"/>
    <w:rsid w:val="00707E7A"/>
    <w:rsid w:val="007104A1"/>
    <w:rsid w:val="007146E4"/>
    <w:rsid w:val="00716C86"/>
    <w:rsid w:val="00720E3E"/>
    <w:rsid w:val="00726839"/>
    <w:rsid w:val="00727584"/>
    <w:rsid w:val="00727689"/>
    <w:rsid w:val="00727FF5"/>
    <w:rsid w:val="00731271"/>
    <w:rsid w:val="0073372A"/>
    <w:rsid w:val="00735796"/>
    <w:rsid w:val="00735A3A"/>
    <w:rsid w:val="0073642E"/>
    <w:rsid w:val="00737307"/>
    <w:rsid w:val="0074370A"/>
    <w:rsid w:val="007451F1"/>
    <w:rsid w:val="00747C49"/>
    <w:rsid w:val="0075068B"/>
    <w:rsid w:val="00751496"/>
    <w:rsid w:val="007535ED"/>
    <w:rsid w:val="00753EFD"/>
    <w:rsid w:val="00753F5A"/>
    <w:rsid w:val="00755065"/>
    <w:rsid w:val="00755BE7"/>
    <w:rsid w:val="007564A7"/>
    <w:rsid w:val="00756B7F"/>
    <w:rsid w:val="007610B8"/>
    <w:rsid w:val="00761D7C"/>
    <w:rsid w:val="007643D0"/>
    <w:rsid w:val="00765A0F"/>
    <w:rsid w:val="00773EA3"/>
    <w:rsid w:val="007810E1"/>
    <w:rsid w:val="00781A5E"/>
    <w:rsid w:val="00786130"/>
    <w:rsid w:val="00787167"/>
    <w:rsid w:val="007879A5"/>
    <w:rsid w:val="00794FD0"/>
    <w:rsid w:val="00795EAC"/>
    <w:rsid w:val="007962B6"/>
    <w:rsid w:val="00797D19"/>
    <w:rsid w:val="00797D8F"/>
    <w:rsid w:val="007A199D"/>
    <w:rsid w:val="007A1DE0"/>
    <w:rsid w:val="007A427E"/>
    <w:rsid w:val="007B087E"/>
    <w:rsid w:val="007B1095"/>
    <w:rsid w:val="007B3401"/>
    <w:rsid w:val="007B7668"/>
    <w:rsid w:val="007C0B9C"/>
    <w:rsid w:val="007C0C1F"/>
    <w:rsid w:val="007C177D"/>
    <w:rsid w:val="007C4CFB"/>
    <w:rsid w:val="007C604C"/>
    <w:rsid w:val="007C6CBA"/>
    <w:rsid w:val="007D150A"/>
    <w:rsid w:val="007D348B"/>
    <w:rsid w:val="007D452E"/>
    <w:rsid w:val="007D545A"/>
    <w:rsid w:val="007E3262"/>
    <w:rsid w:val="007E5772"/>
    <w:rsid w:val="007F078B"/>
    <w:rsid w:val="007F2CE6"/>
    <w:rsid w:val="007F3944"/>
    <w:rsid w:val="007F44E8"/>
    <w:rsid w:val="007F49ED"/>
    <w:rsid w:val="008000D7"/>
    <w:rsid w:val="008007E2"/>
    <w:rsid w:val="008008DD"/>
    <w:rsid w:val="00803DD9"/>
    <w:rsid w:val="00804615"/>
    <w:rsid w:val="00805107"/>
    <w:rsid w:val="00807879"/>
    <w:rsid w:val="00811FFB"/>
    <w:rsid w:val="00813406"/>
    <w:rsid w:val="0081395D"/>
    <w:rsid w:val="00814945"/>
    <w:rsid w:val="00815B0C"/>
    <w:rsid w:val="008213F1"/>
    <w:rsid w:val="008254A7"/>
    <w:rsid w:val="008325E1"/>
    <w:rsid w:val="00834585"/>
    <w:rsid w:val="00840195"/>
    <w:rsid w:val="00841D8B"/>
    <w:rsid w:val="00844C36"/>
    <w:rsid w:val="00845209"/>
    <w:rsid w:val="008454CD"/>
    <w:rsid w:val="00847DD0"/>
    <w:rsid w:val="00852520"/>
    <w:rsid w:val="00860DF0"/>
    <w:rsid w:val="00867DA5"/>
    <w:rsid w:val="0087052E"/>
    <w:rsid w:val="00871F2A"/>
    <w:rsid w:val="008723AA"/>
    <w:rsid w:val="00872C61"/>
    <w:rsid w:val="00873D36"/>
    <w:rsid w:val="00883B73"/>
    <w:rsid w:val="00884824"/>
    <w:rsid w:val="00892971"/>
    <w:rsid w:val="008929D8"/>
    <w:rsid w:val="0089608F"/>
    <w:rsid w:val="00897FFE"/>
    <w:rsid w:val="008A2313"/>
    <w:rsid w:val="008A63E2"/>
    <w:rsid w:val="008B04BC"/>
    <w:rsid w:val="008B3032"/>
    <w:rsid w:val="008B3647"/>
    <w:rsid w:val="008B5144"/>
    <w:rsid w:val="008B73BF"/>
    <w:rsid w:val="008B78B6"/>
    <w:rsid w:val="008B7C96"/>
    <w:rsid w:val="008C06A3"/>
    <w:rsid w:val="008C316C"/>
    <w:rsid w:val="008C6CCD"/>
    <w:rsid w:val="008C6D05"/>
    <w:rsid w:val="008D1C0E"/>
    <w:rsid w:val="008D1D78"/>
    <w:rsid w:val="008D220A"/>
    <w:rsid w:val="008D2F60"/>
    <w:rsid w:val="008D4631"/>
    <w:rsid w:val="008D4AF3"/>
    <w:rsid w:val="008D6179"/>
    <w:rsid w:val="008E1CA8"/>
    <w:rsid w:val="008E2AB3"/>
    <w:rsid w:val="008E2AC2"/>
    <w:rsid w:val="008E6563"/>
    <w:rsid w:val="008E6590"/>
    <w:rsid w:val="008E7F05"/>
    <w:rsid w:val="008F07A8"/>
    <w:rsid w:val="008F6BE0"/>
    <w:rsid w:val="008F6C1E"/>
    <w:rsid w:val="008F71C4"/>
    <w:rsid w:val="0090099A"/>
    <w:rsid w:val="00900B7A"/>
    <w:rsid w:val="00912FA0"/>
    <w:rsid w:val="00915CC5"/>
    <w:rsid w:val="00920AC1"/>
    <w:rsid w:val="009225BE"/>
    <w:rsid w:val="00922C31"/>
    <w:rsid w:val="00924EBE"/>
    <w:rsid w:val="00925D82"/>
    <w:rsid w:val="00930AE1"/>
    <w:rsid w:val="00934890"/>
    <w:rsid w:val="00935630"/>
    <w:rsid w:val="00940CE4"/>
    <w:rsid w:val="00944E6E"/>
    <w:rsid w:val="0094563E"/>
    <w:rsid w:val="00945E93"/>
    <w:rsid w:val="00946275"/>
    <w:rsid w:val="00947937"/>
    <w:rsid w:val="00950A62"/>
    <w:rsid w:val="0095274F"/>
    <w:rsid w:val="0095296C"/>
    <w:rsid w:val="00952A97"/>
    <w:rsid w:val="009539D1"/>
    <w:rsid w:val="00955FB6"/>
    <w:rsid w:val="009568AB"/>
    <w:rsid w:val="00957CDC"/>
    <w:rsid w:val="00961F91"/>
    <w:rsid w:val="00962678"/>
    <w:rsid w:val="00963B7A"/>
    <w:rsid w:val="00964EF6"/>
    <w:rsid w:val="0096585C"/>
    <w:rsid w:val="00970F8D"/>
    <w:rsid w:val="00971D69"/>
    <w:rsid w:val="0097748D"/>
    <w:rsid w:val="00980475"/>
    <w:rsid w:val="0098052B"/>
    <w:rsid w:val="00983E47"/>
    <w:rsid w:val="0098600A"/>
    <w:rsid w:val="00987177"/>
    <w:rsid w:val="00993638"/>
    <w:rsid w:val="009947B4"/>
    <w:rsid w:val="00995246"/>
    <w:rsid w:val="009A2A1B"/>
    <w:rsid w:val="009A2C2D"/>
    <w:rsid w:val="009A499D"/>
    <w:rsid w:val="009A7040"/>
    <w:rsid w:val="009B262F"/>
    <w:rsid w:val="009C5A22"/>
    <w:rsid w:val="009D02AE"/>
    <w:rsid w:val="009D16AB"/>
    <w:rsid w:val="009D343D"/>
    <w:rsid w:val="009D47F5"/>
    <w:rsid w:val="009D5EC5"/>
    <w:rsid w:val="009D60E3"/>
    <w:rsid w:val="009E2C79"/>
    <w:rsid w:val="009E33C8"/>
    <w:rsid w:val="009E4C39"/>
    <w:rsid w:val="009E5127"/>
    <w:rsid w:val="009E5EC6"/>
    <w:rsid w:val="009F176A"/>
    <w:rsid w:val="009F210B"/>
    <w:rsid w:val="009F3DB3"/>
    <w:rsid w:val="009F5368"/>
    <w:rsid w:val="009F6C8A"/>
    <w:rsid w:val="00A0369F"/>
    <w:rsid w:val="00A05BA8"/>
    <w:rsid w:val="00A06236"/>
    <w:rsid w:val="00A10B87"/>
    <w:rsid w:val="00A12832"/>
    <w:rsid w:val="00A15DDD"/>
    <w:rsid w:val="00A1642F"/>
    <w:rsid w:val="00A170BD"/>
    <w:rsid w:val="00A2018D"/>
    <w:rsid w:val="00A21251"/>
    <w:rsid w:val="00A23909"/>
    <w:rsid w:val="00A268A5"/>
    <w:rsid w:val="00A26A2B"/>
    <w:rsid w:val="00A26DDA"/>
    <w:rsid w:val="00A274A5"/>
    <w:rsid w:val="00A32095"/>
    <w:rsid w:val="00A32F4F"/>
    <w:rsid w:val="00A338CC"/>
    <w:rsid w:val="00A35AAF"/>
    <w:rsid w:val="00A37000"/>
    <w:rsid w:val="00A41C1D"/>
    <w:rsid w:val="00A43226"/>
    <w:rsid w:val="00A43B55"/>
    <w:rsid w:val="00A44023"/>
    <w:rsid w:val="00A5214F"/>
    <w:rsid w:val="00A52429"/>
    <w:rsid w:val="00A52BD7"/>
    <w:rsid w:val="00A539C6"/>
    <w:rsid w:val="00A56776"/>
    <w:rsid w:val="00A57DF2"/>
    <w:rsid w:val="00A61038"/>
    <w:rsid w:val="00A659CB"/>
    <w:rsid w:val="00A66EC9"/>
    <w:rsid w:val="00A7004A"/>
    <w:rsid w:val="00A72E9D"/>
    <w:rsid w:val="00A74110"/>
    <w:rsid w:val="00A74649"/>
    <w:rsid w:val="00A769A3"/>
    <w:rsid w:val="00A76BD6"/>
    <w:rsid w:val="00A777AE"/>
    <w:rsid w:val="00A8212B"/>
    <w:rsid w:val="00A85F15"/>
    <w:rsid w:val="00A865DA"/>
    <w:rsid w:val="00A903B3"/>
    <w:rsid w:val="00A90492"/>
    <w:rsid w:val="00A92081"/>
    <w:rsid w:val="00A92C08"/>
    <w:rsid w:val="00A9541A"/>
    <w:rsid w:val="00A97D13"/>
    <w:rsid w:val="00AA0163"/>
    <w:rsid w:val="00AA0CBB"/>
    <w:rsid w:val="00AA2FC5"/>
    <w:rsid w:val="00AA3C72"/>
    <w:rsid w:val="00AA7D22"/>
    <w:rsid w:val="00AB192C"/>
    <w:rsid w:val="00AB2F3A"/>
    <w:rsid w:val="00AB3039"/>
    <w:rsid w:val="00AC26BD"/>
    <w:rsid w:val="00AC2DD6"/>
    <w:rsid w:val="00AC4DB4"/>
    <w:rsid w:val="00AC63CB"/>
    <w:rsid w:val="00AC6EDD"/>
    <w:rsid w:val="00AD14DD"/>
    <w:rsid w:val="00AE0764"/>
    <w:rsid w:val="00AE2FD8"/>
    <w:rsid w:val="00AE5542"/>
    <w:rsid w:val="00AE61E7"/>
    <w:rsid w:val="00AF0122"/>
    <w:rsid w:val="00AF0340"/>
    <w:rsid w:val="00AF2276"/>
    <w:rsid w:val="00AF5E2E"/>
    <w:rsid w:val="00AF5F74"/>
    <w:rsid w:val="00B00E27"/>
    <w:rsid w:val="00B05B0F"/>
    <w:rsid w:val="00B0669E"/>
    <w:rsid w:val="00B06B9B"/>
    <w:rsid w:val="00B1084B"/>
    <w:rsid w:val="00B11A0D"/>
    <w:rsid w:val="00B154EE"/>
    <w:rsid w:val="00B2088B"/>
    <w:rsid w:val="00B239B4"/>
    <w:rsid w:val="00B25B6B"/>
    <w:rsid w:val="00B31395"/>
    <w:rsid w:val="00B34B26"/>
    <w:rsid w:val="00B40633"/>
    <w:rsid w:val="00B4132B"/>
    <w:rsid w:val="00B45F35"/>
    <w:rsid w:val="00B51865"/>
    <w:rsid w:val="00B53CB7"/>
    <w:rsid w:val="00B5424E"/>
    <w:rsid w:val="00B554C2"/>
    <w:rsid w:val="00B6168F"/>
    <w:rsid w:val="00B638AB"/>
    <w:rsid w:val="00B66694"/>
    <w:rsid w:val="00B70023"/>
    <w:rsid w:val="00B71760"/>
    <w:rsid w:val="00B723AF"/>
    <w:rsid w:val="00B72909"/>
    <w:rsid w:val="00B74A50"/>
    <w:rsid w:val="00B74C69"/>
    <w:rsid w:val="00B826FD"/>
    <w:rsid w:val="00B82A12"/>
    <w:rsid w:val="00B82E75"/>
    <w:rsid w:val="00B85180"/>
    <w:rsid w:val="00B85257"/>
    <w:rsid w:val="00B908A9"/>
    <w:rsid w:val="00B91ADB"/>
    <w:rsid w:val="00B963CC"/>
    <w:rsid w:val="00B96956"/>
    <w:rsid w:val="00BA41B8"/>
    <w:rsid w:val="00BA5F37"/>
    <w:rsid w:val="00BA7171"/>
    <w:rsid w:val="00BB36A5"/>
    <w:rsid w:val="00BB3983"/>
    <w:rsid w:val="00BC0347"/>
    <w:rsid w:val="00BC2AAD"/>
    <w:rsid w:val="00BC48A0"/>
    <w:rsid w:val="00BC4E07"/>
    <w:rsid w:val="00BC7227"/>
    <w:rsid w:val="00BD0098"/>
    <w:rsid w:val="00BD197F"/>
    <w:rsid w:val="00BD28F6"/>
    <w:rsid w:val="00BD4384"/>
    <w:rsid w:val="00BD5077"/>
    <w:rsid w:val="00BD54A3"/>
    <w:rsid w:val="00BD58C8"/>
    <w:rsid w:val="00BD5E7F"/>
    <w:rsid w:val="00BD6BBD"/>
    <w:rsid w:val="00BE19D3"/>
    <w:rsid w:val="00BE1A4D"/>
    <w:rsid w:val="00BE2DFC"/>
    <w:rsid w:val="00BE4391"/>
    <w:rsid w:val="00BE654D"/>
    <w:rsid w:val="00BE7126"/>
    <w:rsid w:val="00BF1202"/>
    <w:rsid w:val="00BF133A"/>
    <w:rsid w:val="00BF29BC"/>
    <w:rsid w:val="00BF407C"/>
    <w:rsid w:val="00BF5457"/>
    <w:rsid w:val="00BF5F7C"/>
    <w:rsid w:val="00BF68C8"/>
    <w:rsid w:val="00BF6A4B"/>
    <w:rsid w:val="00BF730D"/>
    <w:rsid w:val="00BF7A85"/>
    <w:rsid w:val="00C06298"/>
    <w:rsid w:val="00C14AEC"/>
    <w:rsid w:val="00C163EF"/>
    <w:rsid w:val="00C177E3"/>
    <w:rsid w:val="00C17A85"/>
    <w:rsid w:val="00C30DA7"/>
    <w:rsid w:val="00C3201A"/>
    <w:rsid w:val="00C41BBF"/>
    <w:rsid w:val="00C42B10"/>
    <w:rsid w:val="00C43B1E"/>
    <w:rsid w:val="00C46B12"/>
    <w:rsid w:val="00C46BBC"/>
    <w:rsid w:val="00C50193"/>
    <w:rsid w:val="00C5023F"/>
    <w:rsid w:val="00C5102E"/>
    <w:rsid w:val="00C52FBD"/>
    <w:rsid w:val="00C5571F"/>
    <w:rsid w:val="00C5757A"/>
    <w:rsid w:val="00C57E63"/>
    <w:rsid w:val="00C60B2E"/>
    <w:rsid w:val="00C74515"/>
    <w:rsid w:val="00C7579D"/>
    <w:rsid w:val="00C76CE0"/>
    <w:rsid w:val="00C8371F"/>
    <w:rsid w:val="00C86682"/>
    <w:rsid w:val="00C869BE"/>
    <w:rsid w:val="00C87FB5"/>
    <w:rsid w:val="00C91E96"/>
    <w:rsid w:val="00C923B7"/>
    <w:rsid w:val="00C92420"/>
    <w:rsid w:val="00C95C04"/>
    <w:rsid w:val="00C95CB2"/>
    <w:rsid w:val="00CA10F9"/>
    <w:rsid w:val="00CA3267"/>
    <w:rsid w:val="00CA5151"/>
    <w:rsid w:val="00CB12B9"/>
    <w:rsid w:val="00CB6693"/>
    <w:rsid w:val="00CC3CC1"/>
    <w:rsid w:val="00CC6626"/>
    <w:rsid w:val="00CD01B9"/>
    <w:rsid w:val="00CD0898"/>
    <w:rsid w:val="00CD11B4"/>
    <w:rsid w:val="00CD12D8"/>
    <w:rsid w:val="00CD1935"/>
    <w:rsid w:val="00CD20D7"/>
    <w:rsid w:val="00CD3E6E"/>
    <w:rsid w:val="00CD48DA"/>
    <w:rsid w:val="00CD5407"/>
    <w:rsid w:val="00CD7075"/>
    <w:rsid w:val="00CE364A"/>
    <w:rsid w:val="00CE635F"/>
    <w:rsid w:val="00CE6AD6"/>
    <w:rsid w:val="00CE6E2F"/>
    <w:rsid w:val="00CE7F25"/>
    <w:rsid w:val="00CF42C1"/>
    <w:rsid w:val="00CF6C7D"/>
    <w:rsid w:val="00CF7CF3"/>
    <w:rsid w:val="00D02FB5"/>
    <w:rsid w:val="00D0300B"/>
    <w:rsid w:val="00D03C4B"/>
    <w:rsid w:val="00D05B76"/>
    <w:rsid w:val="00D07FE1"/>
    <w:rsid w:val="00D11FA6"/>
    <w:rsid w:val="00D20698"/>
    <w:rsid w:val="00D22D05"/>
    <w:rsid w:val="00D232B8"/>
    <w:rsid w:val="00D247B5"/>
    <w:rsid w:val="00D3527A"/>
    <w:rsid w:val="00D37757"/>
    <w:rsid w:val="00D378F3"/>
    <w:rsid w:val="00D44A78"/>
    <w:rsid w:val="00D44D3C"/>
    <w:rsid w:val="00D4639A"/>
    <w:rsid w:val="00D470E0"/>
    <w:rsid w:val="00D47D23"/>
    <w:rsid w:val="00D52137"/>
    <w:rsid w:val="00D54095"/>
    <w:rsid w:val="00D55A49"/>
    <w:rsid w:val="00D56CDE"/>
    <w:rsid w:val="00D57B01"/>
    <w:rsid w:val="00D6011E"/>
    <w:rsid w:val="00D62819"/>
    <w:rsid w:val="00D62B5B"/>
    <w:rsid w:val="00D63883"/>
    <w:rsid w:val="00D63899"/>
    <w:rsid w:val="00D63DBC"/>
    <w:rsid w:val="00D65ACB"/>
    <w:rsid w:val="00D72129"/>
    <w:rsid w:val="00D73B47"/>
    <w:rsid w:val="00D7647B"/>
    <w:rsid w:val="00D803FD"/>
    <w:rsid w:val="00D807A1"/>
    <w:rsid w:val="00D84C8B"/>
    <w:rsid w:val="00D85443"/>
    <w:rsid w:val="00D908F8"/>
    <w:rsid w:val="00D90DE5"/>
    <w:rsid w:val="00D914AD"/>
    <w:rsid w:val="00D921F8"/>
    <w:rsid w:val="00DA1484"/>
    <w:rsid w:val="00DA4177"/>
    <w:rsid w:val="00DA51CC"/>
    <w:rsid w:val="00DA633F"/>
    <w:rsid w:val="00DA71FA"/>
    <w:rsid w:val="00DA75A8"/>
    <w:rsid w:val="00DA7FB7"/>
    <w:rsid w:val="00DB6EDE"/>
    <w:rsid w:val="00DC09A3"/>
    <w:rsid w:val="00DC2E71"/>
    <w:rsid w:val="00DC47AE"/>
    <w:rsid w:val="00DD1B39"/>
    <w:rsid w:val="00DD3DC4"/>
    <w:rsid w:val="00DD594C"/>
    <w:rsid w:val="00DD78C5"/>
    <w:rsid w:val="00DD78EF"/>
    <w:rsid w:val="00DE706F"/>
    <w:rsid w:val="00DF57FE"/>
    <w:rsid w:val="00E031BB"/>
    <w:rsid w:val="00E0389E"/>
    <w:rsid w:val="00E10FCA"/>
    <w:rsid w:val="00E1192E"/>
    <w:rsid w:val="00E14232"/>
    <w:rsid w:val="00E172A6"/>
    <w:rsid w:val="00E20CDE"/>
    <w:rsid w:val="00E2127F"/>
    <w:rsid w:val="00E226F9"/>
    <w:rsid w:val="00E27AA0"/>
    <w:rsid w:val="00E31834"/>
    <w:rsid w:val="00E31BC5"/>
    <w:rsid w:val="00E412BB"/>
    <w:rsid w:val="00E46C16"/>
    <w:rsid w:val="00E50701"/>
    <w:rsid w:val="00E529AF"/>
    <w:rsid w:val="00E53FAC"/>
    <w:rsid w:val="00E54F51"/>
    <w:rsid w:val="00E7790D"/>
    <w:rsid w:val="00E8142F"/>
    <w:rsid w:val="00E84463"/>
    <w:rsid w:val="00E86237"/>
    <w:rsid w:val="00E86277"/>
    <w:rsid w:val="00E86402"/>
    <w:rsid w:val="00E92332"/>
    <w:rsid w:val="00E931E8"/>
    <w:rsid w:val="00E934E7"/>
    <w:rsid w:val="00E96B43"/>
    <w:rsid w:val="00EA2770"/>
    <w:rsid w:val="00EA2B33"/>
    <w:rsid w:val="00EA68A5"/>
    <w:rsid w:val="00EA7B44"/>
    <w:rsid w:val="00EB5407"/>
    <w:rsid w:val="00EB7A3D"/>
    <w:rsid w:val="00EC54EE"/>
    <w:rsid w:val="00ED03B9"/>
    <w:rsid w:val="00ED0A98"/>
    <w:rsid w:val="00ED2927"/>
    <w:rsid w:val="00ED3F2C"/>
    <w:rsid w:val="00ED44FB"/>
    <w:rsid w:val="00ED5FB0"/>
    <w:rsid w:val="00ED7875"/>
    <w:rsid w:val="00EE109B"/>
    <w:rsid w:val="00EE214C"/>
    <w:rsid w:val="00EE3A60"/>
    <w:rsid w:val="00EF1D40"/>
    <w:rsid w:val="00EF4859"/>
    <w:rsid w:val="00EF5204"/>
    <w:rsid w:val="00EF6E8C"/>
    <w:rsid w:val="00F017FE"/>
    <w:rsid w:val="00F02043"/>
    <w:rsid w:val="00F04FB6"/>
    <w:rsid w:val="00F060DD"/>
    <w:rsid w:val="00F06CAF"/>
    <w:rsid w:val="00F11846"/>
    <w:rsid w:val="00F12BDD"/>
    <w:rsid w:val="00F16F55"/>
    <w:rsid w:val="00F20726"/>
    <w:rsid w:val="00F22D2D"/>
    <w:rsid w:val="00F232E9"/>
    <w:rsid w:val="00F24385"/>
    <w:rsid w:val="00F274E5"/>
    <w:rsid w:val="00F275BC"/>
    <w:rsid w:val="00F30CFF"/>
    <w:rsid w:val="00F32418"/>
    <w:rsid w:val="00F3265A"/>
    <w:rsid w:val="00F33597"/>
    <w:rsid w:val="00F33E9D"/>
    <w:rsid w:val="00F342E7"/>
    <w:rsid w:val="00F34D74"/>
    <w:rsid w:val="00F413B8"/>
    <w:rsid w:val="00F46D2D"/>
    <w:rsid w:val="00F50351"/>
    <w:rsid w:val="00F50374"/>
    <w:rsid w:val="00F512D4"/>
    <w:rsid w:val="00F5549E"/>
    <w:rsid w:val="00F57E0B"/>
    <w:rsid w:val="00F57FBA"/>
    <w:rsid w:val="00F60609"/>
    <w:rsid w:val="00F60636"/>
    <w:rsid w:val="00F607DA"/>
    <w:rsid w:val="00F627D8"/>
    <w:rsid w:val="00F65412"/>
    <w:rsid w:val="00F664AD"/>
    <w:rsid w:val="00F67F8C"/>
    <w:rsid w:val="00F71CCE"/>
    <w:rsid w:val="00F723B3"/>
    <w:rsid w:val="00F74140"/>
    <w:rsid w:val="00F7468A"/>
    <w:rsid w:val="00F7511C"/>
    <w:rsid w:val="00F773FA"/>
    <w:rsid w:val="00F807B9"/>
    <w:rsid w:val="00F853F2"/>
    <w:rsid w:val="00F9006C"/>
    <w:rsid w:val="00F90EDE"/>
    <w:rsid w:val="00F91035"/>
    <w:rsid w:val="00F92B0A"/>
    <w:rsid w:val="00F92F6A"/>
    <w:rsid w:val="00F93A07"/>
    <w:rsid w:val="00F94D32"/>
    <w:rsid w:val="00F960F2"/>
    <w:rsid w:val="00F963BD"/>
    <w:rsid w:val="00F96602"/>
    <w:rsid w:val="00FA287C"/>
    <w:rsid w:val="00FA2AFB"/>
    <w:rsid w:val="00FA421B"/>
    <w:rsid w:val="00FA777E"/>
    <w:rsid w:val="00FB12B6"/>
    <w:rsid w:val="00FB2CA1"/>
    <w:rsid w:val="00FB32B8"/>
    <w:rsid w:val="00FB4576"/>
    <w:rsid w:val="00FB4B14"/>
    <w:rsid w:val="00FB511D"/>
    <w:rsid w:val="00FB604C"/>
    <w:rsid w:val="00FB60EB"/>
    <w:rsid w:val="00FB6D32"/>
    <w:rsid w:val="00FC1424"/>
    <w:rsid w:val="00FC22B1"/>
    <w:rsid w:val="00FC5031"/>
    <w:rsid w:val="00FC5D46"/>
    <w:rsid w:val="00FC7A38"/>
    <w:rsid w:val="00FD4634"/>
    <w:rsid w:val="00FD4BF2"/>
    <w:rsid w:val="00FD5881"/>
    <w:rsid w:val="00FE2065"/>
    <w:rsid w:val="00FE2E86"/>
    <w:rsid w:val="00FE308B"/>
    <w:rsid w:val="00FE5455"/>
    <w:rsid w:val="00FE7045"/>
    <w:rsid w:val="00FF02F0"/>
    <w:rsid w:val="00FF397D"/>
    <w:rsid w:val="00FF3B0E"/>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iPriority w:val="99"/>
    <w:unhideWhenUsed/>
    <w:rsid w:val="00705773"/>
    <w:pPr>
      <w:tabs>
        <w:tab w:val="center" w:pos="4536"/>
        <w:tab w:val="right" w:pos="9072"/>
      </w:tabs>
      <w:spacing w:after="0" w:line="240" w:lineRule="auto"/>
    </w:pPr>
  </w:style>
  <w:style w:type="character" w:customStyle="1" w:styleId="JalusMrk">
    <w:name w:val="Jalus Märk"/>
    <w:basedOn w:val="Liguvaikefont"/>
    <w:link w:val="Jalus"/>
    <w:uiPriority w:val="99"/>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aliases w:val="Mummuga loetelu,Loendi l›ik"/>
    <w:basedOn w:val="Normaallaad"/>
    <w:link w:val="LoendilikMrk"/>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 w:type="paragraph" w:customStyle="1" w:styleId="FR1">
    <w:name w:val="FR1"/>
    <w:rsid w:val="0020654B"/>
    <w:pPr>
      <w:widowControl w:val="0"/>
      <w:autoSpaceDE w:val="0"/>
      <w:autoSpaceDN w:val="0"/>
      <w:adjustRightInd w:val="0"/>
      <w:spacing w:before="420" w:after="0" w:line="240" w:lineRule="auto"/>
      <w:ind w:right="200"/>
      <w:jc w:val="center"/>
    </w:pPr>
    <w:rPr>
      <w:rFonts w:ascii="Times New Roman" w:eastAsia="Times New Roman" w:hAnsi="Times New Roman" w:cs="Times New Roman"/>
      <w:sz w:val="32"/>
      <w:szCs w:val="32"/>
    </w:rPr>
  </w:style>
  <w:style w:type="character" w:customStyle="1" w:styleId="LoendilikMrk">
    <w:name w:val="Loendi lõik Märk"/>
    <w:aliases w:val="Mummuga loetelu Märk,Loendi l›ik Märk"/>
    <w:link w:val="Loendilik"/>
    <w:uiPriority w:val="34"/>
    <w:locked/>
    <w:rsid w:val="0020654B"/>
  </w:style>
  <w:style w:type="character" w:styleId="Lahendamatamainimine">
    <w:name w:val="Unresolved Mention"/>
    <w:basedOn w:val="Liguvaikefont"/>
    <w:uiPriority w:val="99"/>
    <w:semiHidden/>
    <w:unhideWhenUsed/>
    <w:rsid w:val="00F627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 w:id="57628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k.ee/et/e-arveldaj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mk@rmk.e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margus.reimann@rmk.ee" TargetMode="External"/><Relationship Id="rId4" Type="http://schemas.openxmlformats.org/officeDocument/2006/relationships/settings" Target="settings.xml"/><Relationship Id="rId9" Type="http://schemas.openxmlformats.org/officeDocument/2006/relationships/hyperlink" Target="mailto:rein.kilgi@rmk.e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E7BB098359B14092AEFC777EEA02F702"/>
        <w:category>
          <w:name w:val="Üldine"/>
          <w:gallery w:val="placeholder"/>
        </w:category>
        <w:types>
          <w:type w:val="bbPlcHdr"/>
        </w:types>
        <w:behaviors>
          <w:behavior w:val="content"/>
        </w:behaviors>
        <w:guid w:val="{E5C5B160-E8F2-4A86-AE7A-09E977FF75F7}"/>
      </w:docPartPr>
      <w:docPartBody>
        <w:p w:rsidR="009F2739" w:rsidRDefault="00A20522" w:rsidP="00A20522">
          <w:pPr>
            <w:pStyle w:val="E7BB098359B14092AEFC777EEA02F702"/>
          </w:pPr>
          <w:r w:rsidRPr="003F6A59">
            <w:rPr>
              <w:rStyle w:val="Kohatitetekst"/>
            </w:rPr>
            <w:t>[Company]</w:t>
          </w:r>
        </w:p>
      </w:docPartBody>
    </w:docPart>
    <w:docPart>
      <w:docPartPr>
        <w:name w:val="3726CE8B4592446A8860A7DCC3281149"/>
        <w:category>
          <w:name w:val="Üldine"/>
          <w:gallery w:val="placeholder"/>
        </w:category>
        <w:types>
          <w:type w:val="bbPlcHdr"/>
        </w:types>
        <w:behaviors>
          <w:behavior w:val="content"/>
        </w:behaviors>
        <w:guid w:val="{872FED3F-9473-478B-A45F-53F6629C605B}"/>
      </w:docPartPr>
      <w:docPartBody>
        <w:p w:rsidR="009F2739" w:rsidRDefault="00A20522" w:rsidP="00A20522">
          <w:pPr>
            <w:pStyle w:val="3726CE8B4592446A8860A7DCC3281149"/>
          </w:pPr>
          <w:r w:rsidRPr="00BE118B">
            <w:rPr>
              <w:rStyle w:val="Kohatitetekst"/>
            </w:rPr>
            <w:t>Click here to enter a date.</w:t>
          </w:r>
        </w:p>
      </w:docPartBody>
    </w:docPart>
    <w:docPart>
      <w:docPartPr>
        <w:name w:val="57389E4D625E4710A8B0F02B148903DE"/>
        <w:category>
          <w:name w:val="Üldine"/>
          <w:gallery w:val="placeholder"/>
        </w:category>
        <w:types>
          <w:type w:val="bbPlcHdr"/>
        </w:types>
        <w:behaviors>
          <w:behavior w:val="content"/>
        </w:behaviors>
        <w:guid w:val="{4A53D57E-FF13-4337-ABB2-66886279099D}"/>
      </w:docPartPr>
      <w:docPartBody>
        <w:p w:rsidR="009F2739" w:rsidRDefault="00A20522" w:rsidP="00A20522">
          <w:pPr>
            <w:pStyle w:val="57389E4D625E4710A8B0F02B148903DE"/>
          </w:pPr>
          <w:r w:rsidRPr="003F6A59">
            <w:rPr>
              <w:rStyle w:val="Kohatitetekst"/>
            </w:rPr>
            <w:t>[Company]</w:t>
          </w:r>
        </w:p>
      </w:docPartBody>
    </w:docPart>
    <w:docPart>
      <w:docPartPr>
        <w:name w:val="C7C3421EA5E0477382BCD8C7F99CADCE"/>
        <w:category>
          <w:name w:val="Üldine"/>
          <w:gallery w:val="placeholder"/>
        </w:category>
        <w:types>
          <w:type w:val="bbPlcHdr"/>
        </w:types>
        <w:behaviors>
          <w:behavior w:val="content"/>
        </w:behaviors>
        <w:guid w:val="{404758C0-D165-43D1-BAD7-B0F3F1432631}"/>
      </w:docPartPr>
      <w:docPartBody>
        <w:p w:rsidR="009F2739" w:rsidRDefault="00A20522" w:rsidP="00A20522">
          <w:pPr>
            <w:pStyle w:val="C7C3421EA5E0477382BCD8C7F99CADCE"/>
          </w:pPr>
          <w:r w:rsidRPr="00BE118B">
            <w:rPr>
              <w:rStyle w:val="Kohatitetekst"/>
            </w:rPr>
            <w:t>Click here to enter a date.</w:t>
          </w:r>
        </w:p>
      </w:docPartBody>
    </w:docPart>
    <w:docPart>
      <w:docPartPr>
        <w:name w:val="16D81A8059F3439E9D7D5000683E76DF"/>
        <w:category>
          <w:name w:val="Üldine"/>
          <w:gallery w:val="placeholder"/>
        </w:category>
        <w:types>
          <w:type w:val="bbPlcHdr"/>
        </w:types>
        <w:behaviors>
          <w:behavior w:val="content"/>
        </w:behaviors>
        <w:guid w:val="{790B116D-970E-4FAB-B47E-E7C3D1744314}"/>
      </w:docPartPr>
      <w:docPartBody>
        <w:p w:rsidR="009F2739" w:rsidRDefault="00A20522" w:rsidP="00A20522">
          <w:pPr>
            <w:pStyle w:val="16D81A8059F3439E9D7D5000683E76DF"/>
          </w:pPr>
          <w:r w:rsidRPr="00BE118B">
            <w:rPr>
              <w:rStyle w:val="Kohatitetekst"/>
            </w:rPr>
            <w:t>Choose an item.</w:t>
          </w:r>
        </w:p>
      </w:docPartBody>
    </w:docPart>
    <w:docPart>
      <w:docPartPr>
        <w:name w:val="47882E2173CE4EBFBA3879150F9E2175"/>
        <w:category>
          <w:name w:val="Üldine"/>
          <w:gallery w:val="placeholder"/>
        </w:category>
        <w:types>
          <w:type w:val="bbPlcHdr"/>
        </w:types>
        <w:behaviors>
          <w:behavior w:val="content"/>
        </w:behaviors>
        <w:guid w:val="{0825406B-7AEE-4834-8208-AD71A9560C04}"/>
      </w:docPartPr>
      <w:docPartBody>
        <w:p w:rsidR="009F2739" w:rsidRDefault="00A20522" w:rsidP="00A20522">
          <w:pPr>
            <w:pStyle w:val="47882E2173CE4EBFBA3879150F9E2175"/>
          </w:pPr>
          <w:r w:rsidRPr="00BE118B">
            <w:rPr>
              <w:rStyle w:val="Kohatitetekst"/>
            </w:rPr>
            <w:t>Choose an item.</w:t>
          </w:r>
        </w:p>
      </w:docPartBody>
    </w:docPart>
    <w:docPart>
      <w:docPartPr>
        <w:name w:val="835E89699A6B4A818A9244A8E415C844"/>
        <w:category>
          <w:name w:val="Üldine"/>
          <w:gallery w:val="placeholder"/>
        </w:category>
        <w:types>
          <w:type w:val="bbPlcHdr"/>
        </w:types>
        <w:behaviors>
          <w:behavior w:val="content"/>
        </w:behaviors>
        <w:guid w:val="{19AFA078-25F6-4292-8CEC-68697164ADB5}"/>
      </w:docPartPr>
      <w:docPartBody>
        <w:p w:rsidR="009F2739" w:rsidRDefault="00A20522" w:rsidP="00A20522">
          <w:pPr>
            <w:pStyle w:val="835E89699A6B4A818A9244A8E415C844"/>
          </w:pPr>
          <w:r w:rsidRPr="003F6A59">
            <w:rPr>
              <w:rStyle w:val="Kohatitetekst"/>
            </w:rPr>
            <w:t>[Company]</w:t>
          </w:r>
        </w:p>
      </w:docPartBody>
    </w:docPart>
    <w:docPart>
      <w:docPartPr>
        <w:name w:val="099550CC2A4A463CAE64164FF7E3107B"/>
        <w:category>
          <w:name w:val="Üldine"/>
          <w:gallery w:val="placeholder"/>
        </w:category>
        <w:types>
          <w:type w:val="bbPlcHdr"/>
        </w:types>
        <w:behaviors>
          <w:behavior w:val="content"/>
        </w:behaviors>
        <w:guid w:val="{B73AA457-5715-403C-B77B-7035FBA6DE1B}"/>
      </w:docPartPr>
      <w:docPartBody>
        <w:p w:rsidR="009F2739" w:rsidRDefault="00A20522" w:rsidP="00A20522">
          <w:pPr>
            <w:pStyle w:val="099550CC2A4A463CAE64164FF7E3107B"/>
          </w:pPr>
          <w:r w:rsidRPr="00BE118B">
            <w:rPr>
              <w:rStyle w:val="Kohatitetekst"/>
            </w:rPr>
            <w:t>Click here to enter a date.</w:t>
          </w:r>
        </w:p>
      </w:docPartBody>
    </w:docPart>
    <w:docPart>
      <w:docPartPr>
        <w:name w:val="5A68FAB526094BE5B2AAC5ABC6D25BDA"/>
        <w:category>
          <w:name w:val="Üldine"/>
          <w:gallery w:val="placeholder"/>
        </w:category>
        <w:types>
          <w:type w:val="bbPlcHdr"/>
        </w:types>
        <w:behaviors>
          <w:behavior w:val="content"/>
        </w:behaviors>
        <w:guid w:val="{AB4639D0-5C01-48EA-96AF-A87B5AFAB931}"/>
      </w:docPartPr>
      <w:docPartBody>
        <w:p w:rsidR="009F2739" w:rsidRDefault="00A20522" w:rsidP="00A20522">
          <w:pPr>
            <w:pStyle w:val="5A68FAB526094BE5B2AAC5ABC6D25BDA"/>
          </w:pPr>
          <w:r w:rsidRPr="003F6A59">
            <w:rPr>
              <w:rStyle w:val="Kohatitetekst"/>
            </w:rPr>
            <w:t>[Company]</w:t>
          </w:r>
        </w:p>
      </w:docPartBody>
    </w:docPart>
    <w:docPart>
      <w:docPartPr>
        <w:name w:val="7EBF4BB51EBB4688A2870ED025604D2B"/>
        <w:category>
          <w:name w:val="Üldine"/>
          <w:gallery w:val="placeholder"/>
        </w:category>
        <w:types>
          <w:type w:val="bbPlcHdr"/>
        </w:types>
        <w:behaviors>
          <w:behavior w:val="content"/>
        </w:behaviors>
        <w:guid w:val="{0F367AB2-85E2-4BD4-9B4D-1562AE0837C4}"/>
      </w:docPartPr>
      <w:docPartBody>
        <w:p w:rsidR="009F2739" w:rsidRDefault="00A20522" w:rsidP="00A20522">
          <w:pPr>
            <w:pStyle w:val="7EBF4BB51EBB4688A2870ED025604D2B"/>
          </w:pPr>
          <w:r w:rsidRPr="003F6A59">
            <w:rPr>
              <w:rStyle w:val="Kohatitetekst"/>
            </w:rPr>
            <w:t>[Company]</w:t>
          </w:r>
        </w:p>
      </w:docPartBody>
    </w:docPart>
    <w:docPart>
      <w:docPartPr>
        <w:name w:val="DBACC995154C45D5B744C8459C74DD53"/>
        <w:category>
          <w:name w:val="Üldine"/>
          <w:gallery w:val="placeholder"/>
        </w:category>
        <w:types>
          <w:type w:val="bbPlcHdr"/>
        </w:types>
        <w:behaviors>
          <w:behavior w:val="content"/>
        </w:behaviors>
        <w:guid w:val="{778FCFB6-B741-498F-BC1D-494B55E97116}"/>
      </w:docPartPr>
      <w:docPartBody>
        <w:p w:rsidR="009F2739" w:rsidRDefault="00A20522" w:rsidP="00A20522">
          <w:pPr>
            <w:pStyle w:val="DBACC995154C45D5B744C8459C74DD53"/>
          </w:pPr>
          <w:r w:rsidRPr="00BE118B">
            <w:rPr>
              <w:rStyle w:val="Kohatitetekst"/>
            </w:rPr>
            <w:t>Choose an item.</w:t>
          </w:r>
        </w:p>
      </w:docPartBody>
    </w:docPart>
    <w:docPart>
      <w:docPartPr>
        <w:name w:val="F6DCBB50540444EA85FF865CDBA6B7D3"/>
        <w:category>
          <w:name w:val="Üldine"/>
          <w:gallery w:val="placeholder"/>
        </w:category>
        <w:types>
          <w:type w:val="bbPlcHdr"/>
        </w:types>
        <w:behaviors>
          <w:behavior w:val="content"/>
        </w:behaviors>
        <w:guid w:val="{FBB9DEC6-0A14-478C-B826-34A1CF1EDEF0}"/>
      </w:docPartPr>
      <w:docPartBody>
        <w:p w:rsidR="009F2739" w:rsidRDefault="00A20522" w:rsidP="00A20522">
          <w:pPr>
            <w:pStyle w:val="F6DCBB50540444EA85FF865CDBA6B7D3"/>
          </w:pPr>
          <w:r w:rsidRPr="00BE118B">
            <w:rPr>
              <w:rStyle w:val="Kohatitetekst"/>
            </w:rPr>
            <w:t>Choose an item.</w:t>
          </w:r>
        </w:p>
      </w:docPartBody>
    </w:docPart>
    <w:docPart>
      <w:docPartPr>
        <w:name w:val="D6788A2C2A4249DC9FF226E1B1A06962"/>
        <w:category>
          <w:name w:val="Üldine"/>
          <w:gallery w:val="placeholder"/>
        </w:category>
        <w:types>
          <w:type w:val="bbPlcHdr"/>
        </w:types>
        <w:behaviors>
          <w:behavior w:val="content"/>
        </w:behaviors>
        <w:guid w:val="{C64B27D4-AF4E-415C-9DDB-B4879CD20887}"/>
      </w:docPartPr>
      <w:docPartBody>
        <w:p w:rsidR="009F2739" w:rsidRDefault="00A20522" w:rsidP="00A20522">
          <w:pPr>
            <w:pStyle w:val="D6788A2C2A4249DC9FF226E1B1A06962"/>
          </w:pPr>
          <w:r w:rsidRPr="003F6A59">
            <w:rPr>
              <w:rStyle w:val="Kohatitetekst"/>
            </w:rPr>
            <w:t>[Company]</w:t>
          </w:r>
        </w:p>
      </w:docPartBody>
    </w:docPart>
    <w:docPart>
      <w:docPartPr>
        <w:name w:val="D45BE35E7D0141D1B7E8A12CD9992BD4"/>
        <w:category>
          <w:name w:val="Üldine"/>
          <w:gallery w:val="placeholder"/>
        </w:category>
        <w:types>
          <w:type w:val="bbPlcHdr"/>
        </w:types>
        <w:behaviors>
          <w:behavior w:val="content"/>
        </w:behaviors>
        <w:guid w:val="{3B902EC9-3688-4B09-B56A-A9320606E248}"/>
      </w:docPartPr>
      <w:docPartBody>
        <w:p w:rsidR="009F2739" w:rsidRDefault="00A20522" w:rsidP="00A20522">
          <w:pPr>
            <w:pStyle w:val="D45BE35E7D0141D1B7E8A12CD9992BD4"/>
          </w:pPr>
          <w:r w:rsidRPr="00BE118B">
            <w:rPr>
              <w:rStyle w:val="Kohatitetekst"/>
            </w:rPr>
            <w:t>Click here to enter a date.</w:t>
          </w:r>
        </w:p>
      </w:docPartBody>
    </w:docPart>
    <w:docPart>
      <w:docPartPr>
        <w:name w:val="ECAE9FA5CE10436289419A1997586E25"/>
        <w:category>
          <w:name w:val="Üldine"/>
          <w:gallery w:val="placeholder"/>
        </w:category>
        <w:types>
          <w:type w:val="bbPlcHdr"/>
        </w:types>
        <w:behaviors>
          <w:behavior w:val="content"/>
        </w:behaviors>
        <w:guid w:val="{9F734039-9429-4DD7-A20D-89548622EF39}"/>
      </w:docPartPr>
      <w:docPartBody>
        <w:p w:rsidR="009F2739" w:rsidRDefault="00A20522" w:rsidP="00A20522">
          <w:pPr>
            <w:pStyle w:val="ECAE9FA5CE10436289419A1997586E25"/>
          </w:pPr>
          <w:r w:rsidRPr="00BE118B">
            <w:rPr>
              <w:rStyle w:val="Kohatitetekst"/>
            </w:rPr>
            <w:t>Choose an item.</w:t>
          </w:r>
        </w:p>
      </w:docPartBody>
    </w:docPart>
    <w:docPart>
      <w:docPartPr>
        <w:name w:val="777222E740A948A5A6EF989821A383B2"/>
        <w:category>
          <w:name w:val="Üldine"/>
          <w:gallery w:val="placeholder"/>
        </w:category>
        <w:types>
          <w:type w:val="bbPlcHdr"/>
        </w:types>
        <w:behaviors>
          <w:behavior w:val="content"/>
        </w:behaviors>
        <w:guid w:val="{2B33DFAC-52BC-43C0-A5A8-0647CB24F29E}"/>
      </w:docPartPr>
      <w:docPartBody>
        <w:p w:rsidR="009F2739" w:rsidRDefault="00A20522" w:rsidP="00A20522">
          <w:pPr>
            <w:pStyle w:val="777222E740A948A5A6EF989821A383B2"/>
          </w:pPr>
          <w:r w:rsidRPr="00BE118B">
            <w:rPr>
              <w:rStyle w:val="Kohatitetekst"/>
            </w:rPr>
            <w:t>Choose an item.</w:t>
          </w:r>
        </w:p>
      </w:docPartBody>
    </w:docPart>
    <w:docPart>
      <w:docPartPr>
        <w:name w:val="B879A30013764D5AA570BE2CE4093A3B"/>
        <w:category>
          <w:name w:val="Üldine"/>
          <w:gallery w:val="placeholder"/>
        </w:category>
        <w:types>
          <w:type w:val="bbPlcHdr"/>
        </w:types>
        <w:behaviors>
          <w:behavior w:val="content"/>
        </w:behaviors>
        <w:guid w:val="{E9130B86-4875-4AFC-BD28-375720CDA85A}"/>
      </w:docPartPr>
      <w:docPartBody>
        <w:p w:rsidR="00497424" w:rsidRDefault="00497424" w:rsidP="00497424">
          <w:pPr>
            <w:pStyle w:val="B879A30013764D5AA570BE2CE4093A3B"/>
          </w:pPr>
          <w:r w:rsidRPr="00BE118B">
            <w:rPr>
              <w:rStyle w:val="Kohatitetekst"/>
            </w:rPr>
            <w:t>Choose an item.</w:t>
          </w:r>
        </w:p>
      </w:docPartBody>
    </w:docPart>
    <w:docPart>
      <w:docPartPr>
        <w:name w:val="D8C59275224B4DB2B7BF692CF11DDE48"/>
        <w:category>
          <w:name w:val="Üldine"/>
          <w:gallery w:val="placeholder"/>
        </w:category>
        <w:types>
          <w:type w:val="bbPlcHdr"/>
        </w:types>
        <w:behaviors>
          <w:behavior w:val="content"/>
        </w:behaviors>
        <w:guid w:val="{B4E5CEDF-217D-4799-8B34-AFE81C53C711}"/>
      </w:docPartPr>
      <w:docPartBody>
        <w:p w:rsidR="00497424" w:rsidRDefault="00497424" w:rsidP="00497424">
          <w:pPr>
            <w:pStyle w:val="D8C59275224B4DB2B7BF692CF11DDE48"/>
          </w:pPr>
          <w:r w:rsidRPr="00BE118B">
            <w:rPr>
              <w:rStyle w:val="Kohatitetekst"/>
            </w:rPr>
            <w:t>Choose an item.</w:t>
          </w:r>
        </w:p>
      </w:docPartBody>
    </w:docPart>
    <w:docPart>
      <w:docPartPr>
        <w:name w:val="FDE20864317C4BEFB72D8F6C051C3072"/>
        <w:category>
          <w:name w:val="Üldine"/>
          <w:gallery w:val="placeholder"/>
        </w:category>
        <w:types>
          <w:type w:val="bbPlcHdr"/>
        </w:types>
        <w:behaviors>
          <w:behavior w:val="content"/>
        </w:behaviors>
        <w:guid w:val="{67CD2765-7D77-457D-8FFA-D9EA24CDED80}"/>
      </w:docPartPr>
      <w:docPartBody>
        <w:p w:rsidR="00497424" w:rsidRDefault="00497424" w:rsidP="00497424">
          <w:pPr>
            <w:pStyle w:val="FDE20864317C4BEFB72D8F6C051C3072"/>
          </w:pPr>
          <w:r w:rsidRPr="003F6A59">
            <w:rPr>
              <w:rStyle w:val="Kohatitetekst"/>
            </w:rPr>
            <w:t>[Company]</w:t>
          </w:r>
        </w:p>
      </w:docPartBody>
    </w:docPart>
    <w:docPart>
      <w:docPartPr>
        <w:name w:val="EEA8C9CB95694BF38131C6B5D6531F77"/>
        <w:category>
          <w:name w:val="Üldine"/>
          <w:gallery w:val="placeholder"/>
        </w:category>
        <w:types>
          <w:type w:val="bbPlcHdr"/>
        </w:types>
        <w:behaviors>
          <w:behavior w:val="content"/>
        </w:behaviors>
        <w:guid w:val="{C96F0783-ED2E-4430-9EAD-68A61775E9B1}"/>
      </w:docPartPr>
      <w:docPartBody>
        <w:p w:rsidR="00497424" w:rsidRDefault="00497424" w:rsidP="00497424">
          <w:pPr>
            <w:pStyle w:val="EEA8C9CB95694BF38131C6B5D6531F77"/>
          </w:pPr>
          <w:r w:rsidRPr="00BE118B">
            <w:rPr>
              <w:rStyle w:val="Kohatitetekst"/>
            </w:rPr>
            <w:t>Click here to enter a date.</w:t>
          </w:r>
        </w:p>
      </w:docPartBody>
    </w:docPart>
    <w:docPart>
      <w:docPartPr>
        <w:name w:val="1E91704418D24E28AE0D6643099144CE"/>
        <w:category>
          <w:name w:val="Üldine"/>
          <w:gallery w:val="placeholder"/>
        </w:category>
        <w:types>
          <w:type w:val="bbPlcHdr"/>
        </w:types>
        <w:behaviors>
          <w:behavior w:val="content"/>
        </w:behaviors>
        <w:guid w:val="{CB9CD45F-4FD5-4538-8076-D8C6B8933CEB}"/>
      </w:docPartPr>
      <w:docPartBody>
        <w:p w:rsidR="00497424" w:rsidRDefault="00497424" w:rsidP="00497424">
          <w:pPr>
            <w:pStyle w:val="1E91704418D24E28AE0D6643099144CE"/>
          </w:pPr>
          <w:r w:rsidRPr="003F6A59">
            <w:rPr>
              <w:rStyle w:val="Kohatitetekst"/>
            </w:rPr>
            <w:t>[Company]</w:t>
          </w:r>
        </w:p>
      </w:docPartBody>
    </w:docPart>
    <w:docPart>
      <w:docPartPr>
        <w:name w:val="EC021E8ACF3842558E94A89DC317A5F7"/>
        <w:category>
          <w:name w:val="Üldine"/>
          <w:gallery w:val="placeholder"/>
        </w:category>
        <w:types>
          <w:type w:val="bbPlcHdr"/>
        </w:types>
        <w:behaviors>
          <w:behavior w:val="content"/>
        </w:behaviors>
        <w:guid w:val="{5133D1D3-9C5F-4CCD-BB20-7EB4C1F22B9B}"/>
      </w:docPartPr>
      <w:docPartBody>
        <w:p w:rsidR="00497424" w:rsidRDefault="00497424" w:rsidP="00497424">
          <w:pPr>
            <w:pStyle w:val="EC021E8ACF3842558E94A89DC317A5F7"/>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TimesNewRomanPS-BoldMT">
    <w:altName w:val="Times New Roman"/>
    <w:panose1 w:val="00000000000000000000"/>
    <w:charset w:val="00"/>
    <w:family w:val="roman"/>
    <w:notTrueType/>
    <w:pitch w:val="default"/>
    <w:sig w:usb0="00000007" w:usb1="00000000" w:usb2="00000000" w:usb3="00000000" w:csb0="00000081" w:csb1="00000000"/>
  </w:font>
  <w:font w:name="TimesNewRomanPSMT">
    <w:altName w:val="Times New Roman"/>
    <w:panose1 w:val="00000000000000000000"/>
    <w:charset w:val="BA"/>
    <w:family w:val="auto"/>
    <w:notTrueType/>
    <w:pitch w:val="default"/>
    <w:sig w:usb0="00000005" w:usb1="00000000" w:usb2="00000000" w:usb3="00000000" w:csb0="00000080"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0029C"/>
    <w:rsid w:val="00013271"/>
    <w:rsid w:val="00013DDC"/>
    <w:rsid w:val="00020357"/>
    <w:rsid w:val="00051446"/>
    <w:rsid w:val="000678A1"/>
    <w:rsid w:val="00072B28"/>
    <w:rsid w:val="00081706"/>
    <w:rsid w:val="000D7C8D"/>
    <w:rsid w:val="00102A0D"/>
    <w:rsid w:val="00137498"/>
    <w:rsid w:val="0016358B"/>
    <w:rsid w:val="00170480"/>
    <w:rsid w:val="0018551C"/>
    <w:rsid w:val="00190188"/>
    <w:rsid w:val="00193892"/>
    <w:rsid w:val="001B3D71"/>
    <w:rsid w:val="002042F1"/>
    <w:rsid w:val="002120AD"/>
    <w:rsid w:val="00244970"/>
    <w:rsid w:val="00252447"/>
    <w:rsid w:val="00254FCF"/>
    <w:rsid w:val="002D10E3"/>
    <w:rsid w:val="002E144C"/>
    <w:rsid w:val="002F2D3C"/>
    <w:rsid w:val="002F41D3"/>
    <w:rsid w:val="002F4347"/>
    <w:rsid w:val="00307FD8"/>
    <w:rsid w:val="00344662"/>
    <w:rsid w:val="00351194"/>
    <w:rsid w:val="00351FD1"/>
    <w:rsid w:val="00362239"/>
    <w:rsid w:val="0038008E"/>
    <w:rsid w:val="00380361"/>
    <w:rsid w:val="003A5132"/>
    <w:rsid w:val="003A5CB6"/>
    <w:rsid w:val="003C1AAF"/>
    <w:rsid w:val="003C6885"/>
    <w:rsid w:val="004255E6"/>
    <w:rsid w:val="00433F39"/>
    <w:rsid w:val="00455729"/>
    <w:rsid w:val="00456B7E"/>
    <w:rsid w:val="004617F3"/>
    <w:rsid w:val="00483B33"/>
    <w:rsid w:val="00485D57"/>
    <w:rsid w:val="00486B87"/>
    <w:rsid w:val="00491275"/>
    <w:rsid w:val="00497424"/>
    <w:rsid w:val="004A7261"/>
    <w:rsid w:val="004B2DE6"/>
    <w:rsid w:val="004C3670"/>
    <w:rsid w:val="004D122A"/>
    <w:rsid w:val="004F6639"/>
    <w:rsid w:val="0051446E"/>
    <w:rsid w:val="00517522"/>
    <w:rsid w:val="00523061"/>
    <w:rsid w:val="0053141C"/>
    <w:rsid w:val="0054460F"/>
    <w:rsid w:val="00551D60"/>
    <w:rsid w:val="00580437"/>
    <w:rsid w:val="00590DDE"/>
    <w:rsid w:val="00593D81"/>
    <w:rsid w:val="005A5431"/>
    <w:rsid w:val="005A6189"/>
    <w:rsid w:val="006042F9"/>
    <w:rsid w:val="00605B6F"/>
    <w:rsid w:val="00630C5D"/>
    <w:rsid w:val="0063290D"/>
    <w:rsid w:val="006442A0"/>
    <w:rsid w:val="00647B8F"/>
    <w:rsid w:val="00664D6B"/>
    <w:rsid w:val="0067752A"/>
    <w:rsid w:val="00677D6F"/>
    <w:rsid w:val="00680394"/>
    <w:rsid w:val="0068217C"/>
    <w:rsid w:val="00696560"/>
    <w:rsid w:val="006B0FE0"/>
    <w:rsid w:val="006C4268"/>
    <w:rsid w:val="006D2357"/>
    <w:rsid w:val="006E2496"/>
    <w:rsid w:val="006F484C"/>
    <w:rsid w:val="00714BC8"/>
    <w:rsid w:val="00751496"/>
    <w:rsid w:val="00753F5A"/>
    <w:rsid w:val="00755BE7"/>
    <w:rsid w:val="007618A0"/>
    <w:rsid w:val="00774524"/>
    <w:rsid w:val="00782078"/>
    <w:rsid w:val="0078799E"/>
    <w:rsid w:val="00797D98"/>
    <w:rsid w:val="007B52D5"/>
    <w:rsid w:val="007B6E03"/>
    <w:rsid w:val="007D526B"/>
    <w:rsid w:val="00801A2E"/>
    <w:rsid w:val="00803940"/>
    <w:rsid w:val="0081125C"/>
    <w:rsid w:val="00826665"/>
    <w:rsid w:val="00870CEF"/>
    <w:rsid w:val="00892678"/>
    <w:rsid w:val="008F67E6"/>
    <w:rsid w:val="009045EF"/>
    <w:rsid w:val="00914169"/>
    <w:rsid w:val="009200D6"/>
    <w:rsid w:val="009267EA"/>
    <w:rsid w:val="0094449D"/>
    <w:rsid w:val="00951C2D"/>
    <w:rsid w:val="00952AC1"/>
    <w:rsid w:val="009539D1"/>
    <w:rsid w:val="00963822"/>
    <w:rsid w:val="00976593"/>
    <w:rsid w:val="009773B6"/>
    <w:rsid w:val="00977E60"/>
    <w:rsid w:val="009848A8"/>
    <w:rsid w:val="009932A9"/>
    <w:rsid w:val="009A5C01"/>
    <w:rsid w:val="009B5E11"/>
    <w:rsid w:val="009B66C1"/>
    <w:rsid w:val="009D5A99"/>
    <w:rsid w:val="009E2EBC"/>
    <w:rsid w:val="009F2739"/>
    <w:rsid w:val="00A1078C"/>
    <w:rsid w:val="00A20522"/>
    <w:rsid w:val="00A34B35"/>
    <w:rsid w:val="00A6240E"/>
    <w:rsid w:val="00A7539A"/>
    <w:rsid w:val="00A81363"/>
    <w:rsid w:val="00AB6A2C"/>
    <w:rsid w:val="00AB745C"/>
    <w:rsid w:val="00AB7783"/>
    <w:rsid w:val="00AC021F"/>
    <w:rsid w:val="00AE27C3"/>
    <w:rsid w:val="00B06A5C"/>
    <w:rsid w:val="00B25BB4"/>
    <w:rsid w:val="00B30BA5"/>
    <w:rsid w:val="00B32772"/>
    <w:rsid w:val="00B55279"/>
    <w:rsid w:val="00B612B5"/>
    <w:rsid w:val="00B65031"/>
    <w:rsid w:val="00B74A50"/>
    <w:rsid w:val="00B82D72"/>
    <w:rsid w:val="00BA48F4"/>
    <w:rsid w:val="00BA7C7D"/>
    <w:rsid w:val="00BD445D"/>
    <w:rsid w:val="00C11BB1"/>
    <w:rsid w:val="00C15E92"/>
    <w:rsid w:val="00C33B34"/>
    <w:rsid w:val="00C42131"/>
    <w:rsid w:val="00C967F0"/>
    <w:rsid w:val="00CA3281"/>
    <w:rsid w:val="00CB6693"/>
    <w:rsid w:val="00CD090D"/>
    <w:rsid w:val="00CD1D06"/>
    <w:rsid w:val="00D23F46"/>
    <w:rsid w:val="00D51F72"/>
    <w:rsid w:val="00D52DC6"/>
    <w:rsid w:val="00D56455"/>
    <w:rsid w:val="00D75D47"/>
    <w:rsid w:val="00D76BBE"/>
    <w:rsid w:val="00D9299A"/>
    <w:rsid w:val="00DA13A4"/>
    <w:rsid w:val="00DB0041"/>
    <w:rsid w:val="00DB3619"/>
    <w:rsid w:val="00DD1050"/>
    <w:rsid w:val="00DE7E8F"/>
    <w:rsid w:val="00E47491"/>
    <w:rsid w:val="00E75BCC"/>
    <w:rsid w:val="00E75C7C"/>
    <w:rsid w:val="00E86237"/>
    <w:rsid w:val="00E96B43"/>
    <w:rsid w:val="00EC7277"/>
    <w:rsid w:val="00ED0DFC"/>
    <w:rsid w:val="00ED2927"/>
    <w:rsid w:val="00ED5600"/>
    <w:rsid w:val="00F30BB5"/>
    <w:rsid w:val="00F854CD"/>
    <w:rsid w:val="00F92F6A"/>
    <w:rsid w:val="00FA5BE7"/>
    <w:rsid w:val="00FC68DA"/>
    <w:rsid w:val="00FD1A5B"/>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A81363"/>
    <w:rPr>
      <w:color w:val="808080"/>
    </w:rPr>
  </w:style>
  <w:style w:type="paragraph" w:customStyle="1" w:styleId="E7BB098359B14092AEFC777EEA02F702">
    <w:name w:val="E7BB098359B14092AEFC777EEA02F702"/>
    <w:rsid w:val="00A20522"/>
    <w:rPr>
      <w:kern w:val="2"/>
      <w14:ligatures w14:val="standardContextual"/>
    </w:rPr>
  </w:style>
  <w:style w:type="paragraph" w:customStyle="1" w:styleId="1E4D17A85AA74416A2BDD3B3A8FA31D2">
    <w:name w:val="1E4D17A85AA74416A2BDD3B3A8FA31D2"/>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3726CE8B4592446A8860A7DCC3281149">
    <w:name w:val="3726CE8B4592446A8860A7DCC3281149"/>
    <w:rsid w:val="00A20522"/>
    <w:rPr>
      <w:kern w:val="2"/>
      <w14:ligatures w14:val="standardContextual"/>
    </w:rPr>
  </w:style>
  <w:style w:type="paragraph" w:customStyle="1" w:styleId="57389E4D625E4710A8B0F02B148903DE">
    <w:name w:val="57389E4D625E4710A8B0F02B148903DE"/>
    <w:rsid w:val="00A20522"/>
    <w:rPr>
      <w:kern w:val="2"/>
      <w14:ligatures w14:val="standardContextual"/>
    </w:rPr>
  </w:style>
  <w:style w:type="paragraph" w:customStyle="1" w:styleId="C7C3421EA5E0477382BCD8C7F99CADCE">
    <w:name w:val="C7C3421EA5E0477382BCD8C7F99CADCE"/>
    <w:rsid w:val="00A20522"/>
    <w:rPr>
      <w:kern w:val="2"/>
      <w14:ligatures w14:val="standardContextual"/>
    </w:rPr>
  </w:style>
  <w:style w:type="paragraph" w:customStyle="1" w:styleId="16D81A8059F3439E9D7D5000683E76DF">
    <w:name w:val="16D81A8059F3439E9D7D5000683E76DF"/>
    <w:rsid w:val="00A20522"/>
    <w:rPr>
      <w:kern w:val="2"/>
      <w14:ligatures w14:val="standardContextual"/>
    </w:rPr>
  </w:style>
  <w:style w:type="paragraph" w:customStyle="1" w:styleId="47882E2173CE4EBFBA3879150F9E2175">
    <w:name w:val="47882E2173CE4EBFBA3879150F9E2175"/>
    <w:rsid w:val="00A20522"/>
    <w:rPr>
      <w:kern w:val="2"/>
      <w14:ligatures w14:val="standardContextual"/>
    </w:rPr>
  </w:style>
  <w:style w:type="paragraph" w:customStyle="1" w:styleId="835E89699A6B4A818A9244A8E415C844">
    <w:name w:val="835E89699A6B4A818A9244A8E415C844"/>
    <w:rsid w:val="00A20522"/>
    <w:rPr>
      <w:kern w:val="2"/>
      <w14:ligatures w14:val="standardContextual"/>
    </w:rPr>
  </w:style>
  <w:style w:type="paragraph" w:customStyle="1" w:styleId="099550CC2A4A463CAE64164FF7E3107B">
    <w:name w:val="099550CC2A4A463CAE64164FF7E3107B"/>
    <w:rsid w:val="00A20522"/>
    <w:rPr>
      <w:kern w:val="2"/>
      <w14:ligatures w14:val="standardContextual"/>
    </w:rPr>
  </w:style>
  <w:style w:type="paragraph" w:customStyle="1" w:styleId="5A68FAB526094BE5B2AAC5ABC6D25BDA">
    <w:name w:val="5A68FAB526094BE5B2AAC5ABC6D25BDA"/>
    <w:rsid w:val="00A20522"/>
    <w:rPr>
      <w:kern w:val="2"/>
      <w14:ligatures w14:val="standardContextual"/>
    </w:rPr>
  </w:style>
  <w:style w:type="paragraph" w:customStyle="1" w:styleId="7EBF4BB51EBB4688A2870ED025604D2B">
    <w:name w:val="7EBF4BB51EBB4688A2870ED025604D2B"/>
    <w:rsid w:val="00A20522"/>
    <w:rPr>
      <w:kern w:val="2"/>
      <w14:ligatures w14:val="standardContextual"/>
    </w:rPr>
  </w:style>
  <w:style w:type="paragraph" w:customStyle="1" w:styleId="DBACC995154C45D5B744C8459C74DD53">
    <w:name w:val="DBACC995154C45D5B744C8459C74DD53"/>
    <w:rsid w:val="00A20522"/>
    <w:rPr>
      <w:kern w:val="2"/>
      <w14:ligatures w14:val="standardContextual"/>
    </w:rPr>
  </w:style>
  <w:style w:type="paragraph" w:customStyle="1" w:styleId="F6DCBB50540444EA85FF865CDBA6B7D3">
    <w:name w:val="F6DCBB50540444EA85FF865CDBA6B7D3"/>
    <w:rsid w:val="00A20522"/>
    <w:rPr>
      <w:kern w:val="2"/>
      <w14:ligatures w14:val="standardContextual"/>
    </w:rPr>
  </w:style>
  <w:style w:type="paragraph" w:customStyle="1" w:styleId="D6788A2C2A4249DC9FF226E1B1A06962">
    <w:name w:val="D6788A2C2A4249DC9FF226E1B1A06962"/>
    <w:rsid w:val="00A20522"/>
    <w:rPr>
      <w:kern w:val="2"/>
      <w14:ligatures w14:val="standardContextual"/>
    </w:rPr>
  </w:style>
  <w:style w:type="paragraph" w:customStyle="1" w:styleId="D45BE35E7D0141D1B7E8A12CD9992BD4">
    <w:name w:val="D45BE35E7D0141D1B7E8A12CD9992BD4"/>
    <w:rsid w:val="00A20522"/>
    <w:rPr>
      <w:kern w:val="2"/>
      <w14:ligatures w14:val="standardContextual"/>
    </w:rPr>
  </w:style>
  <w:style w:type="paragraph" w:customStyle="1" w:styleId="ECAE9FA5CE10436289419A1997586E25">
    <w:name w:val="ECAE9FA5CE10436289419A1997586E25"/>
    <w:rsid w:val="00A20522"/>
    <w:rPr>
      <w:kern w:val="2"/>
      <w14:ligatures w14:val="standardContextual"/>
    </w:rPr>
  </w:style>
  <w:style w:type="paragraph" w:customStyle="1" w:styleId="777222E740A948A5A6EF989821A383B2">
    <w:name w:val="777222E740A948A5A6EF989821A383B2"/>
    <w:rsid w:val="00A20522"/>
    <w:rPr>
      <w:kern w:val="2"/>
      <w14:ligatures w14:val="standardContextual"/>
    </w:rPr>
  </w:style>
  <w:style w:type="paragraph" w:customStyle="1" w:styleId="B879A30013764D5AA570BE2CE4093A3B">
    <w:name w:val="B879A30013764D5AA570BE2CE4093A3B"/>
    <w:rsid w:val="00497424"/>
    <w:rPr>
      <w:kern w:val="2"/>
      <w14:ligatures w14:val="standardContextual"/>
    </w:rPr>
  </w:style>
  <w:style w:type="paragraph" w:customStyle="1" w:styleId="D8C59275224B4DB2B7BF692CF11DDE48">
    <w:name w:val="D8C59275224B4DB2B7BF692CF11DDE48"/>
    <w:rsid w:val="00497424"/>
    <w:rPr>
      <w:kern w:val="2"/>
      <w14:ligatures w14:val="standardContextual"/>
    </w:rPr>
  </w:style>
  <w:style w:type="paragraph" w:customStyle="1" w:styleId="FDE20864317C4BEFB72D8F6C051C3072">
    <w:name w:val="FDE20864317C4BEFB72D8F6C051C3072"/>
    <w:rsid w:val="00497424"/>
    <w:rPr>
      <w:kern w:val="2"/>
      <w14:ligatures w14:val="standardContextual"/>
    </w:rPr>
  </w:style>
  <w:style w:type="paragraph" w:customStyle="1" w:styleId="EEA8C9CB95694BF38131C6B5D6531F77">
    <w:name w:val="EEA8C9CB95694BF38131C6B5D6531F77"/>
    <w:rsid w:val="00497424"/>
    <w:rPr>
      <w:kern w:val="2"/>
      <w14:ligatures w14:val="standardContextual"/>
    </w:rPr>
  </w:style>
  <w:style w:type="paragraph" w:customStyle="1" w:styleId="1E91704418D24E28AE0D6643099144CE">
    <w:name w:val="1E91704418D24E28AE0D6643099144CE"/>
    <w:rsid w:val="00497424"/>
    <w:rPr>
      <w:kern w:val="2"/>
      <w14:ligatures w14:val="standardContextual"/>
    </w:rPr>
  </w:style>
  <w:style w:type="paragraph" w:customStyle="1" w:styleId="EC021E8ACF3842558E94A89DC317A5F7">
    <w:name w:val="EC021E8ACF3842558E94A89DC317A5F7"/>
    <w:rsid w:val="00497424"/>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197</TotalTime>
  <Pages>14</Pages>
  <Words>5045</Words>
  <Characters>29265</Characters>
  <Application>Microsoft Office Word</Application>
  <DocSecurity>0</DocSecurity>
  <Lines>243</Lines>
  <Paragraphs>68</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34242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Margus Reimann | RMK</cp:lastModifiedBy>
  <cp:revision>200</cp:revision>
  <dcterms:created xsi:type="dcterms:W3CDTF">2024-03-28T11:09:00Z</dcterms:created>
  <dcterms:modified xsi:type="dcterms:W3CDTF">2025-12-01T08:11:00Z</dcterms:modified>
</cp:coreProperties>
</file>